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1FD" w:rsidRPr="00EE407F" w:rsidRDefault="003051FD" w:rsidP="00B30C60">
      <w:pPr>
        <w:pStyle w:val="CHAPNUM"/>
        <w:rPr>
          <w:rFonts w:cs="Times New Roman"/>
          <w:bCs/>
          <w:w w:val="100"/>
          <w:szCs w:val="28"/>
        </w:rPr>
      </w:pPr>
      <w:bookmarkStart w:id="0" w:name="_GoBack"/>
      <w:bookmarkEnd w:id="0"/>
      <w:r w:rsidRPr="00EE407F">
        <w:rPr>
          <w:rFonts w:cs="Times New Roman"/>
          <w:bCs/>
          <w:w w:val="100"/>
          <w:szCs w:val="28"/>
        </w:rPr>
        <w:t>Chapter 1</w:t>
      </w:r>
    </w:p>
    <w:p w:rsidR="003051FD" w:rsidRPr="00025BA2" w:rsidRDefault="003051FD" w:rsidP="00E62A10">
      <w:pPr>
        <w:pStyle w:val="CHAPTTL"/>
        <w:rPr>
          <w:szCs w:val="28"/>
        </w:rPr>
      </w:pPr>
      <w:r w:rsidRPr="00025BA2">
        <w:rPr>
          <w:szCs w:val="28"/>
        </w:rPr>
        <w:t>Science and the Environment</w:t>
      </w:r>
    </w:p>
    <w:p w:rsidR="00025BA2" w:rsidRPr="00B847E8" w:rsidRDefault="003051FD" w:rsidP="00025BA2">
      <w:pPr>
        <w:pStyle w:val="H1"/>
        <w:contextualSpacing/>
      </w:pPr>
      <w:r w:rsidRPr="00B847E8">
        <w:t>Chapter Outline:</w:t>
      </w:r>
    </w:p>
    <w:p w:rsidR="003051FD" w:rsidRPr="00D14747" w:rsidRDefault="003051FD" w:rsidP="00025BA2">
      <w:pPr>
        <w:pStyle w:val="LLFIRST"/>
        <w:contextualSpacing/>
      </w:pPr>
      <w:r w:rsidRPr="00D14747">
        <w:t>I.</w:t>
      </w:r>
      <w:r w:rsidR="008A6358">
        <w:tab/>
      </w:r>
      <w:r>
        <w:t xml:space="preserve">A Paradox: What </w:t>
      </w:r>
      <w:r w:rsidR="0052492A">
        <w:t>Is</w:t>
      </w:r>
      <w:r>
        <w:t xml:space="preserve"> the Real State of the Planet?</w:t>
      </w:r>
    </w:p>
    <w:p w:rsidR="003051FD" w:rsidRDefault="008F36F3" w:rsidP="00025BA2">
      <w:pPr>
        <w:pStyle w:val="NLLL"/>
        <w:contextualSpacing/>
      </w:pPr>
      <w:r>
        <w:t>A.</w:t>
      </w:r>
      <w:r>
        <w:tab/>
      </w:r>
      <w:r w:rsidR="003051FD" w:rsidRPr="00D14747">
        <w:t>Population Growth and Human Well-Being</w:t>
      </w:r>
    </w:p>
    <w:p w:rsidR="003051FD" w:rsidRDefault="003051FD" w:rsidP="00E62A10">
      <w:pPr>
        <w:pStyle w:val="NLLLNL"/>
      </w:pPr>
      <w:r>
        <w:t>1.</w:t>
      </w:r>
      <w:r>
        <w:tab/>
        <w:t>Human Development Index</w:t>
      </w:r>
    </w:p>
    <w:p w:rsidR="003051FD" w:rsidRPr="007D539E" w:rsidRDefault="003051FD" w:rsidP="00E62A10">
      <w:pPr>
        <w:pStyle w:val="NLLLNL"/>
      </w:pPr>
      <w:r>
        <w:t>2.</w:t>
      </w:r>
      <w:r>
        <w:tab/>
        <w:t>Is It All Good?</w:t>
      </w:r>
    </w:p>
    <w:p w:rsidR="003051FD" w:rsidRPr="00D14747" w:rsidRDefault="008F36F3" w:rsidP="00E62A10">
      <w:pPr>
        <w:pStyle w:val="NLLL"/>
      </w:pPr>
      <w:r>
        <w:t>B.</w:t>
      </w:r>
      <w:r>
        <w:tab/>
      </w:r>
      <w:r w:rsidR="003051FD">
        <w:t>Ecosystem Goods and Services</w:t>
      </w:r>
    </w:p>
    <w:p w:rsidR="003051FD" w:rsidRDefault="003051FD" w:rsidP="00E62A10">
      <w:pPr>
        <w:pStyle w:val="NLLLNL"/>
      </w:pPr>
      <w:r w:rsidRPr="00D14747">
        <w:t>1.</w:t>
      </w:r>
      <w:r>
        <w:tab/>
        <w:t>Patterns of Resource Consumption</w:t>
      </w:r>
    </w:p>
    <w:p w:rsidR="003051FD" w:rsidRDefault="003051FD" w:rsidP="00E62A10">
      <w:pPr>
        <w:pStyle w:val="NLLLNL"/>
      </w:pPr>
      <w:r>
        <w:t>2.</w:t>
      </w:r>
      <w:r>
        <w:tab/>
        <w:t>Measuring Ecosystem Health: A Huge Undertaking</w:t>
      </w:r>
    </w:p>
    <w:p w:rsidR="003051FD" w:rsidRPr="00D14747" w:rsidRDefault="003051FD" w:rsidP="00E62A10">
      <w:pPr>
        <w:pStyle w:val="NLLLNL"/>
      </w:pPr>
      <w:r>
        <w:t>3.</w:t>
      </w:r>
      <w:r>
        <w:tab/>
        <w:t>Paradox Resolved?</w:t>
      </w:r>
    </w:p>
    <w:p w:rsidR="003051FD" w:rsidRPr="00D14747" w:rsidRDefault="008F36F3" w:rsidP="00E62A10">
      <w:pPr>
        <w:pStyle w:val="NLLL"/>
      </w:pPr>
      <w:r>
        <w:t>C.</w:t>
      </w:r>
      <w:r>
        <w:tab/>
      </w:r>
      <w:r w:rsidR="003051FD" w:rsidRPr="00D14747">
        <w:t>Global Climate Change</w:t>
      </w:r>
    </w:p>
    <w:p w:rsidR="003051FD" w:rsidRDefault="003051FD" w:rsidP="00E62A10">
      <w:pPr>
        <w:pStyle w:val="NLLLNL"/>
      </w:pPr>
      <w:r w:rsidRPr="00D14747">
        <w:t>1.</w:t>
      </w:r>
      <w:r>
        <w:tab/>
        <w:t>Monitoring Carbon Dioxide and Its Effects</w:t>
      </w:r>
    </w:p>
    <w:p w:rsidR="003051FD" w:rsidRPr="00D14747" w:rsidRDefault="003051FD" w:rsidP="00E62A10">
      <w:pPr>
        <w:pStyle w:val="NLLLNL"/>
      </w:pPr>
      <w:r>
        <w:t>2.</w:t>
      </w:r>
      <w:r>
        <w:tab/>
        <w:t>Responses</w:t>
      </w:r>
    </w:p>
    <w:p w:rsidR="003051FD" w:rsidRDefault="0052492A" w:rsidP="00E62A10">
      <w:pPr>
        <w:pStyle w:val="NLLL"/>
      </w:pPr>
      <w:r>
        <w:t>D</w:t>
      </w:r>
      <w:r w:rsidR="008F36F3">
        <w:t>.</w:t>
      </w:r>
      <w:r w:rsidR="008F36F3">
        <w:tab/>
      </w:r>
      <w:r w:rsidR="003051FD" w:rsidRPr="00D14747">
        <w:t>Loss of</w:t>
      </w:r>
      <w:r w:rsidR="003051FD">
        <w:t xml:space="preserve"> </w:t>
      </w:r>
      <w:r w:rsidR="003051FD" w:rsidRPr="00D14747">
        <w:t>Biodiversity</w:t>
      </w:r>
    </w:p>
    <w:p w:rsidR="003051FD" w:rsidRDefault="0052492A" w:rsidP="00E62A10">
      <w:pPr>
        <w:pStyle w:val="NLLL"/>
      </w:pPr>
      <w:r>
        <w:t>E</w:t>
      </w:r>
      <w:r w:rsidR="008F36F3">
        <w:t>.</w:t>
      </w:r>
      <w:r w:rsidR="008F36F3">
        <w:tab/>
      </w:r>
      <w:r w:rsidR="003051FD">
        <w:t>Environmental Science and the Environmental Movement</w:t>
      </w:r>
    </w:p>
    <w:p w:rsidR="003051FD" w:rsidRDefault="003051FD" w:rsidP="00E62A10">
      <w:pPr>
        <w:pStyle w:val="NLLLNL"/>
      </w:pPr>
      <w:r>
        <w:t>1.</w:t>
      </w:r>
      <w:r>
        <w:tab/>
        <w:t>Environmental Science</w:t>
      </w:r>
    </w:p>
    <w:p w:rsidR="003051FD" w:rsidRDefault="003051FD" w:rsidP="00E62A10">
      <w:pPr>
        <w:pStyle w:val="NLLLNL"/>
      </w:pPr>
      <w:r>
        <w:t>2.</w:t>
      </w:r>
      <w:r>
        <w:tab/>
        <w:t>The Early Environmental Movement</w:t>
      </w:r>
    </w:p>
    <w:p w:rsidR="003051FD" w:rsidRDefault="003051FD" w:rsidP="00E62A10">
      <w:pPr>
        <w:pStyle w:val="NLLLNL"/>
      </w:pPr>
      <w:r>
        <w:t>3.</w:t>
      </w:r>
      <w:r>
        <w:tab/>
        <w:t>The Modern Environmental Movement</w:t>
      </w:r>
    </w:p>
    <w:p w:rsidR="003051FD" w:rsidRPr="00D14747" w:rsidRDefault="003051FD" w:rsidP="005E37EE">
      <w:pPr>
        <w:pStyle w:val="LLMID"/>
      </w:pPr>
      <w:r w:rsidRPr="00D14747">
        <w:t>II.</w:t>
      </w:r>
      <w:r w:rsidR="008A6358">
        <w:tab/>
      </w:r>
      <w:r>
        <w:t>Sustainability</w:t>
      </w:r>
    </w:p>
    <w:p w:rsidR="003051FD" w:rsidRPr="00D14747" w:rsidRDefault="003051FD" w:rsidP="00E62A10">
      <w:pPr>
        <w:pStyle w:val="NLLL"/>
      </w:pPr>
      <w:r w:rsidRPr="00D14747">
        <w:t>A.</w:t>
      </w:r>
      <w:r w:rsidR="006D1172">
        <w:tab/>
      </w:r>
      <w:r>
        <w:t>Sustainable Yields</w:t>
      </w:r>
    </w:p>
    <w:p w:rsidR="003051FD" w:rsidRDefault="003051FD" w:rsidP="00E62A10">
      <w:pPr>
        <w:pStyle w:val="NLLL"/>
      </w:pPr>
      <w:r w:rsidRPr="00D14747">
        <w:t>B.</w:t>
      </w:r>
      <w:r w:rsidR="006D1172">
        <w:tab/>
      </w:r>
      <w:r>
        <w:t>Sustainable Societies</w:t>
      </w:r>
    </w:p>
    <w:p w:rsidR="003051FD" w:rsidRDefault="003051FD" w:rsidP="00E62A10">
      <w:pPr>
        <w:pStyle w:val="NLLL"/>
      </w:pPr>
      <w:r>
        <w:t>C.</w:t>
      </w:r>
      <w:r w:rsidR="006D1172">
        <w:tab/>
      </w:r>
      <w:r>
        <w:t>Sustainable Development</w:t>
      </w:r>
    </w:p>
    <w:p w:rsidR="003051FD" w:rsidRPr="00D14747" w:rsidRDefault="003051FD" w:rsidP="00E62A10">
      <w:pPr>
        <w:pStyle w:val="NLLL"/>
      </w:pPr>
      <w:r>
        <w:t>D.</w:t>
      </w:r>
      <w:r w:rsidR="006D1172">
        <w:tab/>
      </w:r>
      <w:r>
        <w:t>An Essential Transition</w:t>
      </w:r>
    </w:p>
    <w:p w:rsidR="003051FD" w:rsidRPr="00D14747" w:rsidRDefault="003051FD" w:rsidP="005E37EE">
      <w:pPr>
        <w:pStyle w:val="LLMID"/>
      </w:pPr>
      <w:r w:rsidRPr="00D14747">
        <w:t>III.</w:t>
      </w:r>
      <w:r w:rsidR="000C0306">
        <w:rPr>
          <w:rStyle w:val="aa"/>
        </w:rPr>
        <w:tab/>
      </w:r>
      <w:r>
        <w:t>Sound Science</w:t>
      </w:r>
    </w:p>
    <w:p w:rsidR="003051FD" w:rsidRDefault="003051FD" w:rsidP="00E62A10">
      <w:pPr>
        <w:pStyle w:val="NLLL"/>
      </w:pPr>
      <w:r>
        <w:t>A.</w:t>
      </w:r>
      <w:r w:rsidR="006D1172">
        <w:tab/>
      </w:r>
      <w:r>
        <w:t>The Scientific Method</w:t>
      </w:r>
    </w:p>
    <w:p w:rsidR="003051FD" w:rsidRDefault="003051FD" w:rsidP="00E62A10">
      <w:pPr>
        <w:pStyle w:val="NLLL"/>
      </w:pPr>
      <w:r>
        <w:t>B.</w:t>
      </w:r>
      <w:r w:rsidR="006D1172">
        <w:tab/>
      </w:r>
      <w:r w:rsidRPr="00D14747">
        <w:t>The Scientific Community</w:t>
      </w:r>
    </w:p>
    <w:p w:rsidR="003051FD" w:rsidRDefault="003051FD" w:rsidP="00E62A10">
      <w:pPr>
        <w:pStyle w:val="NLLLNL"/>
      </w:pPr>
      <w:r>
        <w:t>1.</w:t>
      </w:r>
      <w:r>
        <w:tab/>
        <w:t>Professional Societies</w:t>
      </w:r>
    </w:p>
    <w:p w:rsidR="003051FD" w:rsidRDefault="003051FD" w:rsidP="00E62A10">
      <w:pPr>
        <w:pStyle w:val="NLLLNL"/>
      </w:pPr>
      <w:r>
        <w:t>2.</w:t>
      </w:r>
      <w:r>
        <w:tab/>
        <w:t>Disagreements</w:t>
      </w:r>
    </w:p>
    <w:p w:rsidR="003051FD" w:rsidRDefault="003051FD" w:rsidP="00E62A10">
      <w:pPr>
        <w:pStyle w:val="NLLLNL"/>
      </w:pPr>
      <w:r>
        <w:t>3.</w:t>
      </w:r>
      <w:r>
        <w:tab/>
        <w:t>Junk Science</w:t>
      </w:r>
    </w:p>
    <w:p w:rsidR="003051FD" w:rsidRDefault="003051FD" w:rsidP="00E62A10">
      <w:pPr>
        <w:pStyle w:val="NLLLNL"/>
      </w:pPr>
      <w:r>
        <w:t>4.</w:t>
      </w:r>
      <w:r>
        <w:tab/>
        <w:t>Evaluating Issues</w:t>
      </w:r>
    </w:p>
    <w:p w:rsidR="003051FD" w:rsidRDefault="003051FD" w:rsidP="005E37EE">
      <w:pPr>
        <w:pStyle w:val="LLMID"/>
      </w:pPr>
      <w:r>
        <w:t>IV.</w:t>
      </w:r>
      <w:r w:rsidR="00A04E64">
        <w:tab/>
      </w:r>
      <w:r w:rsidRPr="00D14747">
        <w:t>Stewardship</w:t>
      </w:r>
    </w:p>
    <w:p w:rsidR="003051FD" w:rsidRDefault="003051FD" w:rsidP="00E62A10">
      <w:pPr>
        <w:pStyle w:val="NLLL"/>
      </w:pPr>
      <w:r>
        <w:t>A.</w:t>
      </w:r>
      <w:r w:rsidR="004A09FE">
        <w:tab/>
      </w:r>
      <w:r>
        <w:t>Who Are the Stewards?</w:t>
      </w:r>
    </w:p>
    <w:p w:rsidR="003051FD" w:rsidRDefault="003051FD" w:rsidP="00E62A10">
      <w:pPr>
        <w:pStyle w:val="NLLL"/>
      </w:pPr>
      <w:r>
        <w:t>B.</w:t>
      </w:r>
      <w:r w:rsidR="004A09FE">
        <w:tab/>
      </w:r>
      <w:r>
        <w:t>Justice and Equity</w:t>
      </w:r>
    </w:p>
    <w:p w:rsidR="003051FD" w:rsidRPr="00D14747" w:rsidRDefault="003051FD" w:rsidP="005E37EE">
      <w:pPr>
        <w:pStyle w:val="LLMID"/>
      </w:pPr>
      <w:r w:rsidRPr="00D14747">
        <w:t>V.</w:t>
      </w:r>
      <w:r w:rsidR="00A04E64">
        <w:tab/>
      </w:r>
      <w:r w:rsidRPr="00D14747">
        <w:t>Moving Toward a Sustainable Future</w:t>
      </w:r>
    </w:p>
    <w:p w:rsidR="003051FD" w:rsidRPr="00D14747" w:rsidRDefault="003051FD" w:rsidP="00E62A10">
      <w:pPr>
        <w:pStyle w:val="NLLL"/>
      </w:pPr>
      <w:r w:rsidRPr="00D14747">
        <w:t>A.</w:t>
      </w:r>
      <w:r w:rsidR="004A09FE">
        <w:tab/>
      </w:r>
      <w:r>
        <w:t>Social</w:t>
      </w:r>
      <w:r w:rsidRPr="00D14747">
        <w:t xml:space="preserve"> Changes</w:t>
      </w:r>
    </w:p>
    <w:p w:rsidR="003051FD" w:rsidRPr="00D14747" w:rsidRDefault="003051FD" w:rsidP="00E62A10">
      <w:pPr>
        <w:pStyle w:val="NLLL"/>
      </w:pPr>
      <w:r w:rsidRPr="00D14747">
        <w:t>B.</w:t>
      </w:r>
      <w:r w:rsidR="002D2686">
        <w:tab/>
      </w:r>
      <w:r w:rsidRPr="00D14747">
        <w:t>Environmental Changes</w:t>
      </w:r>
    </w:p>
    <w:p w:rsidR="003051FD" w:rsidRPr="00D14747" w:rsidRDefault="003051FD" w:rsidP="00E62A10">
      <w:pPr>
        <w:pStyle w:val="NLLL"/>
      </w:pPr>
      <w:r w:rsidRPr="00D14747">
        <w:t>C.</w:t>
      </w:r>
      <w:r w:rsidR="004A09FE">
        <w:tab/>
      </w:r>
      <w:r w:rsidRPr="00D14747">
        <w:t>A New Commitment</w:t>
      </w:r>
    </w:p>
    <w:p w:rsidR="003051FD" w:rsidRPr="00B847E8" w:rsidRDefault="003051FD" w:rsidP="00EE407F">
      <w:pPr>
        <w:pStyle w:val="H1"/>
        <w:keepNext/>
        <w:keepLines/>
        <w:spacing w:before="280" w:after="200"/>
        <w:contextualSpacing/>
      </w:pPr>
      <w:r w:rsidRPr="00B847E8">
        <w:t>Learning Objectives:</w:t>
      </w:r>
    </w:p>
    <w:p w:rsidR="003051FD" w:rsidRDefault="008A6358" w:rsidP="00025BA2">
      <w:pPr>
        <w:pStyle w:val="NLFIRST"/>
      </w:pPr>
      <w:r>
        <w:t>1.</w:t>
      </w:r>
      <w:r>
        <w:tab/>
      </w:r>
      <w:r w:rsidR="003051FD" w:rsidRPr="00AD7F06">
        <w:t>The State of the Planet: Explain the main reasons for concern about the health of our planet today.</w:t>
      </w:r>
      <w:r w:rsidR="003051FD">
        <w:t xml:space="preserve"> D</w:t>
      </w:r>
      <w:r w:rsidR="003051FD">
        <w:t>e</w:t>
      </w:r>
      <w:r w:rsidR="003051FD">
        <w:t>scribe what the environmental movement has achieved in recent years, and explain how environmental science has greatly contributed to the environmental movement.</w:t>
      </w:r>
    </w:p>
    <w:p w:rsidR="00025BA2" w:rsidRPr="007B10ED" w:rsidRDefault="00025BA2" w:rsidP="00025BA2">
      <w:pPr>
        <w:pStyle w:val="NLFIRST"/>
      </w:pPr>
    </w:p>
    <w:p w:rsidR="003051FD" w:rsidRDefault="0062159C" w:rsidP="00025BA2">
      <w:pPr>
        <w:pStyle w:val="NLMID"/>
        <w:contextualSpacing/>
      </w:pPr>
      <w:r>
        <w:t>2.</w:t>
      </w:r>
      <w:r>
        <w:tab/>
      </w:r>
      <w:r w:rsidR="003051FD">
        <w:t>Sustainability: Define sustainability and explain ways in which our relationship with the environment needs to be more sustainable.</w:t>
      </w:r>
    </w:p>
    <w:p w:rsidR="00025BA2" w:rsidRPr="007B10ED" w:rsidRDefault="00025BA2" w:rsidP="00025BA2">
      <w:pPr>
        <w:pStyle w:val="NLMID"/>
        <w:contextualSpacing/>
      </w:pPr>
    </w:p>
    <w:p w:rsidR="003051FD" w:rsidRDefault="0062159C" w:rsidP="00025BA2">
      <w:pPr>
        <w:pStyle w:val="NLMID"/>
        <w:contextualSpacing/>
      </w:pPr>
      <w:r>
        <w:t>3.</w:t>
      </w:r>
      <w:r>
        <w:tab/>
      </w:r>
      <w:r w:rsidR="003051FD">
        <w:t>Sound Science: Explain the process of science, how the scientific community tests new ideas, and contrast sound science with junk science, with examples.</w:t>
      </w:r>
    </w:p>
    <w:p w:rsidR="00025BA2" w:rsidRDefault="00025BA2" w:rsidP="00025BA2">
      <w:pPr>
        <w:pStyle w:val="NLMID"/>
        <w:contextualSpacing/>
      </w:pPr>
    </w:p>
    <w:p w:rsidR="003051FD" w:rsidRDefault="0062159C" w:rsidP="00025BA2">
      <w:pPr>
        <w:pStyle w:val="NLMID"/>
        <w:contextualSpacing/>
      </w:pPr>
      <w:r>
        <w:t>4.</w:t>
      </w:r>
      <w:r>
        <w:tab/>
      </w:r>
      <w:r w:rsidR="003051FD">
        <w:t>Stewardship: Define the principle of stewardship and give examples.</w:t>
      </w:r>
    </w:p>
    <w:p w:rsidR="00025BA2" w:rsidRDefault="00025BA2" w:rsidP="00025BA2">
      <w:pPr>
        <w:pStyle w:val="NLMID"/>
        <w:contextualSpacing/>
      </w:pPr>
    </w:p>
    <w:p w:rsidR="003051FD" w:rsidRDefault="0062159C" w:rsidP="00025BA2">
      <w:pPr>
        <w:pStyle w:val="NLLAST"/>
        <w:contextualSpacing/>
      </w:pPr>
      <w:r>
        <w:t>5.</w:t>
      </w:r>
      <w:r>
        <w:tab/>
      </w:r>
      <w:r w:rsidR="003051FD">
        <w:t>Moving Toward a Sustainable Future: Identify trends that must be overcome in order to pursue a sustai</w:t>
      </w:r>
      <w:r w:rsidR="003051FD">
        <w:t>n</w:t>
      </w:r>
      <w:r w:rsidR="003051FD">
        <w:t>able future and trends that promote sustainability.</w:t>
      </w:r>
    </w:p>
    <w:p w:rsidR="003051FD" w:rsidRPr="00B847E8" w:rsidRDefault="003051FD" w:rsidP="00EE407F">
      <w:pPr>
        <w:pStyle w:val="H1"/>
        <w:keepNext/>
        <w:keepLines/>
        <w:spacing w:before="280" w:after="200"/>
        <w:contextualSpacing/>
      </w:pPr>
      <w:r w:rsidRPr="00B847E8">
        <w:t>Instructional Goals:</w:t>
      </w:r>
    </w:p>
    <w:p w:rsidR="003051FD" w:rsidRDefault="00D173E0" w:rsidP="00025BA2">
      <w:pPr>
        <w:pStyle w:val="NLFIRST"/>
      </w:pPr>
      <w:r>
        <w:t>1.</w:t>
      </w:r>
      <w:r>
        <w:tab/>
      </w:r>
      <w:r w:rsidR="003051FD" w:rsidRPr="00344B63">
        <w:t xml:space="preserve">Environmental issues are complex. We need to </w:t>
      </w:r>
      <w:r w:rsidR="003051FD" w:rsidRPr="00D14747">
        <w:t>study environmental issues from the perspective of ec</w:t>
      </w:r>
      <w:r w:rsidR="003051FD" w:rsidRPr="00D14747">
        <w:t>o</w:t>
      </w:r>
      <w:r w:rsidR="003051FD" w:rsidRPr="00D14747">
        <w:t>nomics, sociology, anthropology, and many other disciplines, which help to explain the pr</w:t>
      </w:r>
      <w:r w:rsidR="00733756">
        <w:t>oblems with which we are faced.</w:t>
      </w:r>
    </w:p>
    <w:p w:rsidR="00025BA2" w:rsidRPr="00D14747" w:rsidRDefault="00025BA2" w:rsidP="00025BA2">
      <w:pPr>
        <w:pStyle w:val="NLFIRST"/>
      </w:pPr>
    </w:p>
    <w:p w:rsidR="003051FD" w:rsidRDefault="00D173E0" w:rsidP="00025BA2">
      <w:pPr>
        <w:pStyle w:val="NLMID"/>
        <w:contextualSpacing/>
      </w:pPr>
      <w:r>
        <w:t>2.</w:t>
      </w:r>
      <w:r>
        <w:tab/>
      </w:r>
      <w:r w:rsidR="003051FD" w:rsidRPr="00D14747">
        <w:t>Science is a necessary component of environmental decision</w:t>
      </w:r>
      <w:r w:rsidR="003051FD">
        <w:t xml:space="preserve"> </w:t>
      </w:r>
      <w:r w:rsidR="003051FD" w:rsidRPr="00D14747">
        <w:t>making.</w:t>
      </w:r>
      <w:r w:rsidR="003051FD">
        <w:t xml:space="preserve"> </w:t>
      </w:r>
      <w:r w:rsidR="003051FD" w:rsidRPr="00EE7F81">
        <w:t>For</w:t>
      </w:r>
      <w:r w:rsidR="003051FD" w:rsidRPr="00D14747">
        <w:t xml:space="preserve"> the science to be useful it must be sound, and sound science involves scientific peer review.</w:t>
      </w:r>
    </w:p>
    <w:p w:rsidR="00025BA2" w:rsidRPr="00D14747" w:rsidRDefault="00025BA2" w:rsidP="00025BA2">
      <w:pPr>
        <w:pStyle w:val="NLMID"/>
        <w:contextualSpacing/>
      </w:pPr>
    </w:p>
    <w:p w:rsidR="003051FD" w:rsidRDefault="00D173E0" w:rsidP="00025BA2">
      <w:pPr>
        <w:pStyle w:val="NLMID"/>
        <w:contextualSpacing/>
      </w:pPr>
      <w:r>
        <w:t>3.</w:t>
      </w:r>
      <w:r>
        <w:tab/>
      </w:r>
      <w:r w:rsidR="003051FD" w:rsidRPr="00D14747">
        <w:t>Earth is a finite system, and creating a sustainable lifestyle should allow for indefinite continuation of the human species.</w:t>
      </w:r>
      <w:r w:rsidR="003051FD">
        <w:t xml:space="preserve"> </w:t>
      </w:r>
      <w:r w:rsidR="003051FD" w:rsidRPr="00D14747">
        <w:t>Stewardship is the actions and programs that manage natural resources and human well-being for the common good.</w:t>
      </w:r>
      <w:r w:rsidR="003051FD">
        <w:t xml:space="preserve"> </w:t>
      </w:r>
      <w:r w:rsidR="003051FD" w:rsidRPr="00D14747">
        <w:t>Sound science is the best method for achieving sustainability and for humans to understand our stewardship role.</w:t>
      </w:r>
    </w:p>
    <w:p w:rsidR="00025BA2" w:rsidRDefault="00025BA2" w:rsidP="00025BA2">
      <w:pPr>
        <w:pStyle w:val="NLMID"/>
        <w:contextualSpacing/>
      </w:pPr>
    </w:p>
    <w:p w:rsidR="003051FD" w:rsidRDefault="00D173E0" w:rsidP="00025BA2">
      <w:pPr>
        <w:pStyle w:val="NLLAST"/>
        <w:contextualSpacing/>
      </w:pPr>
      <w:r>
        <w:t>4.</w:t>
      </w:r>
      <w:r>
        <w:tab/>
      </w:r>
      <w:r w:rsidR="003051FD" w:rsidRPr="00D14747">
        <w:t>Environmentalism and environmental problems are not new.</w:t>
      </w:r>
      <w:r w:rsidR="003051FD">
        <w:t xml:space="preserve"> </w:t>
      </w:r>
      <w:r w:rsidR="003051FD" w:rsidRPr="00D14747">
        <w:t>Environmental problems caused by human activities have occurred since the dawn of agriculture.</w:t>
      </w:r>
      <w:r w:rsidR="003051FD">
        <w:t xml:space="preserve"> </w:t>
      </w:r>
      <w:r w:rsidR="003051FD" w:rsidRPr="00D14747">
        <w:t xml:space="preserve">The current wave of environmentalism began in 1962 with the publication of </w:t>
      </w:r>
      <w:r w:rsidR="003051FD" w:rsidRPr="007B10ED">
        <w:rPr>
          <w:rStyle w:val="ITAL"/>
        </w:rPr>
        <w:t>Silent Spring</w:t>
      </w:r>
      <w:r w:rsidR="003051FD" w:rsidRPr="00D14747">
        <w:t xml:space="preserve"> by Rachel Carson, but its roots can be traced to the 19th ce</w:t>
      </w:r>
      <w:r w:rsidR="003051FD" w:rsidRPr="00D14747">
        <w:t>n</w:t>
      </w:r>
      <w:r w:rsidR="003051FD" w:rsidRPr="00D14747">
        <w:t>tury.</w:t>
      </w:r>
    </w:p>
    <w:p w:rsidR="003051FD" w:rsidRPr="00B847E8" w:rsidRDefault="003051FD" w:rsidP="00EE407F">
      <w:pPr>
        <w:pStyle w:val="H1"/>
        <w:keepNext/>
        <w:keepLines/>
        <w:spacing w:before="280" w:after="200"/>
        <w:contextualSpacing/>
      </w:pPr>
      <w:r w:rsidRPr="00B847E8">
        <w:t>Concepts and Connections:</w:t>
      </w:r>
    </w:p>
    <w:p w:rsidR="003051FD" w:rsidRPr="00D14747" w:rsidRDefault="003051FD" w:rsidP="00025BA2">
      <w:pPr>
        <w:pStyle w:val="HEADFIRST"/>
        <w:ind w:firstLine="475"/>
        <w:contextualSpacing/>
      </w:pPr>
      <w:r w:rsidRPr="000F43CC">
        <w:t>Environmental</w:t>
      </w:r>
      <w:r w:rsidRPr="00D14747">
        <w:t xml:space="preserve"> science is a multidisciplinary field.</w:t>
      </w:r>
      <w:r>
        <w:t xml:space="preserve"> </w:t>
      </w:r>
      <w:r w:rsidRPr="00D14747">
        <w:t>It is not possible to understand and solve environmental problems when the problems are viewed from a narrow or single disciplinary focus.</w:t>
      </w:r>
      <w:r>
        <w:t xml:space="preserve"> </w:t>
      </w:r>
      <w:r w:rsidRPr="00D14747">
        <w:t>Discussing the possible contributions from various fields would help draw in students whose primary interests are not the sciences and would help science majors understand the true complexity of environmental science.</w:t>
      </w:r>
      <w:r>
        <w:t xml:space="preserve"> </w:t>
      </w:r>
      <w:r w:rsidRPr="00D14747">
        <w:t>It is possible to improve how humans interact with our environment from almost any field.</w:t>
      </w:r>
      <w:r>
        <w:t xml:space="preserve"> </w:t>
      </w:r>
      <w:r w:rsidRPr="00D14747">
        <w:t>Anthropology, a</w:t>
      </w:r>
      <w:r w:rsidRPr="00D14747">
        <w:t>r</w:t>
      </w:r>
      <w:r w:rsidRPr="00D14747">
        <w:t>ch</w:t>
      </w:r>
      <w:r>
        <w:t>a</w:t>
      </w:r>
      <w:r w:rsidRPr="00D14747">
        <w:t>eology, sociology, psychology, and other disciplines that explore how and why people act help a mu</w:t>
      </w:r>
      <w:r w:rsidRPr="00D14747">
        <w:t>l</w:t>
      </w:r>
      <w:r w:rsidRPr="00D14747">
        <w:t>tidisciplinary environmental team determine the most effective way to educate or motivate people to act in environmentally sound ways.</w:t>
      </w:r>
      <w:r>
        <w:t xml:space="preserve"> </w:t>
      </w:r>
      <w:r w:rsidRPr="00D14747">
        <w:t>Economists and others involved in business decisions influence the quality of the environment around us; many are working to make business dec</w:t>
      </w:r>
      <w:r w:rsidRPr="00D14747">
        <w:t>i</w:t>
      </w:r>
      <w:r w:rsidRPr="00D14747">
        <w:t xml:space="preserve">sions </w:t>
      </w:r>
      <w:r w:rsidR="00343227">
        <w:t>“</w:t>
      </w:r>
      <w:r w:rsidRPr="00D14747">
        <w:t>green.</w:t>
      </w:r>
      <w:r w:rsidR="00343227">
        <w:t>”</w:t>
      </w:r>
      <w:r>
        <w:t xml:space="preserve"> </w:t>
      </w:r>
      <w:r w:rsidRPr="00D14747">
        <w:t>Those individuals who transmit culture—actors, writers, musicians—convey values.</w:t>
      </w:r>
      <w:r>
        <w:t xml:space="preserve"> </w:t>
      </w:r>
      <w:r w:rsidRPr="00D14747">
        <w:t>The values co</w:t>
      </w:r>
      <w:r w:rsidRPr="00D14747">
        <w:t>n</w:t>
      </w:r>
      <w:r w:rsidRPr="00D14747">
        <w:t>veyed include how the natural world is perceived and how we should relate to it.</w:t>
      </w:r>
      <w:r>
        <w:t xml:space="preserve"> </w:t>
      </w:r>
      <w:r w:rsidRPr="00D14747">
        <w:t>Teachers have a special role b</w:t>
      </w:r>
      <w:r w:rsidRPr="00D14747">
        <w:t>e</w:t>
      </w:r>
      <w:r w:rsidRPr="00D14747">
        <w:t>cause they not only transmit concepts (facts) but they also transmit society</w:t>
      </w:r>
      <w:r w:rsidR="00343227">
        <w:t>’</w:t>
      </w:r>
      <w:r w:rsidRPr="00D14747">
        <w:t>s values.</w:t>
      </w:r>
    </w:p>
    <w:p w:rsidR="003051FD" w:rsidRPr="00D14747" w:rsidRDefault="003051FD" w:rsidP="00025BA2">
      <w:pPr>
        <w:pStyle w:val="CHAPBM"/>
        <w:contextualSpacing/>
      </w:pPr>
      <w:r w:rsidRPr="0096282E">
        <w:t>Putting</w:t>
      </w:r>
      <w:r w:rsidRPr="00D14747">
        <w:t xml:space="preserve"> the environmental movement in historical context can be very important.</w:t>
      </w:r>
      <w:r>
        <w:t xml:space="preserve"> </w:t>
      </w:r>
      <w:r w:rsidRPr="00D14747">
        <w:t xml:space="preserve">Most students think that the current problems are the most severe and may be very upset that adults have not </w:t>
      </w:r>
      <w:r w:rsidR="00343227">
        <w:t>“</w:t>
      </w:r>
      <w:r w:rsidRPr="00D14747">
        <w:t>fixed</w:t>
      </w:r>
      <w:r w:rsidR="00343227">
        <w:t>”</w:t>
      </w:r>
      <w:r w:rsidRPr="00D14747">
        <w:t xml:space="preserve"> these problems.</w:t>
      </w:r>
      <w:r>
        <w:t xml:space="preserve"> </w:t>
      </w:r>
      <w:r w:rsidRPr="00D14747">
        <w:t>A discussion of success (and failure) stories can be useful.</w:t>
      </w:r>
      <w:r>
        <w:t xml:space="preserve"> </w:t>
      </w:r>
      <w:r w:rsidRPr="00D14747">
        <w:t>Knowing that people who lived more than 100 years ago cared strongly about the environment can be motivating.</w:t>
      </w:r>
      <w:r>
        <w:t xml:space="preserve"> </w:t>
      </w:r>
      <w:r w:rsidRPr="0082774F">
        <w:t>Double</w:t>
      </w:r>
      <w:r w:rsidRPr="00D14747">
        <w:t>-edged stories such as John Muir</w:t>
      </w:r>
      <w:r w:rsidR="00343227">
        <w:t>’</w:t>
      </w:r>
      <w:r w:rsidRPr="00D14747">
        <w:t>s struggle to save the Hetch Hetchy Valley near Yosemite can be both heartbreaking (because he did not succeed) and enlightening b</w:t>
      </w:r>
      <w:r w:rsidRPr="00D14747">
        <w:t>e</w:t>
      </w:r>
      <w:r w:rsidRPr="00D14747">
        <w:t>cause Muir is an inspiring individual.</w:t>
      </w:r>
      <w:r>
        <w:t xml:space="preserve"> </w:t>
      </w:r>
      <w:r w:rsidRPr="00D14747">
        <w:t>Another double-edged story involves the first Clean Air Act.</w:t>
      </w:r>
      <w:r>
        <w:t xml:space="preserve"> </w:t>
      </w:r>
      <w:r w:rsidRPr="00D14747">
        <w:t>To solve the problem of locally high levels of air pollution, the law required the building of tall smokestacks that moved the pollutants to the upper atmosphere, resulting in acid precipitation in areas very far from the pollutant source.</w:t>
      </w:r>
      <w:r>
        <w:t xml:space="preserve"> </w:t>
      </w:r>
      <w:r w:rsidRPr="00D14747">
        <w:t>We solved the problem of locally severe air pollution, which caused periodic increases in death rates, but moved the problem to places distant from the pollution source.</w:t>
      </w:r>
      <w:r>
        <w:t xml:space="preserve"> </w:t>
      </w:r>
      <w:r w:rsidRPr="00D14747">
        <w:t>This latter example can be used to demonstrate the need to think through the effects of an action.</w:t>
      </w:r>
      <w:r>
        <w:t xml:space="preserve"> </w:t>
      </w:r>
      <w:r w:rsidRPr="00D14747">
        <w:t>We may be able to avoid future problems if we try to envision the downstream events that may flow from a decision.</w:t>
      </w:r>
    </w:p>
    <w:p w:rsidR="003051FD" w:rsidRPr="00B847E8" w:rsidRDefault="003051FD" w:rsidP="00EE407F">
      <w:pPr>
        <w:pStyle w:val="H1"/>
        <w:keepNext/>
        <w:keepLines/>
        <w:spacing w:before="280" w:after="200"/>
        <w:contextualSpacing/>
      </w:pPr>
      <w:r w:rsidRPr="00B847E8">
        <w:t>Concepts in Context:</w:t>
      </w:r>
    </w:p>
    <w:p w:rsidR="003051FD" w:rsidRPr="00D14747" w:rsidRDefault="003051FD" w:rsidP="00F35113">
      <w:pPr>
        <w:pStyle w:val="HEADFIRST"/>
        <w:ind w:firstLine="450"/>
        <w:contextualSpacing/>
      </w:pPr>
      <w:r w:rsidRPr="00642490">
        <w:t>The</w:t>
      </w:r>
      <w:r w:rsidRPr="00D14747">
        <w:t xml:space="preserve"> first chapter is a survey of many of the environmental issues to be covered and the context (s</w:t>
      </w:r>
      <w:r>
        <w:t>ustainability, s</w:t>
      </w:r>
      <w:r w:rsidRPr="00D14747">
        <w:t>ound science, and stewardship) in which they will be discussed.</w:t>
      </w:r>
      <w:r>
        <w:t xml:space="preserve"> </w:t>
      </w:r>
      <w:r w:rsidRPr="00D14747">
        <w:t>We also discuss the historical perspective and the bias and misrepresentations of junk science.</w:t>
      </w:r>
      <w:r>
        <w:t xml:space="preserve"> </w:t>
      </w:r>
    </w:p>
    <w:p w:rsidR="003051FD" w:rsidRPr="00B847E8" w:rsidRDefault="003051FD" w:rsidP="00EE407F">
      <w:pPr>
        <w:pStyle w:val="H1"/>
        <w:keepNext/>
        <w:keepLines/>
        <w:spacing w:before="280" w:after="200"/>
        <w:contextualSpacing/>
      </w:pPr>
      <w:r w:rsidRPr="00B847E8">
        <w:t>Key Terms and Vocabulary:</w:t>
      </w:r>
    </w:p>
    <w:p w:rsidR="004B3355" w:rsidRDefault="00E55DE7" w:rsidP="00EE407F">
      <w:pPr>
        <w:pStyle w:val="HEADFIRST"/>
        <w:contextualSpacing/>
      </w:pPr>
      <w:r>
        <w:t>E</w:t>
      </w:r>
      <w:r w:rsidR="003051FD">
        <w:t>n</w:t>
      </w:r>
      <w:r w:rsidR="003051FD" w:rsidRPr="004B3355">
        <w:t>vironmentalist's paradox,</w:t>
      </w:r>
      <w:r w:rsidR="0092782E">
        <w:t xml:space="preserve"> Human Development Index (HDI),</w:t>
      </w:r>
      <w:r w:rsidR="003051FD" w:rsidRPr="004B3355">
        <w:t xml:space="preserve"> </w:t>
      </w:r>
      <w:r w:rsidR="005067FC" w:rsidRPr="004B3355">
        <w:t>Millennium Development Goals (MDGs),</w:t>
      </w:r>
      <w:r w:rsidR="005067FC" w:rsidRPr="00EB5C0B">
        <w:t xml:space="preserve"> Sustainable Development Goals (SDGs), global</w:t>
      </w:r>
      <w:r w:rsidR="005067FC">
        <w:t xml:space="preserve"> climate change</w:t>
      </w:r>
      <w:r w:rsidR="003051FD">
        <w:t>,</w:t>
      </w:r>
      <w:r w:rsidR="005067FC">
        <w:t xml:space="preserve"> </w:t>
      </w:r>
      <w:r w:rsidR="004B3355">
        <w:t xml:space="preserve">greenhouse effect, mitigation, </w:t>
      </w:r>
      <w:r w:rsidR="0092782E">
        <w:t xml:space="preserve">biodiversity, </w:t>
      </w:r>
      <w:r w:rsidR="004B3355">
        <w:t xml:space="preserve">environmental science, environmental movement, sustainability, sound science, stewardship, sustainable yield, sustainable society, sustainable development, development, equity, scientific method, junk science, observation, model, </w:t>
      </w:r>
      <w:r w:rsidR="0092782E">
        <w:t xml:space="preserve">experimentation, </w:t>
      </w:r>
      <w:r w:rsidR="004B3355">
        <w:t>hypothesis, null hypothesis,</w:t>
      </w:r>
      <w:r w:rsidR="003051FD">
        <w:t xml:space="preserve"> </w:t>
      </w:r>
      <w:r w:rsidR="004B3355">
        <w:t>theory, natural laws, concepts, National Academies of Science (NAS)</w:t>
      </w:r>
      <w:r w:rsidR="0092782E">
        <w:t>, environmental justice movement, environmental racism</w:t>
      </w:r>
    </w:p>
    <w:p w:rsidR="005856EC" w:rsidRDefault="005856EC" w:rsidP="00025BA2">
      <w:pPr>
        <w:pStyle w:val="H1"/>
        <w:contextualSpacing/>
      </w:pPr>
    </w:p>
    <w:p w:rsidR="003051FD" w:rsidRPr="00B847E8" w:rsidRDefault="003051FD" w:rsidP="00EE407F">
      <w:pPr>
        <w:pStyle w:val="H1"/>
        <w:keepNext/>
        <w:keepLines/>
        <w:spacing w:before="280" w:after="200"/>
        <w:contextualSpacing/>
      </w:pPr>
      <w:r w:rsidRPr="00B847E8">
        <w:t>Discussion, Activities, and Labs:</w:t>
      </w:r>
    </w:p>
    <w:p w:rsidR="003051FD" w:rsidRDefault="006745A2" w:rsidP="00025BA2">
      <w:pPr>
        <w:pStyle w:val="NLFIRST"/>
      </w:pPr>
      <w:r>
        <w:t>1.</w:t>
      </w:r>
      <w:r>
        <w:tab/>
      </w:r>
      <w:r w:rsidR="003051FD" w:rsidRPr="008C7424">
        <w:t>Ask</w:t>
      </w:r>
      <w:r w:rsidR="003051FD" w:rsidRPr="00D14747">
        <w:t xml:space="preserve"> the students to name local environmental controversies.</w:t>
      </w:r>
      <w:r w:rsidR="003051FD">
        <w:t xml:space="preserve"> </w:t>
      </w:r>
      <w:r w:rsidR="003051FD" w:rsidRPr="00D14747">
        <w:t>At the same time ask if they know of any local environmental problems that have been resolved; it is important for students to see that there is a continuum between the past and the present.</w:t>
      </w:r>
      <w:r w:rsidR="003051FD">
        <w:t xml:space="preserve"> </w:t>
      </w:r>
      <w:r w:rsidR="003051FD" w:rsidRPr="00D14747">
        <w:t>Make two lists of all the suggestions on the board.</w:t>
      </w:r>
      <w:r w:rsidR="003051FD">
        <w:t xml:space="preserve"> </w:t>
      </w:r>
      <w:r w:rsidR="003051FD" w:rsidRPr="00D14747">
        <w:t>If they do not have many suggestions, broaden the question to include state, national, and/or international issues.</w:t>
      </w:r>
      <w:r w:rsidR="003051FD">
        <w:t xml:space="preserve"> </w:t>
      </w:r>
      <w:r w:rsidR="003051FD" w:rsidRPr="00B30C60">
        <w:t>Some examples</w:t>
      </w:r>
      <w:r w:rsidR="003051FD" w:rsidRPr="00D14747">
        <w:t xml:space="preserve"> of national</w:t>
      </w:r>
      <w:r w:rsidR="003051FD">
        <w:t>-</w:t>
      </w:r>
      <w:r w:rsidR="003051FD" w:rsidRPr="00D14747">
        <w:t>level environmental problems that have been resolved include (1) Air quality: the reduction of lead emissions as a result of the elimination of lead in gasoline, (2) Water quality: the Cuyahoga River, and other rivers, no longer catch on fire, (3) Solid waste: recycling of solid waste is widespread, and (4) Pesticides and hazardous mater</w:t>
      </w:r>
      <w:r w:rsidR="003051FD" w:rsidRPr="00D14747">
        <w:t>i</w:t>
      </w:r>
      <w:r w:rsidR="003051FD" w:rsidRPr="00D14747">
        <w:t>als/wastes: DDT and most of the persistent organic pollutants are phased out or will be soon.</w:t>
      </w:r>
    </w:p>
    <w:p w:rsidR="00025BA2" w:rsidRPr="00D14747" w:rsidRDefault="00025BA2" w:rsidP="00025BA2">
      <w:pPr>
        <w:pStyle w:val="NLFIRST"/>
      </w:pPr>
    </w:p>
    <w:p w:rsidR="003051FD" w:rsidRDefault="006745A2" w:rsidP="00025BA2">
      <w:pPr>
        <w:pStyle w:val="NLMID"/>
        <w:contextualSpacing/>
      </w:pPr>
      <w:r>
        <w:t>2.</w:t>
      </w:r>
      <w:r>
        <w:tab/>
      </w:r>
      <w:r w:rsidR="003051FD" w:rsidRPr="008C7424">
        <w:t>Begin</w:t>
      </w:r>
      <w:r w:rsidR="003051FD" w:rsidRPr="00D14747">
        <w:t xml:space="preserve"> with asking the students to suggest systems (processes) within our society that are sustainable.</w:t>
      </w:r>
      <w:r w:rsidR="003051FD">
        <w:t xml:space="preserve"> </w:t>
      </w:r>
      <w:r w:rsidR="003051FD" w:rsidRPr="00D14747">
        <w:t>Have the students provide a justification for why each suggested system (process) is sustainable.</w:t>
      </w:r>
      <w:r w:rsidR="003051FD">
        <w:t xml:space="preserve"> </w:t>
      </w:r>
      <w:r w:rsidR="003051FD" w:rsidRPr="00D14747">
        <w:t>Next ask the students to suggest systems within our society that are not sustainable.</w:t>
      </w:r>
      <w:r w:rsidR="003051FD">
        <w:t xml:space="preserve"> </w:t>
      </w:r>
      <w:r w:rsidR="003051FD" w:rsidRPr="00D14747">
        <w:t>Have the students provide justification for why the suggested system (process) is not sustainable.</w:t>
      </w:r>
      <w:r w:rsidR="003051FD">
        <w:t xml:space="preserve"> </w:t>
      </w:r>
      <w:r w:rsidR="003051FD" w:rsidRPr="00D14747">
        <w:t xml:space="preserve">Finally, ask the students to summarize the information about sustainable </w:t>
      </w:r>
      <w:r w:rsidR="003051FD" w:rsidRPr="00827627">
        <w:t>and</w:t>
      </w:r>
      <w:r w:rsidR="003051FD" w:rsidRPr="00D14747">
        <w:t xml:space="preserve"> non-sustainable processes in our society and justify a conclusion about the overall sustainability of our society.</w:t>
      </w:r>
    </w:p>
    <w:p w:rsidR="00025BA2" w:rsidRPr="00D14747" w:rsidRDefault="00025BA2" w:rsidP="00025BA2">
      <w:pPr>
        <w:pStyle w:val="NLMID"/>
        <w:contextualSpacing/>
      </w:pPr>
    </w:p>
    <w:p w:rsidR="003051FD" w:rsidRDefault="006745A2" w:rsidP="00025BA2">
      <w:pPr>
        <w:pStyle w:val="NLMID"/>
        <w:contextualSpacing/>
      </w:pPr>
      <w:r>
        <w:t>3.</w:t>
      </w:r>
      <w:r>
        <w:tab/>
      </w:r>
      <w:r w:rsidR="003051FD" w:rsidRPr="00827627">
        <w:t>Ask</w:t>
      </w:r>
      <w:r w:rsidR="003051FD" w:rsidRPr="00D14747">
        <w:t xml:space="preserve"> the students to suggest examples of sound and junk science.</w:t>
      </w:r>
      <w:r w:rsidR="003051FD">
        <w:t xml:space="preserve"> </w:t>
      </w:r>
      <w:r w:rsidR="003051FD" w:rsidRPr="00D14747">
        <w:t>Write all the suggestions on the board</w:t>
      </w:r>
      <w:r w:rsidR="003051FD">
        <w:t>,</w:t>
      </w:r>
      <w:r w:rsidR="003051FD" w:rsidRPr="00D14747">
        <w:t xml:space="preserve"> </w:t>
      </w:r>
      <w:r w:rsidR="003051FD">
        <w:t>making</w:t>
      </w:r>
      <w:r w:rsidR="003051FD" w:rsidRPr="00D14747">
        <w:t xml:space="preserve"> two lists.</w:t>
      </w:r>
      <w:r w:rsidR="003051FD">
        <w:t xml:space="preserve"> </w:t>
      </w:r>
      <w:r w:rsidR="003051FD" w:rsidRPr="00D14747">
        <w:t>If a student suggests an example of sound science but the example is junk science, then put the suggestion within parentheses and discuss as many of these as time allows after the suggestions have ended.</w:t>
      </w:r>
      <w:r w:rsidR="003051FD">
        <w:t xml:space="preserve"> </w:t>
      </w:r>
      <w:r w:rsidR="003051FD" w:rsidRPr="00D14747">
        <w:t>Do not i</w:t>
      </w:r>
      <w:r w:rsidR="003051FD" w:rsidRPr="00D14747">
        <w:t>n</w:t>
      </w:r>
      <w:r w:rsidR="003051FD" w:rsidRPr="00D14747">
        <w:t>terrupt the suggestions to discuss incorrectly pl</w:t>
      </w:r>
      <w:r w:rsidR="003051FD">
        <w:t>aced suggestions.</w:t>
      </w:r>
    </w:p>
    <w:p w:rsidR="0061306F" w:rsidRDefault="0061306F" w:rsidP="00025BA2">
      <w:pPr>
        <w:pStyle w:val="NLMID"/>
        <w:contextualSpacing/>
      </w:pPr>
    </w:p>
    <w:p w:rsidR="00025BA2" w:rsidRPr="004215F2" w:rsidRDefault="006745A2" w:rsidP="00025BA2">
      <w:pPr>
        <w:pStyle w:val="NLMID"/>
        <w:contextualSpacing/>
      </w:pPr>
      <w:r>
        <w:t>4.</w:t>
      </w:r>
      <w:r>
        <w:tab/>
      </w:r>
      <w:r w:rsidR="003051FD" w:rsidRPr="00827627">
        <w:t>Divide</w:t>
      </w:r>
      <w:r w:rsidR="003051FD" w:rsidRPr="004215F2">
        <w:t xml:space="preserve"> the class into small groups (three to</w:t>
      </w:r>
      <w:r w:rsidR="003051FD">
        <w:t xml:space="preserve"> </w:t>
      </w:r>
      <w:r w:rsidR="003051FD" w:rsidRPr="004215F2">
        <w:t>four students).</w:t>
      </w:r>
      <w:r w:rsidR="003051FD">
        <w:t xml:space="preserve"> </w:t>
      </w:r>
      <w:r w:rsidR="003051FD" w:rsidRPr="004215F2">
        <w:t>Give each group a small consumer item (e.g., paper bag, plastic bag, electric hair dryer, toothbrush, disposable pen, disposable razor, or reusable razor).</w:t>
      </w:r>
      <w:r w:rsidR="003051FD">
        <w:t xml:space="preserve"> </w:t>
      </w:r>
      <w:r w:rsidR="003051FD" w:rsidRPr="004215F2">
        <w:t>Ask the students to first decide if the item is essential for human survival.</w:t>
      </w:r>
      <w:r w:rsidR="003051FD">
        <w:t xml:space="preserve"> </w:t>
      </w:r>
      <w:r w:rsidR="003051FD" w:rsidRPr="004215F2">
        <w:t>(None of the items in my list are essential.</w:t>
      </w:r>
      <w:r w:rsidR="003051FD">
        <w:t xml:space="preserve"> </w:t>
      </w:r>
      <w:r w:rsidR="003051FD" w:rsidRPr="004215F2">
        <w:t>None are food, shelter, or clothing.)</w:t>
      </w:r>
      <w:r w:rsidR="003051FD">
        <w:t xml:space="preserve"> </w:t>
      </w:r>
      <w:r w:rsidR="003051FD" w:rsidRPr="004215F2">
        <w:t>Then ask the students to list the questions they would like to have answered so that they can decide the environmental impact of their item.</w:t>
      </w:r>
      <w:r w:rsidR="003051FD">
        <w:t xml:space="preserve"> </w:t>
      </w:r>
    </w:p>
    <w:p w:rsidR="003051FD" w:rsidRDefault="006511B9" w:rsidP="00025BA2">
      <w:pPr>
        <w:pStyle w:val="NLMID"/>
        <w:contextualSpacing/>
      </w:pPr>
      <w:r>
        <w:tab/>
      </w:r>
      <w:r w:rsidR="00025BA2">
        <w:tab/>
      </w:r>
      <w:r w:rsidR="003051FD" w:rsidRPr="00827627">
        <w:t>Take</w:t>
      </w:r>
      <w:r w:rsidR="003051FD" w:rsidRPr="00D14747">
        <w:t xml:space="preserve"> time before the end of class to bring the groups back together and have each group report on their conclusion concerning whether or not the consumer item is essential for survival and their list of questions.</w:t>
      </w:r>
      <w:r w:rsidR="003051FD">
        <w:t xml:space="preserve"> </w:t>
      </w:r>
      <w:r w:rsidR="003051FD" w:rsidRPr="00D14747">
        <w:t>After the students have reported their findings, discuss the difference between needs (essential for survival) and wants (perceived to make life easier, more pleasant, and so forth).</w:t>
      </w:r>
      <w:r w:rsidR="003051FD">
        <w:t xml:space="preserve"> </w:t>
      </w:r>
      <w:r w:rsidR="003051FD" w:rsidRPr="00D14747">
        <w:t>Discuss how every item used by humans will have some environmental impact.</w:t>
      </w:r>
      <w:r w:rsidR="003051FD">
        <w:t xml:space="preserve"> </w:t>
      </w:r>
      <w:r w:rsidR="003051FD" w:rsidRPr="00D14747">
        <w:t>The goal is to reduce an individual</w:t>
      </w:r>
      <w:r w:rsidR="00343227">
        <w:t>’</w:t>
      </w:r>
      <w:r w:rsidR="003051FD" w:rsidRPr="00D14747">
        <w:t>s impact.</w:t>
      </w:r>
    </w:p>
    <w:p w:rsidR="00025BA2" w:rsidRDefault="00025BA2" w:rsidP="00025BA2">
      <w:pPr>
        <w:pStyle w:val="NLMID"/>
        <w:contextualSpacing/>
      </w:pPr>
    </w:p>
    <w:p w:rsidR="003051FD" w:rsidRDefault="003051FD" w:rsidP="00025BA2">
      <w:pPr>
        <w:pStyle w:val="NLLAST"/>
        <w:contextualSpacing/>
      </w:pPr>
      <w:r>
        <w:t>5.</w:t>
      </w:r>
      <w:r>
        <w:tab/>
      </w:r>
      <w:r w:rsidRPr="002E5525">
        <w:t>As</w:t>
      </w:r>
      <w:r w:rsidRPr="00D14747">
        <w:t xml:space="preserve"> a follow</w:t>
      </w:r>
      <w:r>
        <w:t>-</w:t>
      </w:r>
      <w:r w:rsidRPr="00D14747">
        <w:t>up to the in-class activity, ask the students to go home and evaluate their food, clothing, and she</w:t>
      </w:r>
      <w:r w:rsidRPr="00D14747">
        <w:t>l</w:t>
      </w:r>
      <w:r w:rsidRPr="00D14747">
        <w:t>ter.</w:t>
      </w:r>
      <w:r>
        <w:t xml:space="preserve"> </w:t>
      </w:r>
      <w:r w:rsidRPr="00D14747">
        <w:t>Much of what we describe as food, clothing, and shelter falls within the category of want, not need. Have students list ten items that are wants (these can include the nonessential food, clothing, or shelter items) that are most important to them.</w:t>
      </w:r>
      <w:r>
        <w:t xml:space="preserve"> </w:t>
      </w:r>
      <w:r w:rsidRPr="00D14747">
        <w:t>A sentence or two should accompany each item explaining why this item is important.</w:t>
      </w:r>
      <w:r>
        <w:t xml:space="preserve"> </w:t>
      </w:r>
      <w:r w:rsidRPr="00D14747">
        <w:t>Have students list five items they have that they could live without.</w:t>
      </w:r>
      <w:r>
        <w:t xml:space="preserve"> </w:t>
      </w:r>
      <w:r w:rsidRPr="00D14747">
        <w:t>A sentence or two should accompany each item e</w:t>
      </w:r>
      <w:r w:rsidRPr="00D14747">
        <w:t>x</w:t>
      </w:r>
      <w:r w:rsidRPr="00D14747">
        <w:t>plaining why this item was chosen.</w:t>
      </w:r>
    </w:p>
    <w:p w:rsidR="003051FD" w:rsidRPr="00B847E8" w:rsidRDefault="003051FD" w:rsidP="00EE407F">
      <w:pPr>
        <w:pStyle w:val="H1"/>
        <w:keepNext/>
        <w:keepLines/>
        <w:spacing w:before="280" w:after="200"/>
        <w:contextualSpacing/>
      </w:pPr>
      <w:r w:rsidRPr="00B847E8">
        <w:t>Suggested Lecture Format</w:t>
      </w:r>
    </w:p>
    <w:p w:rsidR="003051FD" w:rsidRDefault="00A64394" w:rsidP="00025BA2">
      <w:pPr>
        <w:pStyle w:val="LLFIRST"/>
        <w:contextualSpacing/>
      </w:pPr>
      <w:r>
        <w:t>I.</w:t>
      </w:r>
      <w:r>
        <w:tab/>
      </w:r>
      <w:r w:rsidR="003051FD">
        <w:t xml:space="preserve">What Is the Real State of </w:t>
      </w:r>
      <w:r w:rsidR="003051FD" w:rsidRPr="00B4777D">
        <w:t>the P</w:t>
      </w:r>
      <w:r w:rsidR="003051FD">
        <w:t xml:space="preserve">lanet?: A paradox is </w:t>
      </w:r>
      <w:r w:rsidR="00343227">
        <w:t>“</w:t>
      </w:r>
      <w:r w:rsidR="003051FD">
        <w:t>A statement exhibiting contradictory or inexplicable aspects or qualities.</w:t>
      </w:r>
      <w:r w:rsidR="00343227">
        <w:t>”</w:t>
      </w:r>
    </w:p>
    <w:p w:rsidR="00025BA2" w:rsidRDefault="00025BA2" w:rsidP="00025BA2">
      <w:pPr>
        <w:pStyle w:val="LLFIRST"/>
        <w:contextualSpacing/>
      </w:pPr>
    </w:p>
    <w:p w:rsidR="003051FD" w:rsidRDefault="0010187E" w:rsidP="00025BA2">
      <w:pPr>
        <w:pStyle w:val="NLLL"/>
        <w:contextualSpacing/>
      </w:pPr>
      <w:r>
        <w:t>A.</w:t>
      </w:r>
      <w:r>
        <w:tab/>
      </w:r>
      <w:r w:rsidR="003051FD" w:rsidRPr="00D14747">
        <w:t>Population Growth and Human Well-Being</w:t>
      </w:r>
      <w:r w:rsidR="003051FD">
        <w:t>: With the human population expanding rapidly, how will we use the Earth's resources responsibly enough to take care of all of the people who will live here?</w:t>
      </w:r>
    </w:p>
    <w:p w:rsidR="003051FD" w:rsidRDefault="003051FD" w:rsidP="00025BA2">
      <w:pPr>
        <w:pStyle w:val="NLLLNL"/>
        <w:contextualSpacing/>
      </w:pPr>
      <w:r>
        <w:t xml:space="preserve">1. </w:t>
      </w:r>
      <w:r>
        <w:tab/>
        <w:t xml:space="preserve">Human Development Index: </w:t>
      </w:r>
      <w:r w:rsidR="00343227">
        <w:t>“</w:t>
      </w:r>
      <w:r>
        <w:t>A comprehensive assessment of human well-being in most cou</w:t>
      </w:r>
      <w:r>
        <w:t>n</w:t>
      </w:r>
      <w:r>
        <w:t>tries of the world.</w:t>
      </w:r>
      <w:r w:rsidR="00343227">
        <w:t>”</w:t>
      </w:r>
    </w:p>
    <w:p w:rsidR="003051FD" w:rsidRDefault="003051FD" w:rsidP="00025BA2">
      <w:pPr>
        <w:pStyle w:val="NLLLNL"/>
        <w:contextualSpacing/>
      </w:pPr>
      <w:r>
        <w:t xml:space="preserve">2. </w:t>
      </w:r>
      <w:r>
        <w:tab/>
        <w:t>Is It All Good?: Even though most countries have improved in recent years, many inequalities still exist.</w:t>
      </w:r>
    </w:p>
    <w:p w:rsidR="00025BA2" w:rsidRDefault="00025BA2" w:rsidP="00025BA2">
      <w:pPr>
        <w:pStyle w:val="NLLLNL"/>
        <w:contextualSpacing/>
      </w:pPr>
    </w:p>
    <w:p w:rsidR="003051FD" w:rsidRPr="00D14747" w:rsidRDefault="0010187E" w:rsidP="00025BA2">
      <w:pPr>
        <w:pStyle w:val="NLLL"/>
        <w:contextualSpacing/>
      </w:pPr>
      <w:r>
        <w:t>B.</w:t>
      </w:r>
      <w:r>
        <w:tab/>
      </w:r>
      <w:r w:rsidR="003051FD" w:rsidRPr="006A027C">
        <w:t>Ecosystem</w:t>
      </w:r>
      <w:r w:rsidR="003051FD">
        <w:t xml:space="preserve"> Goods and Services: Are our natural resources being managed well?</w:t>
      </w:r>
    </w:p>
    <w:p w:rsidR="003051FD" w:rsidRDefault="003051FD" w:rsidP="00025BA2">
      <w:pPr>
        <w:pStyle w:val="NLLLNL"/>
        <w:contextualSpacing/>
      </w:pPr>
      <w:r w:rsidRPr="00D14747">
        <w:t>1.</w:t>
      </w:r>
      <w:r>
        <w:tab/>
        <w:t>Patterns of Resource Consumption: Not all people use the same amount of resources.</w:t>
      </w:r>
    </w:p>
    <w:p w:rsidR="003051FD" w:rsidRDefault="003051FD" w:rsidP="00025BA2">
      <w:pPr>
        <w:pStyle w:val="NLLLNL"/>
        <w:contextualSpacing/>
      </w:pPr>
      <w:r>
        <w:t>2.</w:t>
      </w:r>
      <w:r>
        <w:tab/>
        <w:t xml:space="preserve">Measuring Ecosystem Health: A Huge Undertaking: </w:t>
      </w:r>
      <w:r w:rsidR="00343227">
        <w:t>“</w:t>
      </w:r>
      <w:r>
        <w:t>To protect ecosystem goods and services for future generations, we need to know what they are, how they are being used, and what is happening to them.</w:t>
      </w:r>
      <w:r w:rsidR="00343227">
        <w:t>”</w:t>
      </w:r>
    </w:p>
    <w:p w:rsidR="003051FD" w:rsidRDefault="00694F27" w:rsidP="00025BA2">
      <w:pPr>
        <w:pStyle w:val="NLLLNL"/>
        <w:contextualSpacing/>
      </w:pPr>
      <w:r>
        <w:t>3.</w:t>
      </w:r>
      <w:r w:rsidR="003051FD">
        <w:tab/>
        <w:t>Paradox Resolved?: Hypotheses have been proposed to help explain why human well-being has been improving despite the fact that the Earth's systems have not.</w:t>
      </w:r>
    </w:p>
    <w:p w:rsidR="00025BA2" w:rsidRPr="00D14747" w:rsidRDefault="00025BA2" w:rsidP="00025BA2">
      <w:pPr>
        <w:pStyle w:val="NLLLNL"/>
        <w:contextualSpacing/>
      </w:pPr>
    </w:p>
    <w:p w:rsidR="003051FD" w:rsidRDefault="003051FD" w:rsidP="00025BA2">
      <w:pPr>
        <w:pStyle w:val="NLLL"/>
        <w:contextualSpacing/>
      </w:pPr>
      <w:r>
        <w:t>C.</w:t>
      </w:r>
      <w:r>
        <w:tab/>
      </w:r>
      <w:r w:rsidRPr="00D14747">
        <w:t>Global Climate Change</w:t>
      </w:r>
      <w:r>
        <w:t xml:space="preserve">: </w:t>
      </w:r>
      <w:r w:rsidR="00343227">
        <w:t>“</w:t>
      </w:r>
      <w:r>
        <w:t>Every day in 2013 we burned some 91.3 million barrels of oil, 324 billion cubic feet of natural gas, and 11.6 million tons of coal.</w:t>
      </w:r>
      <w:r w:rsidR="00343227">
        <w:t>”</w:t>
      </w:r>
    </w:p>
    <w:p w:rsidR="003051FD" w:rsidRDefault="003051FD" w:rsidP="00025BA2">
      <w:pPr>
        <w:pStyle w:val="NLLLNL"/>
        <w:contextualSpacing/>
      </w:pPr>
      <w:r>
        <w:t>1.</w:t>
      </w:r>
      <w:r>
        <w:tab/>
        <w:t>Monitoring Carbon Dioxide and Its Effects: Increases in the levels of carbon dioxide in the atmosphere can affect temperatures.</w:t>
      </w:r>
    </w:p>
    <w:p w:rsidR="003051FD" w:rsidRDefault="003051FD" w:rsidP="00025BA2">
      <w:pPr>
        <w:pStyle w:val="NLLLNL"/>
        <w:contextualSpacing/>
      </w:pPr>
      <w:r>
        <w:t>2.</w:t>
      </w:r>
      <w:r>
        <w:tab/>
        <w:t xml:space="preserve">Responses: </w:t>
      </w:r>
      <w:r w:rsidR="00343227">
        <w:t>“</w:t>
      </w:r>
      <w:r>
        <w:t>Most observers believe that the best course forward is to aim toward an effective, binding international treaty to reduce emissions.</w:t>
      </w:r>
      <w:r w:rsidR="00343227">
        <w:t>”</w:t>
      </w:r>
    </w:p>
    <w:p w:rsidR="00025BA2" w:rsidRDefault="00025BA2" w:rsidP="00025BA2">
      <w:pPr>
        <w:pStyle w:val="NLLLNL"/>
        <w:contextualSpacing/>
      </w:pPr>
    </w:p>
    <w:p w:rsidR="003051FD" w:rsidRDefault="003051FD" w:rsidP="00025BA2">
      <w:pPr>
        <w:pStyle w:val="NLLL"/>
        <w:contextualSpacing/>
      </w:pPr>
      <w:r>
        <w:t>D.</w:t>
      </w:r>
      <w:r>
        <w:tab/>
      </w:r>
      <w:r w:rsidRPr="00392DCE">
        <w:t>Loss</w:t>
      </w:r>
      <w:r>
        <w:t xml:space="preserve"> of Biodiversity: </w:t>
      </w:r>
      <w:r w:rsidR="00343227">
        <w:t>“</w:t>
      </w:r>
      <w:r>
        <w:t>Once a species is gone, it is gone forever. Finding ways to protect the planet's biodiversity is one of the major challenges of environmental science.</w:t>
      </w:r>
      <w:r w:rsidR="00343227">
        <w:t>”</w:t>
      </w:r>
    </w:p>
    <w:p w:rsidR="00025BA2" w:rsidRDefault="00025BA2" w:rsidP="00025BA2">
      <w:pPr>
        <w:pStyle w:val="NLLL"/>
        <w:contextualSpacing/>
      </w:pPr>
    </w:p>
    <w:p w:rsidR="003051FD" w:rsidRDefault="003051FD" w:rsidP="00025BA2">
      <w:pPr>
        <w:pStyle w:val="NLLL"/>
        <w:contextualSpacing/>
      </w:pPr>
      <w:r>
        <w:t>E.</w:t>
      </w:r>
      <w:r>
        <w:tab/>
        <w:t xml:space="preserve">Environmental Science and the Environmental Movement: </w:t>
      </w:r>
      <w:r w:rsidR="00343227">
        <w:t>“</w:t>
      </w:r>
      <w:r>
        <w:t>The environment includes the natural world, human societies, and the human-built world; it is an extremely inclusive concept.</w:t>
      </w:r>
      <w:r w:rsidR="00343227">
        <w:t>”</w:t>
      </w:r>
    </w:p>
    <w:p w:rsidR="003051FD" w:rsidRPr="00D14747" w:rsidRDefault="003051FD" w:rsidP="00025BA2">
      <w:pPr>
        <w:pStyle w:val="NLLLNL"/>
        <w:contextualSpacing/>
      </w:pPr>
      <w:r>
        <w:t>1.</w:t>
      </w:r>
      <w:r>
        <w:tab/>
        <w:t xml:space="preserve">Environmental Science: Discuss examples of historical environmental movements. </w:t>
      </w:r>
    </w:p>
    <w:p w:rsidR="003051FD" w:rsidRDefault="003051FD" w:rsidP="00025BA2">
      <w:pPr>
        <w:pStyle w:val="NLLLNL"/>
        <w:contextualSpacing/>
      </w:pPr>
      <w:r>
        <w:t>2.</w:t>
      </w:r>
      <w:r>
        <w:tab/>
        <w:t>The Early Environmental Movement:</w:t>
      </w:r>
      <w:r w:rsidRPr="0020091A">
        <w:t xml:space="preserve"> </w:t>
      </w:r>
      <w:r>
        <w:t>Discuss leaders in the modern environmental movement and the results of their work, including</w:t>
      </w:r>
      <w:r w:rsidRPr="007B10ED">
        <w:rPr>
          <w:rStyle w:val="ITAL"/>
        </w:rPr>
        <w:t xml:space="preserve"> </w:t>
      </w:r>
      <w:r w:rsidRPr="00D14747">
        <w:t>Rachel Carson</w:t>
      </w:r>
      <w:r w:rsidR="00343227">
        <w:t>’</w:t>
      </w:r>
      <w:r>
        <w:t xml:space="preserve">s work </w:t>
      </w:r>
      <w:r w:rsidRPr="007B10ED">
        <w:rPr>
          <w:rStyle w:val="ITAL"/>
        </w:rPr>
        <w:t>Silent Spring</w:t>
      </w:r>
      <w:r>
        <w:t>, which</w:t>
      </w:r>
      <w:r w:rsidRPr="00D14747">
        <w:t xml:space="preserve"> resulted in the movement to reduce exposure to a wide variety of chemicals; che</w:t>
      </w:r>
      <w:r w:rsidRPr="00D14747">
        <w:t>m</w:t>
      </w:r>
      <w:r w:rsidRPr="00D14747">
        <w:t>istry was no longer seen as only beneficial.</w:t>
      </w:r>
    </w:p>
    <w:p w:rsidR="003051FD" w:rsidRDefault="003051FD" w:rsidP="00025BA2">
      <w:pPr>
        <w:pStyle w:val="NLLLNL"/>
        <w:contextualSpacing/>
      </w:pPr>
      <w:r>
        <w:t>3.</w:t>
      </w:r>
      <w:r>
        <w:tab/>
        <w:t>The Modern Environmental Movement:</w:t>
      </w:r>
      <w:r w:rsidRPr="0020091A">
        <w:t xml:space="preserve"> </w:t>
      </w:r>
      <w:r>
        <w:t>Discuss c</w:t>
      </w:r>
      <w:r w:rsidRPr="00D14747">
        <w:t>urrent</w:t>
      </w:r>
      <w:r>
        <w:t xml:space="preserve"> environmental</w:t>
      </w:r>
      <w:r w:rsidRPr="00D14747">
        <w:t xml:space="preserve"> issue</w:t>
      </w:r>
      <w:r>
        <w:t>s then</w:t>
      </w:r>
      <w:r w:rsidRPr="00D14747">
        <w:t xml:space="preserve"> tie </w:t>
      </w:r>
      <w:r>
        <w:t xml:space="preserve">them </w:t>
      </w:r>
      <w:r w:rsidRPr="00D14747">
        <w:t>back to the issues mentioned by the students</w:t>
      </w:r>
      <w:r>
        <w:t xml:space="preserve"> </w:t>
      </w:r>
      <w:r w:rsidRPr="00D14747">
        <w:t>before you began the</w:t>
      </w:r>
      <w:r>
        <w:t xml:space="preserve"> </w:t>
      </w:r>
      <w:r w:rsidRPr="00D14747">
        <w:t>historical</w:t>
      </w:r>
      <w:r>
        <w:t>-</w:t>
      </w:r>
      <w:r w:rsidRPr="00D14747">
        <w:t>context discu</w:t>
      </w:r>
      <w:r w:rsidRPr="00D14747">
        <w:t>s</w:t>
      </w:r>
      <w:r w:rsidRPr="00D14747">
        <w:t>sion.</w:t>
      </w:r>
    </w:p>
    <w:p w:rsidR="00025BA2" w:rsidRDefault="00025BA2" w:rsidP="00025BA2">
      <w:pPr>
        <w:pStyle w:val="NLLLNL"/>
        <w:contextualSpacing/>
      </w:pPr>
    </w:p>
    <w:p w:rsidR="003051FD" w:rsidRDefault="003051FD" w:rsidP="00025BA2">
      <w:pPr>
        <w:pStyle w:val="LLMID"/>
        <w:contextualSpacing/>
      </w:pPr>
      <w:r w:rsidRPr="00D14747">
        <w:t>II.</w:t>
      </w:r>
      <w:r w:rsidR="00A64394">
        <w:tab/>
      </w:r>
      <w:r>
        <w:t>S</w:t>
      </w:r>
      <w:r w:rsidRPr="00D14747">
        <w:t>ustainability</w:t>
      </w:r>
      <w:r>
        <w:t>:</w:t>
      </w:r>
      <w:r w:rsidRPr="007C370E">
        <w:t xml:space="preserve"> </w:t>
      </w:r>
      <w:r w:rsidRPr="00AD7F06">
        <w:t xml:space="preserve">Use </w:t>
      </w:r>
      <w:r w:rsidRPr="0023458A">
        <w:rPr>
          <w:rStyle w:val="BOLD"/>
        </w:rPr>
        <w:t>Discussion Topic #2</w:t>
      </w:r>
      <w:r w:rsidRPr="00AD7F06">
        <w:t xml:space="preserve"> to discuss sustainability and its meaning.</w:t>
      </w:r>
    </w:p>
    <w:p w:rsidR="00025BA2" w:rsidRDefault="00025BA2" w:rsidP="00025BA2">
      <w:pPr>
        <w:pStyle w:val="LLMID"/>
        <w:contextualSpacing/>
      </w:pPr>
    </w:p>
    <w:p w:rsidR="003051FD" w:rsidRDefault="003051FD" w:rsidP="00025BA2">
      <w:pPr>
        <w:pStyle w:val="NLLL"/>
        <w:contextualSpacing/>
      </w:pPr>
      <w:r>
        <w:t>A.</w:t>
      </w:r>
      <w:r w:rsidR="00A64394">
        <w:tab/>
      </w:r>
      <w:r>
        <w:t>Sustainable Yields: Forestry and fisheries; trees and fish, and other biological species that we can normally use and use sustainably.</w:t>
      </w:r>
    </w:p>
    <w:p w:rsidR="00025BA2" w:rsidRDefault="00025BA2" w:rsidP="00025BA2">
      <w:pPr>
        <w:pStyle w:val="NLLL"/>
        <w:contextualSpacing/>
      </w:pPr>
    </w:p>
    <w:p w:rsidR="003051FD" w:rsidRDefault="003051FD" w:rsidP="00025BA2">
      <w:pPr>
        <w:pStyle w:val="NLLL"/>
        <w:contextualSpacing/>
      </w:pPr>
      <w:r>
        <w:t>B.</w:t>
      </w:r>
      <w:r w:rsidR="00A64394">
        <w:tab/>
      </w:r>
      <w:r>
        <w:t xml:space="preserve">Sustainable Societies: </w:t>
      </w:r>
      <w:r w:rsidRPr="00D14747">
        <w:t>What global trends are the results of not having a sustainable society?</w:t>
      </w:r>
    </w:p>
    <w:p w:rsidR="00025BA2" w:rsidRDefault="00025BA2" w:rsidP="00025BA2">
      <w:pPr>
        <w:pStyle w:val="NLLL"/>
        <w:contextualSpacing/>
      </w:pPr>
    </w:p>
    <w:p w:rsidR="003051FD" w:rsidRDefault="003051FD" w:rsidP="00025BA2">
      <w:pPr>
        <w:pStyle w:val="NLLL"/>
        <w:contextualSpacing/>
      </w:pPr>
      <w:r>
        <w:t>C.</w:t>
      </w:r>
      <w:r w:rsidR="00A64394">
        <w:tab/>
      </w:r>
      <w:r>
        <w:t xml:space="preserve">Sustainable </w:t>
      </w:r>
      <w:r w:rsidRPr="00A64394">
        <w:t>Development: Like sustainability, the definition of sustainable development differs by perspective.</w:t>
      </w:r>
      <w:r>
        <w:t xml:space="preserve"> It i</w:t>
      </w:r>
      <w:r w:rsidRPr="00D14747">
        <w:t xml:space="preserve">s important to uphold sustainable development as an ideal, or goal toward which all </w:t>
      </w:r>
      <w:r>
        <w:t xml:space="preserve">human </w:t>
      </w:r>
      <w:r w:rsidRPr="00D14747">
        <w:t>societies should be moving.</w:t>
      </w:r>
    </w:p>
    <w:p w:rsidR="00025BA2" w:rsidRDefault="00025BA2" w:rsidP="00025BA2">
      <w:pPr>
        <w:pStyle w:val="NLLL"/>
        <w:contextualSpacing/>
      </w:pPr>
    </w:p>
    <w:p w:rsidR="003051FD" w:rsidRDefault="003051FD" w:rsidP="00025BA2">
      <w:pPr>
        <w:pStyle w:val="NLLL"/>
        <w:contextualSpacing/>
      </w:pPr>
      <w:r>
        <w:t>D.</w:t>
      </w:r>
      <w:r w:rsidR="00A64394">
        <w:tab/>
      </w:r>
      <w:r>
        <w:t xml:space="preserve">An </w:t>
      </w:r>
      <w:r w:rsidRPr="00874BE9">
        <w:t>Essential</w:t>
      </w:r>
      <w:r>
        <w:t xml:space="preserve"> Transition:</w:t>
      </w:r>
      <w:r w:rsidRPr="007C370E">
        <w:t xml:space="preserve"> </w:t>
      </w:r>
      <w:r w:rsidRPr="00D14747">
        <w:t xml:space="preserve">There is broad agreement on the </w:t>
      </w:r>
      <w:r>
        <w:t xml:space="preserve">necessity of the </w:t>
      </w:r>
      <w:r w:rsidRPr="00D14747">
        <w:t xml:space="preserve">following </w:t>
      </w:r>
      <w:r>
        <w:t>changes</w:t>
      </w:r>
      <w:r w:rsidRPr="00D14747">
        <w:t>:</w:t>
      </w:r>
      <w:r>
        <w:t xml:space="preserve"> 1) a</w:t>
      </w:r>
      <w:r w:rsidRPr="00D14747">
        <w:t xml:space="preserve"> demographic transition from a continually increasing human population to one that is stable</w:t>
      </w:r>
      <w:r>
        <w:t>; 2)</w:t>
      </w:r>
      <w:r w:rsidRPr="00D14747">
        <w:t xml:space="preserve"> </w:t>
      </w:r>
      <w:r>
        <w:t>a</w:t>
      </w:r>
      <w:r w:rsidRPr="00D14747">
        <w:t xml:space="preserve"> resource transition to an economy that is not obsessed with growth, but instead relies on nature</w:t>
      </w:r>
      <w:r w:rsidR="00343227">
        <w:t>’</w:t>
      </w:r>
      <w:r w:rsidRPr="00D14747">
        <w:t>s income and protects ecosystem capital from depletion</w:t>
      </w:r>
      <w:r>
        <w:t>; 3)</w:t>
      </w:r>
      <w:r w:rsidRPr="00D14747">
        <w:t xml:space="preserve"> </w:t>
      </w:r>
      <w:r>
        <w:t>a</w:t>
      </w:r>
      <w:r w:rsidRPr="00D14747">
        <w:t xml:space="preserve"> technology transition from pollution-</w:t>
      </w:r>
      <w:r>
        <w:t>i</w:t>
      </w:r>
      <w:r w:rsidRPr="00D14747">
        <w:t>ntensive economic production to environmentally friendly processes</w:t>
      </w:r>
      <w:r>
        <w:t xml:space="preserve">; 4) a </w:t>
      </w:r>
      <w:r w:rsidRPr="00D14747">
        <w:t>political/sociological transition to societies that embrace a steward</w:t>
      </w:r>
      <w:r>
        <w:t>-like</w:t>
      </w:r>
      <w:r w:rsidRPr="00D14747">
        <w:t xml:space="preserve"> and just approach to</w:t>
      </w:r>
      <w:r>
        <w:t xml:space="preserve"> </w:t>
      </w:r>
      <w:r w:rsidRPr="00D14747">
        <w:t>people</w:t>
      </w:r>
      <w:r w:rsidR="00343227">
        <w:t>’</w:t>
      </w:r>
      <w:r w:rsidRPr="00D14747">
        <w:t>s needs and that eliminate large-scale poverty</w:t>
      </w:r>
      <w:r>
        <w:t>; 5)</w:t>
      </w:r>
      <w:r w:rsidRPr="00D14747">
        <w:t xml:space="preserve"> </w:t>
      </w:r>
      <w:r>
        <w:t>a</w:t>
      </w:r>
      <w:r w:rsidRPr="00D14747">
        <w:t xml:space="preserve"> community transition from the present car-dominated urban sprawl of developed countries to the </w:t>
      </w:r>
      <w:r w:rsidR="00343227">
        <w:t>“</w:t>
      </w:r>
      <w:r w:rsidRPr="00D14747">
        <w:t>smart growth</w:t>
      </w:r>
      <w:r w:rsidR="00343227">
        <w:t>”</w:t>
      </w:r>
      <w:r w:rsidRPr="00D14747">
        <w:t xml:space="preserve"> </w:t>
      </w:r>
      <w:r>
        <w:t>c</w:t>
      </w:r>
      <w:r w:rsidRPr="00D14747">
        <w:t>oncepts of smaller, functional settlements and more livable ci</w:t>
      </w:r>
      <w:r w:rsidRPr="00D14747">
        <w:t>t</w:t>
      </w:r>
      <w:r w:rsidRPr="00D14747">
        <w:t>ies.</w:t>
      </w:r>
    </w:p>
    <w:p w:rsidR="00025BA2" w:rsidRPr="00D14747" w:rsidRDefault="00025BA2" w:rsidP="00025BA2">
      <w:pPr>
        <w:pStyle w:val="NLLL"/>
        <w:contextualSpacing/>
      </w:pPr>
    </w:p>
    <w:p w:rsidR="003051FD" w:rsidRDefault="003051FD" w:rsidP="00025BA2">
      <w:pPr>
        <w:pStyle w:val="LLMID"/>
        <w:keepNext/>
        <w:keepLines/>
        <w:contextualSpacing/>
      </w:pPr>
      <w:r>
        <w:t>III.</w:t>
      </w:r>
      <w:r w:rsidR="00416F35">
        <w:tab/>
      </w:r>
      <w:r w:rsidRPr="00874BE9">
        <w:t>Sound</w:t>
      </w:r>
      <w:r w:rsidRPr="00D14747">
        <w:t xml:space="preserve"> Science</w:t>
      </w:r>
      <w:r>
        <w:t>:</w:t>
      </w:r>
      <w:r w:rsidRPr="003E3860">
        <w:t xml:space="preserve"> </w:t>
      </w:r>
      <w:r w:rsidRPr="00D14747">
        <w:t>Science seeks to acquire and explain factual knowledge, not just belief and opinion.</w:t>
      </w:r>
      <w:r>
        <w:t xml:space="preserve"> </w:t>
      </w:r>
      <w:r w:rsidRPr="00D14747">
        <w:t>Sc</w:t>
      </w:r>
      <w:r w:rsidRPr="00D14747">
        <w:t>i</w:t>
      </w:r>
      <w:r w:rsidRPr="00D14747">
        <w:t>ence restricts itself to considering objects and events that can be observed in an objective way.</w:t>
      </w:r>
      <w:r>
        <w:t xml:space="preserve"> </w:t>
      </w:r>
      <w:r w:rsidRPr="00D14747">
        <w:t>While religion, ethics, emotions, and so on are important, they cannot be observed in an objective fashion so they are outside the realm of science.</w:t>
      </w:r>
    </w:p>
    <w:p w:rsidR="00025BA2" w:rsidRPr="00D14747" w:rsidRDefault="00025BA2" w:rsidP="00025BA2">
      <w:pPr>
        <w:pStyle w:val="LLMID"/>
        <w:keepNext/>
        <w:keepLines/>
        <w:contextualSpacing/>
      </w:pPr>
    </w:p>
    <w:p w:rsidR="003051FD" w:rsidRDefault="003051FD" w:rsidP="00025BA2">
      <w:pPr>
        <w:pStyle w:val="NLLL"/>
        <w:contextualSpacing/>
      </w:pPr>
      <w:r>
        <w:t>A.</w:t>
      </w:r>
      <w:r>
        <w:tab/>
        <w:t>The Scientific Method:</w:t>
      </w:r>
      <w:r w:rsidRPr="003E3860">
        <w:t xml:space="preserve"> </w:t>
      </w:r>
      <w:r>
        <w:t>A</w:t>
      </w:r>
      <w:r w:rsidRPr="00D14747">
        <w:t xml:space="preserve"> process to gain knowledge; a hierarchical ordering of knowledge from innumerable observations to a few universal natural laws</w:t>
      </w:r>
      <w:r>
        <w:t>.</w:t>
      </w:r>
    </w:p>
    <w:p w:rsidR="00025BA2" w:rsidRDefault="00025BA2" w:rsidP="00025BA2">
      <w:pPr>
        <w:pStyle w:val="NLLL"/>
        <w:contextualSpacing/>
      </w:pPr>
    </w:p>
    <w:p w:rsidR="003051FD" w:rsidRPr="00D14747" w:rsidRDefault="003051FD" w:rsidP="00025BA2">
      <w:pPr>
        <w:pStyle w:val="NLLL"/>
        <w:contextualSpacing/>
      </w:pPr>
      <w:r>
        <w:t>B.</w:t>
      </w:r>
      <w:r>
        <w:tab/>
        <w:t xml:space="preserve">The Scientific Community: </w:t>
      </w:r>
      <w:r w:rsidR="00343227">
        <w:t>“</w:t>
      </w:r>
      <w:r>
        <w:t>The process of science and its outcomes take place in the context of a scientific community and a larger society. There is no single authoritative source that makes judgments on the validity of scientific explanations.</w:t>
      </w:r>
      <w:r w:rsidR="00343227">
        <w:t>”</w:t>
      </w:r>
    </w:p>
    <w:p w:rsidR="003051FD" w:rsidRDefault="003051FD" w:rsidP="00025BA2">
      <w:pPr>
        <w:pStyle w:val="NLLLNL"/>
        <w:contextualSpacing/>
      </w:pPr>
      <w:r>
        <w:t>1.</w:t>
      </w:r>
      <w:r>
        <w:tab/>
        <w:t xml:space="preserve">Professional Societies: </w:t>
      </w:r>
      <w:r w:rsidR="00343227">
        <w:t>“</w:t>
      </w:r>
      <w:r>
        <w:t>Scientists also operate through professional societies.</w:t>
      </w:r>
      <w:r w:rsidR="00343227">
        <w:t>”</w:t>
      </w:r>
    </w:p>
    <w:p w:rsidR="003051FD" w:rsidRDefault="003051FD" w:rsidP="00025BA2">
      <w:pPr>
        <w:pStyle w:val="NLLLNL"/>
        <w:contextualSpacing/>
      </w:pPr>
      <w:r>
        <w:t>2.</w:t>
      </w:r>
      <w:r>
        <w:tab/>
        <w:t>Disagreements: Even though the scientific community uses checks and balances, sometimes disagreements over data and c</w:t>
      </w:r>
      <w:r w:rsidR="00733756">
        <w:t>`</w:t>
      </w:r>
      <w:r>
        <w:t>onclusions still arise.</w:t>
      </w:r>
    </w:p>
    <w:p w:rsidR="003051FD" w:rsidRDefault="003051FD" w:rsidP="00025BA2">
      <w:pPr>
        <w:pStyle w:val="NLLLNL"/>
        <w:contextualSpacing/>
      </w:pPr>
      <w:r>
        <w:t>3.</w:t>
      </w:r>
      <w:r>
        <w:tab/>
        <w:t>Junk Science:</w:t>
      </w:r>
      <w:r w:rsidRPr="00064BFE">
        <w:t xml:space="preserve"> </w:t>
      </w:r>
      <w:r>
        <w:t>Does not conform to the rigors of sound science (because it doesn</w:t>
      </w:r>
      <w:r w:rsidR="00343227">
        <w:t>’</w:t>
      </w:r>
      <w:r>
        <w:t xml:space="preserve">t undergo the peer-review process) and it usually includes the selective presentation of desired results. </w:t>
      </w:r>
      <w:r w:rsidRPr="007B10ED">
        <w:rPr>
          <w:rStyle w:val="BOLD"/>
        </w:rPr>
        <w:t>See Discussion Topic #3</w:t>
      </w:r>
      <w:r>
        <w:t>.</w:t>
      </w:r>
    </w:p>
    <w:p w:rsidR="003051FD" w:rsidRDefault="003051FD" w:rsidP="00025BA2">
      <w:pPr>
        <w:pStyle w:val="NLLLNL"/>
        <w:contextualSpacing/>
      </w:pPr>
      <w:r>
        <w:t>4.</w:t>
      </w:r>
      <w:r>
        <w:tab/>
        <w:t>Evaluating Issues:</w:t>
      </w:r>
      <w:r w:rsidRPr="00064BFE">
        <w:t xml:space="preserve"> </w:t>
      </w:r>
      <w:r w:rsidRPr="00D14747">
        <w:t>What are the observations underlying the conclus</w:t>
      </w:r>
      <w:r>
        <w:t xml:space="preserve">ion or explanation? Can they be </w:t>
      </w:r>
      <w:r w:rsidRPr="00D14747">
        <w:t>satisfactorily confirmed?</w:t>
      </w:r>
    </w:p>
    <w:p w:rsidR="00025BA2" w:rsidRDefault="00025BA2" w:rsidP="00025BA2">
      <w:pPr>
        <w:pStyle w:val="NLLLNL"/>
        <w:contextualSpacing/>
      </w:pPr>
    </w:p>
    <w:p w:rsidR="003051FD" w:rsidRDefault="00AE4290" w:rsidP="00025BA2">
      <w:pPr>
        <w:pStyle w:val="LLMID"/>
        <w:contextualSpacing/>
      </w:pPr>
      <w:r>
        <w:t>IV.</w:t>
      </w:r>
      <w:r w:rsidR="003051FD">
        <w:tab/>
      </w:r>
      <w:r w:rsidR="003051FD" w:rsidRPr="00D14747">
        <w:t>Stewardship</w:t>
      </w:r>
      <w:r w:rsidR="003051FD">
        <w:t xml:space="preserve">: </w:t>
      </w:r>
      <w:r w:rsidR="00343227">
        <w:t>“</w:t>
      </w:r>
      <w:r w:rsidR="003051FD">
        <w:t>The actions and programs that manage natural resources and human well-being for the common good.</w:t>
      </w:r>
      <w:r w:rsidR="00343227">
        <w:t>”</w:t>
      </w:r>
    </w:p>
    <w:p w:rsidR="00025BA2" w:rsidRPr="00D14747" w:rsidRDefault="00025BA2" w:rsidP="00025BA2">
      <w:pPr>
        <w:pStyle w:val="LLMID"/>
        <w:contextualSpacing/>
      </w:pPr>
    </w:p>
    <w:p w:rsidR="003051FD" w:rsidRDefault="003051FD" w:rsidP="00025BA2">
      <w:pPr>
        <w:pStyle w:val="NLLL"/>
        <w:contextualSpacing/>
      </w:pPr>
      <w:r>
        <w:t>A.</w:t>
      </w:r>
      <w:r>
        <w:tab/>
      </w:r>
      <w:r w:rsidRPr="00D14747">
        <w:t xml:space="preserve">Who </w:t>
      </w:r>
      <w:r>
        <w:t>A</w:t>
      </w:r>
      <w:r w:rsidRPr="00D14747">
        <w:t xml:space="preserve">re </w:t>
      </w:r>
      <w:r>
        <w:t>S</w:t>
      </w:r>
      <w:r w:rsidRPr="00D14747">
        <w:t>tewards?</w:t>
      </w:r>
      <w:r>
        <w:t xml:space="preserve">: </w:t>
      </w:r>
      <w:r w:rsidRPr="00D14747">
        <w:t>How does one become a steward of the environment?</w:t>
      </w:r>
    </w:p>
    <w:p w:rsidR="00025BA2" w:rsidRDefault="00025BA2" w:rsidP="00025BA2">
      <w:pPr>
        <w:pStyle w:val="NLLL"/>
        <w:contextualSpacing/>
      </w:pPr>
    </w:p>
    <w:p w:rsidR="003051FD" w:rsidRDefault="003051FD" w:rsidP="00025BA2">
      <w:pPr>
        <w:pStyle w:val="NLLL"/>
        <w:contextualSpacing/>
      </w:pPr>
      <w:r>
        <w:t>B.</w:t>
      </w:r>
      <w:r>
        <w:tab/>
      </w:r>
      <w:r w:rsidRPr="00D14747">
        <w:t>Jus</w:t>
      </w:r>
      <w:r w:rsidRPr="003F7E18">
        <w:t>tic</w:t>
      </w:r>
      <w:r w:rsidRPr="00D14747">
        <w:t xml:space="preserve">e and </w:t>
      </w:r>
      <w:r>
        <w:t>E</w:t>
      </w:r>
      <w:r w:rsidRPr="00D14747">
        <w:t>quity</w:t>
      </w:r>
      <w:r>
        <w:t>: D</w:t>
      </w:r>
      <w:r w:rsidRPr="00D14747">
        <w:t>efine environmental racism</w:t>
      </w:r>
      <w:r>
        <w:t xml:space="preserve"> and ask</w:t>
      </w:r>
      <w:r w:rsidRPr="00D14747">
        <w:t xml:space="preserve"> the students if they know examples of environmental racism.</w:t>
      </w:r>
    </w:p>
    <w:p w:rsidR="00025BA2" w:rsidRPr="00D14747" w:rsidRDefault="00025BA2" w:rsidP="00025BA2">
      <w:pPr>
        <w:pStyle w:val="NLLL"/>
        <w:contextualSpacing/>
      </w:pPr>
    </w:p>
    <w:p w:rsidR="003051FD" w:rsidRDefault="003051FD" w:rsidP="00025BA2">
      <w:pPr>
        <w:pStyle w:val="LLMID"/>
        <w:contextualSpacing/>
      </w:pPr>
      <w:r w:rsidRPr="00D14747">
        <w:t>V.</w:t>
      </w:r>
      <w:r w:rsidRPr="00D14747">
        <w:tab/>
        <w:t>Moving Toward a Sustainable Future</w:t>
      </w:r>
      <w:r>
        <w:t xml:space="preserve">: It is </w:t>
      </w:r>
      <w:r w:rsidRPr="00E610E4">
        <w:t>important</w:t>
      </w:r>
      <w:r>
        <w:t xml:space="preserve"> to recognize globalization and to be honest about its impacts, both good and bad, for the environment.</w:t>
      </w:r>
    </w:p>
    <w:p w:rsidR="00025BA2" w:rsidRDefault="00025BA2" w:rsidP="00025BA2">
      <w:pPr>
        <w:pStyle w:val="LLMID"/>
        <w:contextualSpacing/>
      </w:pPr>
    </w:p>
    <w:p w:rsidR="003051FD" w:rsidRDefault="003051FD" w:rsidP="00025BA2">
      <w:pPr>
        <w:pStyle w:val="NLLL"/>
        <w:contextualSpacing/>
      </w:pPr>
      <w:r w:rsidRPr="00D14747">
        <w:t>A.</w:t>
      </w:r>
      <w:r w:rsidRPr="00D14747">
        <w:tab/>
      </w:r>
      <w:r>
        <w:t xml:space="preserve">Social Changes: </w:t>
      </w:r>
      <w:r w:rsidRPr="00D14747">
        <w:t>Examples</w:t>
      </w:r>
      <w:r>
        <w:t xml:space="preserve"> include the Internet, preferential trade, and transitional corporations.</w:t>
      </w:r>
    </w:p>
    <w:p w:rsidR="00025BA2" w:rsidRDefault="00025BA2" w:rsidP="00025BA2">
      <w:pPr>
        <w:pStyle w:val="NLLL"/>
        <w:contextualSpacing/>
      </w:pPr>
    </w:p>
    <w:p w:rsidR="00025BA2" w:rsidRDefault="003051FD" w:rsidP="00025BA2">
      <w:pPr>
        <w:pStyle w:val="NLLL"/>
        <w:contextualSpacing/>
      </w:pPr>
      <w:r w:rsidRPr="00D14747">
        <w:t>B.</w:t>
      </w:r>
      <w:r w:rsidRPr="00D14747">
        <w:tab/>
        <w:t>E</w:t>
      </w:r>
      <w:r>
        <w:t>nvironmental C</w:t>
      </w:r>
      <w:r w:rsidRPr="00D14747">
        <w:t>hanges</w:t>
      </w:r>
      <w:r>
        <w:t xml:space="preserve">: </w:t>
      </w:r>
      <w:r w:rsidRPr="00D14747">
        <w:t>Examples</w:t>
      </w:r>
      <w:r>
        <w:t xml:space="preserve"> include m</w:t>
      </w:r>
      <w:r w:rsidRPr="00D14747">
        <w:t>ore ecosystem</w:t>
      </w:r>
      <w:r>
        <w:t>-</w:t>
      </w:r>
      <w:r w:rsidRPr="00D14747">
        <w:t>friendly products</w:t>
      </w:r>
      <w:r>
        <w:t>; the r</w:t>
      </w:r>
      <w:r w:rsidRPr="00D14747">
        <w:t>apid spread of di</w:t>
      </w:r>
      <w:r w:rsidRPr="00D14747">
        <w:t>s</w:t>
      </w:r>
      <w:r w:rsidRPr="00D14747">
        <w:t>eases like SARS, H1N1</w:t>
      </w:r>
      <w:r>
        <w:t xml:space="preserve">, </w:t>
      </w:r>
      <w:r w:rsidRPr="00D14747">
        <w:t>and AIDS</w:t>
      </w:r>
      <w:r>
        <w:t>; and t</w:t>
      </w:r>
      <w:r w:rsidRPr="00D14747">
        <w:t>he global dispersion of exotic species</w:t>
      </w:r>
      <w:r>
        <w:t>.</w:t>
      </w:r>
    </w:p>
    <w:p w:rsidR="003051FD" w:rsidRDefault="003051FD" w:rsidP="00025BA2">
      <w:pPr>
        <w:pStyle w:val="NLLL"/>
        <w:contextualSpacing/>
      </w:pPr>
    </w:p>
    <w:p w:rsidR="003051FD" w:rsidRPr="00D14747" w:rsidRDefault="003051FD" w:rsidP="00025BA2">
      <w:pPr>
        <w:pStyle w:val="NLLL"/>
        <w:contextualSpacing/>
      </w:pPr>
      <w:r>
        <w:t>C</w:t>
      </w:r>
      <w:r w:rsidRPr="00D14747">
        <w:t>.</w:t>
      </w:r>
      <w:r w:rsidRPr="00D14747">
        <w:tab/>
        <w:t>A New Commitment</w:t>
      </w:r>
      <w:r>
        <w:t xml:space="preserve">: </w:t>
      </w:r>
      <w:r w:rsidRPr="00D14747">
        <w:t>It is not business as usua</w:t>
      </w:r>
      <w:r>
        <w:t xml:space="preserve">l. </w:t>
      </w:r>
      <w:r w:rsidRPr="00D14747">
        <w:t>Food production has improved nutrition</w:t>
      </w:r>
      <w:r>
        <w:t>, there is an i</w:t>
      </w:r>
      <w:r w:rsidRPr="00D14747">
        <w:t>ncreased life expectancy</w:t>
      </w:r>
      <w:r>
        <w:t xml:space="preserve">, and </w:t>
      </w:r>
      <w:r w:rsidRPr="00D14747">
        <w:t>population growth</w:t>
      </w:r>
      <w:r>
        <w:t xml:space="preserve"> has slowed. There is also an i</w:t>
      </w:r>
      <w:r w:rsidRPr="00D14747">
        <w:t>ncreasing environmental awareness</w:t>
      </w:r>
      <w:r>
        <w:t>.</w:t>
      </w:r>
    </w:p>
    <w:p w:rsidR="003051FD" w:rsidRPr="00B847E8" w:rsidRDefault="003051FD" w:rsidP="00EE407F">
      <w:pPr>
        <w:pStyle w:val="H1"/>
        <w:keepNext/>
        <w:keepLines/>
        <w:spacing w:before="280" w:after="200"/>
        <w:contextualSpacing/>
      </w:pPr>
      <w:r w:rsidRPr="00B847E8">
        <w:t>Review Questions: Possible Answers</w:t>
      </w:r>
    </w:p>
    <w:p w:rsidR="003051FD" w:rsidRPr="00733756" w:rsidRDefault="00B500BF" w:rsidP="00025BA2">
      <w:pPr>
        <w:pStyle w:val="NLFIRST"/>
      </w:pPr>
      <w:r w:rsidRPr="0023458A">
        <w:rPr>
          <w:rStyle w:val="ITAL"/>
        </w:rPr>
        <w:t>1.</w:t>
      </w:r>
      <w:r w:rsidRPr="0023458A">
        <w:rPr>
          <w:rStyle w:val="ITAL"/>
        </w:rPr>
        <w:tab/>
      </w:r>
      <w:r w:rsidR="003051FD" w:rsidRPr="00B500BF">
        <w:rPr>
          <w:rStyle w:val="ITAL"/>
        </w:rPr>
        <w:t>What information made Rachel Carson concerned about chemical pollution?</w:t>
      </w:r>
    </w:p>
    <w:p w:rsidR="003051FD" w:rsidRPr="005E37EE" w:rsidRDefault="003051FD" w:rsidP="00025BA2">
      <w:pPr>
        <w:pStyle w:val="NPONLY"/>
        <w:contextualSpacing/>
      </w:pPr>
      <w:r w:rsidRPr="00E55DE7">
        <w:t xml:space="preserve">The widespread use of pesticides and herbicides on </w:t>
      </w:r>
      <w:r w:rsidR="00343227">
        <w:t>“</w:t>
      </w:r>
      <w:r w:rsidRPr="00E55DE7">
        <w:t>crops, forests, and towns and cities,</w:t>
      </w:r>
      <w:r w:rsidR="00343227">
        <w:t>”</w:t>
      </w:r>
      <w:r w:rsidRPr="00E55DE7">
        <w:t xml:space="preserve"> especially the use of the pesticide DDT, were concerning to Rachel Carson and provided and impetus for the research that led her to write </w:t>
      </w:r>
      <w:r w:rsidRPr="005E37EE">
        <w:t>Silent Spring.</w:t>
      </w:r>
    </w:p>
    <w:p w:rsidR="003051FD" w:rsidRPr="00B500BF" w:rsidRDefault="00B500BF" w:rsidP="00025BA2">
      <w:pPr>
        <w:pStyle w:val="NLMID"/>
        <w:contextualSpacing/>
        <w:rPr>
          <w:rStyle w:val="ITAL"/>
        </w:rPr>
      </w:pPr>
      <w:r w:rsidRPr="0023458A">
        <w:rPr>
          <w:rStyle w:val="ITAL"/>
        </w:rPr>
        <w:t>2.</w:t>
      </w:r>
      <w:r w:rsidRPr="0023458A">
        <w:rPr>
          <w:rStyle w:val="ITAL"/>
        </w:rPr>
        <w:tab/>
      </w:r>
      <w:r w:rsidR="003051FD" w:rsidRPr="00B500BF">
        <w:rPr>
          <w:rStyle w:val="ITAL"/>
        </w:rPr>
        <w:t>What is the paradox of human population and well-being?</w:t>
      </w:r>
    </w:p>
    <w:p w:rsidR="003051FD" w:rsidRPr="00E55DE7" w:rsidRDefault="003051FD" w:rsidP="00025BA2">
      <w:pPr>
        <w:pStyle w:val="NPONLY"/>
        <w:contextualSpacing/>
      </w:pPr>
      <w:r w:rsidRPr="00E55DE7">
        <w:t>The environmentalist's paradox refers to the observation that human well-being appears to be increasing while the health of ecosystems has been declining. As human population numbers increase (a seemingly positive thing for the human population), the repercussions for the ecosystems that support humans are dramatic.</w:t>
      </w:r>
    </w:p>
    <w:p w:rsidR="003051FD" w:rsidRPr="00B500BF" w:rsidRDefault="00B500BF" w:rsidP="00025BA2">
      <w:pPr>
        <w:pStyle w:val="NLMID"/>
        <w:contextualSpacing/>
        <w:rPr>
          <w:rStyle w:val="ITAL"/>
        </w:rPr>
      </w:pPr>
      <w:r w:rsidRPr="0023458A">
        <w:rPr>
          <w:rStyle w:val="ITAL"/>
        </w:rPr>
        <w:t>3.</w:t>
      </w:r>
      <w:r>
        <w:tab/>
      </w:r>
      <w:r w:rsidR="003051FD" w:rsidRPr="00B500BF">
        <w:rPr>
          <w:rStyle w:val="ITAL"/>
        </w:rPr>
        <w:t>Cite four global trends that indicate that the health of planet Earth is suffering.</w:t>
      </w:r>
    </w:p>
    <w:p w:rsidR="003051FD" w:rsidRPr="00E55DE7" w:rsidRDefault="00343227" w:rsidP="00025BA2">
      <w:pPr>
        <w:pStyle w:val="NPONLY"/>
        <w:contextualSpacing/>
      </w:pPr>
      <w:r>
        <w:t>“</w:t>
      </w:r>
      <w:r w:rsidR="003051FD" w:rsidRPr="00E55DE7">
        <w:t>Four global trends are particularly unhealthy: (1) increasing population growth and its detrimental effects on human well-being, (2) a decline of vital ecosystem services, (3) the negative impacts of global climate change, and (4) a loss of biodiversity.</w:t>
      </w:r>
      <w:r>
        <w:t>”</w:t>
      </w:r>
      <w:r w:rsidR="003051FD" w:rsidRPr="00E55DE7">
        <w:t xml:space="preserve"> </w:t>
      </w:r>
    </w:p>
    <w:p w:rsidR="003051FD" w:rsidRPr="00B500BF" w:rsidRDefault="003051FD" w:rsidP="00025BA2">
      <w:pPr>
        <w:pStyle w:val="NLMID"/>
        <w:keepNext/>
        <w:keepLines/>
        <w:contextualSpacing/>
        <w:rPr>
          <w:rStyle w:val="ITAL"/>
        </w:rPr>
      </w:pPr>
      <w:r w:rsidRPr="0023458A">
        <w:rPr>
          <w:rStyle w:val="ITAL"/>
        </w:rPr>
        <w:t>4.</w:t>
      </w:r>
      <w:r w:rsidR="00B500BF" w:rsidRPr="0023458A">
        <w:rPr>
          <w:rStyle w:val="ITAL"/>
        </w:rPr>
        <w:tab/>
      </w:r>
      <w:r w:rsidRPr="00B500BF">
        <w:rPr>
          <w:rStyle w:val="ITAL"/>
        </w:rPr>
        <w:t>Define environment, and describe the general development and successes of modern environmentalism.</w:t>
      </w:r>
    </w:p>
    <w:p w:rsidR="003051FD" w:rsidRDefault="003051FD" w:rsidP="00025BA2">
      <w:pPr>
        <w:pStyle w:val="NPONLY"/>
        <w:contextualSpacing/>
      </w:pPr>
      <w:r w:rsidRPr="00E55DE7">
        <w:t>The word env</w:t>
      </w:r>
      <w:r w:rsidRPr="0023458A">
        <w:t>i</w:t>
      </w:r>
      <w:r w:rsidRPr="00E55DE7">
        <w:t>ronment</w:t>
      </w:r>
      <w:r w:rsidRPr="0023458A">
        <w:t xml:space="preserve"> </w:t>
      </w:r>
      <w:r w:rsidRPr="00E55DE7">
        <w:t xml:space="preserve">is a broad term and it describes the natural world, human societies, and the human-built world. When the frontier </w:t>
      </w:r>
      <w:r w:rsidR="00343227">
        <w:t>“</w:t>
      </w:r>
      <w:r w:rsidRPr="00E55DE7">
        <w:t>closed</w:t>
      </w:r>
      <w:r w:rsidR="00343227">
        <w:t>”</w:t>
      </w:r>
      <w:r w:rsidRPr="00E55DE7">
        <w:t xml:space="preserve"> in the late 19th century, people realized that unique wild areas were disappearing. Different groups formed to help popularize the idea of wilderness and preservation of lands. A second wave came after the Dust Bowl and during the Great Depression with the CCC and others. After WWII a technology explosion caused economic (and population) expansion, which led to many environmental problems. New chemicals led to the decline of bird populations. Rachel Carson</w:t>
      </w:r>
      <w:r w:rsidR="00343227">
        <w:t>’</w:t>
      </w:r>
      <w:r w:rsidRPr="00E55DE7">
        <w:t>s book and others led to the modern environmental movement. A more militant population demanded decreased pollution and increased cleanup. It was a grassroots movement as opposed to a governmental or official one. New groups formed and old ones found new members and new help. Many laws were passed in the late 1960s and the 1970s, such as the Clean Air and Clear Water Acts. The EPA was also founded. From there all kinds of things happened, depending on the issues, the government, and the people.</w:t>
      </w:r>
    </w:p>
    <w:p w:rsidR="0061306F" w:rsidRPr="00E55DE7" w:rsidRDefault="0061306F" w:rsidP="00025BA2">
      <w:pPr>
        <w:pStyle w:val="NPONLY"/>
        <w:contextualSpacing/>
      </w:pPr>
    </w:p>
    <w:p w:rsidR="003051FD" w:rsidRPr="00B500BF" w:rsidRDefault="003051FD" w:rsidP="00025BA2">
      <w:pPr>
        <w:pStyle w:val="NLMID"/>
        <w:contextualSpacing/>
        <w:rPr>
          <w:rStyle w:val="ITAL"/>
        </w:rPr>
      </w:pPr>
      <w:r w:rsidRPr="0023458A">
        <w:rPr>
          <w:rStyle w:val="ITAL"/>
        </w:rPr>
        <w:t>5.</w:t>
      </w:r>
      <w:r w:rsidR="00D3037F" w:rsidRPr="005E37EE">
        <w:tab/>
      </w:r>
      <w:r w:rsidRPr="00B500BF">
        <w:rPr>
          <w:rStyle w:val="ITAL"/>
        </w:rPr>
        <w:t>What are the concepts behind each of the three unifying themes—sound science, sustainability, and stewardship?</w:t>
      </w:r>
    </w:p>
    <w:p w:rsidR="003051FD" w:rsidRPr="00D14747" w:rsidRDefault="003051FD" w:rsidP="00025BA2">
      <w:pPr>
        <w:pStyle w:val="NPFIRST"/>
        <w:contextualSpacing/>
      </w:pPr>
      <w:r w:rsidRPr="00894636">
        <w:rPr>
          <w:bCs/>
        </w:rPr>
        <w:t>Sound</w:t>
      </w:r>
      <w:r w:rsidRPr="00D14747">
        <w:rPr>
          <w:bCs/>
        </w:rPr>
        <w:t xml:space="preserve"> science is based on the </w:t>
      </w:r>
      <w:r w:rsidRPr="00D14747">
        <w:t>rigors of the methods and practice of legitimate science.</w:t>
      </w:r>
      <w:r>
        <w:t xml:space="preserve"> </w:t>
      </w:r>
      <w:r w:rsidRPr="00D14747">
        <w:t>This means years of observation, experimentation</w:t>
      </w:r>
      <w:r>
        <w:t>,</w:t>
      </w:r>
      <w:r w:rsidRPr="00D14747">
        <w:t xml:space="preserve"> and peer review are behind it.</w:t>
      </w:r>
      <w:r>
        <w:t xml:space="preserve"> </w:t>
      </w:r>
      <w:r w:rsidRPr="004E58F9">
        <w:t>Sound</w:t>
      </w:r>
      <w:r w:rsidRPr="00D14747">
        <w:t xml:space="preserve"> science involves an approach to understanding how the natural world works, an approach that has become known as the scientific method.</w:t>
      </w:r>
      <w:r>
        <w:t xml:space="preserve"> </w:t>
      </w:r>
      <w:r w:rsidRPr="00D14747">
        <w:t>Careful observ</w:t>
      </w:r>
      <w:r w:rsidRPr="00D14747">
        <w:t>a</w:t>
      </w:r>
      <w:r w:rsidRPr="00D14747">
        <w:t>tion is of utmost importance.</w:t>
      </w:r>
      <w:r>
        <w:t xml:space="preserve"> </w:t>
      </w:r>
      <w:r w:rsidRPr="00D14747">
        <w:t>Solutions to environmental problems should not be implemented without sound science behind them.</w:t>
      </w:r>
      <w:r>
        <w:t xml:space="preserve"> </w:t>
      </w:r>
    </w:p>
    <w:p w:rsidR="003051FD" w:rsidRPr="00D14747" w:rsidRDefault="003051FD" w:rsidP="00025BA2">
      <w:pPr>
        <w:pStyle w:val="NPMID"/>
        <w:contextualSpacing/>
      </w:pPr>
      <w:r w:rsidRPr="004E58F9">
        <w:t>Sustainability</w:t>
      </w:r>
      <w:r w:rsidRPr="00D14747">
        <w:t xml:space="preserve"> is a system or process that can be continued indefinitely, without depleting any of the mat</w:t>
      </w:r>
      <w:r w:rsidRPr="00D14747">
        <w:t>e</w:t>
      </w:r>
      <w:r w:rsidRPr="00D14747">
        <w:t>rial or energy resources required to keep it running.</w:t>
      </w:r>
      <w:r>
        <w:t xml:space="preserve"> </w:t>
      </w:r>
      <w:r w:rsidRPr="00D14747">
        <w:t>A solution to any problem isn</w:t>
      </w:r>
      <w:r w:rsidR="00343227">
        <w:t>’</w:t>
      </w:r>
      <w:r w:rsidRPr="00D14747">
        <w:t>t useful if it costs too much money to keep doing, uses too many resources, impairs people</w:t>
      </w:r>
      <w:r w:rsidR="00343227">
        <w:t>’</w:t>
      </w:r>
      <w:r w:rsidRPr="00D14747">
        <w:t>s ability to work well and live decently, or puts many companies out of business and people out of work.</w:t>
      </w:r>
      <w:r>
        <w:t xml:space="preserve"> </w:t>
      </w:r>
      <w:r w:rsidRPr="00D14747">
        <w:t>For example, a decree that no more rain forests can be cut is not sustainable unless a way for the indigenous people to survive and live a decent lifestyle can be found to replace their previous livelihood of slash</w:t>
      </w:r>
      <w:r>
        <w:t>-</w:t>
      </w:r>
      <w:r w:rsidRPr="00D14747">
        <w:t>and</w:t>
      </w:r>
      <w:r>
        <w:t>-</w:t>
      </w:r>
      <w:r w:rsidRPr="00D14747">
        <w:t>burn agriculture.</w:t>
      </w:r>
      <w:r>
        <w:t xml:space="preserve"> </w:t>
      </w:r>
      <w:r w:rsidRPr="00A61124">
        <w:t>Mandating</w:t>
      </w:r>
      <w:r w:rsidRPr="00D14747">
        <w:t xml:space="preserve"> that all farms are organic and pesticide free is unsustainable if the crop is lost to locusts or ot</w:t>
      </w:r>
      <w:r>
        <w:t xml:space="preserve">her pests year after year. If </w:t>
      </w:r>
      <w:r w:rsidRPr="00D14747">
        <w:t>a system is to be sustainable, it also has to be well thought out and in balance.</w:t>
      </w:r>
      <w:r>
        <w:t xml:space="preserve"> </w:t>
      </w:r>
      <w:r w:rsidRPr="00D14747">
        <w:t>Like sound science, solutions to environmental problems should not be implemented unless they are sustainable.</w:t>
      </w:r>
    </w:p>
    <w:p w:rsidR="003051FD" w:rsidRPr="00D14747" w:rsidRDefault="003051FD" w:rsidP="00025BA2">
      <w:pPr>
        <w:pStyle w:val="NPLAST"/>
        <w:contextualSpacing/>
      </w:pPr>
      <w:r w:rsidRPr="0047344C">
        <w:t>Stewardship</w:t>
      </w:r>
      <w:r w:rsidRPr="00D14747">
        <w:t xml:space="preserve"> ties these together.</w:t>
      </w:r>
      <w:r>
        <w:t xml:space="preserve"> </w:t>
      </w:r>
      <w:r w:rsidRPr="00D14747">
        <w:t>It is the actions and programs that manage natural resources and human well-being for the common good.</w:t>
      </w:r>
      <w:r>
        <w:t xml:space="preserve"> </w:t>
      </w:r>
      <w:r w:rsidRPr="00D14747">
        <w:t>Stewards are those who care for something—from the natural world or from human culture—that they do not own and that they will pass on to the next generation. Modern-day environmental stewardship, therefore, incorporates an ethic that guides actions taken to benefit the natural world as well as people.</w:t>
      </w:r>
      <w:r>
        <w:t xml:space="preserve"> </w:t>
      </w:r>
      <w:r w:rsidRPr="00D14747">
        <w:t>Like the other two concepts, environmental solutions should include stewardship as an impetus.</w:t>
      </w:r>
      <w:r>
        <w:t xml:space="preserve"> </w:t>
      </w:r>
      <w:r w:rsidRPr="00D14747">
        <w:t>We only have one planet</w:t>
      </w:r>
      <w:r>
        <w:t>,</w:t>
      </w:r>
      <w:r w:rsidRPr="00D14747">
        <w:t xml:space="preserve"> and we have to share it with the present population and future populations as well. </w:t>
      </w:r>
    </w:p>
    <w:p w:rsidR="003051FD" w:rsidRPr="00B500BF" w:rsidRDefault="003051FD" w:rsidP="00025BA2">
      <w:pPr>
        <w:pStyle w:val="NLMID"/>
        <w:contextualSpacing/>
        <w:rPr>
          <w:rStyle w:val="ITAL"/>
        </w:rPr>
      </w:pPr>
      <w:r w:rsidRPr="0023458A">
        <w:rPr>
          <w:rStyle w:val="ITAL"/>
        </w:rPr>
        <w:t>6.</w:t>
      </w:r>
      <w:r w:rsidR="00F4345B" w:rsidRPr="0023458A">
        <w:rPr>
          <w:rStyle w:val="ITAL"/>
        </w:rPr>
        <w:tab/>
      </w:r>
      <w:r w:rsidRPr="00B500BF">
        <w:rPr>
          <w:rStyle w:val="ITAL"/>
        </w:rPr>
        <w:t xml:space="preserve">Explain the role of assumptions, observation, experimentation, and theory formation in the operation of scientific research and thinking. </w:t>
      </w:r>
    </w:p>
    <w:p w:rsidR="003051FD" w:rsidRPr="00E55DE7" w:rsidRDefault="003051FD" w:rsidP="00025BA2">
      <w:pPr>
        <w:pStyle w:val="NPONLY"/>
        <w:contextualSpacing/>
      </w:pPr>
      <w:r w:rsidRPr="00E55DE7">
        <w:t xml:space="preserve">Most scientific theories, laws, facts, etc., began with observations and assumptions. A simple example is no matter how far you put something into the air, it always falls to the ground—this eventually led to the Law of Gravity. People assumed if they let go of something, it would fall. These observations and assumptions lead to experimentation and conclusions. Conclusions become a theory only after much testing and confirmation that it is logically consistent with all observations—and there is always the possibility that new information or better observation techniques (such as better microscopes or telescopes) will lead to new theories. It is sometimes more informative if a hypothesis is proven wrong then if the data seems to show it is correct. Through logical reasoning, theories will generally suggest or predict certain events. If an event predicted by a theory is observed, the observation provides strong evidence for the truth of the theory. Predictions require experiments, testing, further data gathering, and more observation. Theories or concepts are perfectly valid explanations of data gathered from the natural world, and they can also be predictive: they model the way we believe the natural world works and enable us to make qualified predictions of future outcomes. For example, if we know that PCBs have a half-life of hundreds of years, we can predict that they will be in the Great Lakes and food chains long after we are gone. Scientific thinking and research requires data, quantification, accurate observations, and experimentation. </w:t>
      </w:r>
    </w:p>
    <w:p w:rsidR="003051FD" w:rsidRPr="00B500BF" w:rsidRDefault="003051FD" w:rsidP="00025BA2">
      <w:pPr>
        <w:pStyle w:val="NLMID"/>
        <w:contextualSpacing/>
        <w:rPr>
          <w:rStyle w:val="ITAL"/>
        </w:rPr>
      </w:pPr>
      <w:r w:rsidRPr="0023458A">
        <w:rPr>
          <w:rStyle w:val="ITAL"/>
        </w:rPr>
        <w:t>7.</w:t>
      </w:r>
      <w:r w:rsidR="00F4345B" w:rsidRPr="007B10ED">
        <w:tab/>
      </w:r>
      <w:r w:rsidRPr="00B500BF">
        <w:rPr>
          <w:rStyle w:val="ITAL"/>
        </w:rPr>
        <w:t>Cite some reasons for the existence of controversies within science, and carefully distinguish between sound science and junk science.</w:t>
      </w:r>
    </w:p>
    <w:p w:rsidR="003051FD" w:rsidRPr="00D14747" w:rsidRDefault="00343227" w:rsidP="00025BA2">
      <w:pPr>
        <w:pStyle w:val="NPFIRST"/>
        <w:contextualSpacing/>
      </w:pPr>
      <w:r>
        <w:t>“</w:t>
      </w:r>
      <w:r w:rsidR="003051FD" w:rsidRPr="000217DF">
        <w:t>There</w:t>
      </w:r>
      <w:r w:rsidR="003051FD" w:rsidRPr="00D14747">
        <w:t xml:space="preserve"> </w:t>
      </w:r>
      <w:r w:rsidR="003051FD">
        <w:t xml:space="preserve">[are] </w:t>
      </w:r>
      <w:r w:rsidR="003051FD" w:rsidRPr="00D14747">
        <w:t>at least four reasons</w:t>
      </w:r>
      <w:r>
        <w:t>”</w:t>
      </w:r>
      <w:r w:rsidR="003051FD" w:rsidRPr="00D14747">
        <w:t xml:space="preserve"> for controversies in science</w:t>
      </w:r>
      <w:r w:rsidR="003051FD">
        <w:t xml:space="preserve">. First, </w:t>
      </w:r>
      <w:r>
        <w:t>“</w:t>
      </w:r>
      <w:r w:rsidR="003051FD">
        <w:t>w</w:t>
      </w:r>
      <w:r w:rsidR="003051FD" w:rsidRPr="00D14747">
        <w:t>e are continually confronted by new observation</w:t>
      </w:r>
      <w:r w:rsidR="003051FD">
        <w:t xml:space="preserve"> . . .</w:t>
      </w:r>
      <w:r w:rsidR="003051FD" w:rsidRPr="00D14747">
        <w:t xml:space="preserve"> </w:t>
      </w:r>
      <w:r w:rsidR="003051FD">
        <w:t>[</w:t>
      </w:r>
      <w:r w:rsidR="003051FD" w:rsidRPr="00D14747">
        <w:t>and i</w:t>
      </w:r>
      <w:r w:rsidR="003051FD">
        <w:t>t]</w:t>
      </w:r>
      <w:r w:rsidR="003051FD" w:rsidRPr="00D14747">
        <w:t xml:space="preserve"> takes some time before all the hypotheses regarding the cause of what we have observed can be adequately tested.</w:t>
      </w:r>
      <w:r w:rsidR="003051FD">
        <w:t xml:space="preserve"> </w:t>
      </w:r>
      <w:r w:rsidR="003051FD" w:rsidRPr="00D14747">
        <w:t>During this time, there may be honest disagreement as to which hypothesis is most likely.</w:t>
      </w:r>
      <w:r w:rsidR="003051FD">
        <w:t xml:space="preserve"> </w:t>
      </w:r>
      <w:r w:rsidR="003051FD" w:rsidRPr="00D14747">
        <w:t>Such controversies are gradually settled by further observations and testing</w:t>
      </w:r>
      <w:r w:rsidR="003051FD">
        <w:t>. . . .</w:t>
      </w:r>
      <w:r>
        <w:t>”</w:t>
      </w:r>
      <w:r w:rsidR="003051FD">
        <w:t xml:space="preserve"> </w:t>
      </w:r>
      <w:r w:rsidR="003051FD" w:rsidRPr="00D14747">
        <w:t xml:space="preserve">Second, we are looking at complex phenomena that </w:t>
      </w:r>
      <w:r>
        <w:t>“</w:t>
      </w:r>
      <w:r w:rsidR="003051FD" w:rsidRPr="00D14747">
        <w:t>do not lend themselves to simple tests of experiments</w:t>
      </w:r>
      <w:r w:rsidR="003051FD">
        <w:t xml:space="preserve">. . . . </w:t>
      </w:r>
      <w:r w:rsidR="003051FD" w:rsidRPr="00D14747">
        <w:t>Gradually, different lines of evidence come to support one hypothesis and exclude another, enabling the issue to be r</w:t>
      </w:r>
      <w:r w:rsidR="003051FD" w:rsidRPr="00D14747">
        <w:t>e</w:t>
      </w:r>
      <w:r w:rsidR="003051FD" w:rsidRPr="00D14747">
        <w:t>solved.</w:t>
      </w:r>
      <w:r>
        <w:t>”</w:t>
      </w:r>
      <w:r w:rsidR="003051FD">
        <w:t xml:space="preserve"> </w:t>
      </w:r>
      <w:r w:rsidR="003051FD" w:rsidRPr="00D14747">
        <w:t xml:space="preserve">Third, </w:t>
      </w:r>
      <w:r>
        <w:t>“</w:t>
      </w:r>
      <w:r w:rsidR="003051FD" w:rsidRPr="00D14747">
        <w:t>there are many vested interests which wish to maintain and promote disagreement because they stand to profit by doing so.</w:t>
      </w:r>
      <w:r>
        <w:t>”</w:t>
      </w:r>
      <w:r w:rsidR="003051FD">
        <w:t xml:space="preserve"> </w:t>
      </w:r>
      <w:r w:rsidR="003051FD" w:rsidRPr="00D14747">
        <w:t xml:space="preserve">Last, </w:t>
      </w:r>
      <w:r>
        <w:t>“</w:t>
      </w:r>
      <w:r w:rsidR="003051FD" w:rsidRPr="00D14747">
        <w:t>subjective value judgments may be involved.</w:t>
      </w:r>
      <w:r>
        <w:t>”</w:t>
      </w:r>
      <w:r w:rsidR="003051FD" w:rsidRPr="00D14747">
        <w:t xml:space="preserve"> </w:t>
      </w:r>
    </w:p>
    <w:p w:rsidR="003051FD" w:rsidRPr="00E55DE7" w:rsidRDefault="003051FD" w:rsidP="00025BA2">
      <w:pPr>
        <w:pStyle w:val="NPLAST"/>
        <w:contextualSpacing/>
      </w:pPr>
      <w:r w:rsidRPr="00E55DE7">
        <w:t xml:space="preserve">Sound science has the scientific method behind it. Assumptions and hypotheses have been tested over and over and over, and papers have been reviewed by peers before being published. Historic sciences such as astronomy and geology have many careful observations and measurements that are repeated over and over. Junk science does not conform to the rigors of science. It picks only the observations or results that </w:t>
      </w:r>
      <w:r w:rsidR="00343227">
        <w:t>“</w:t>
      </w:r>
      <w:r w:rsidRPr="00E55DE7">
        <w:t>prove</w:t>
      </w:r>
      <w:r w:rsidR="00343227">
        <w:t>”</w:t>
      </w:r>
      <w:r w:rsidRPr="00E55DE7">
        <w:t xml:space="preserve"> its point. The material may be published but not in recognized peer-reviewed journals. </w:t>
      </w:r>
    </w:p>
    <w:p w:rsidR="003051FD" w:rsidRPr="00B500BF" w:rsidRDefault="003051FD" w:rsidP="00025BA2">
      <w:pPr>
        <w:pStyle w:val="NLMID"/>
        <w:contextualSpacing/>
        <w:rPr>
          <w:rStyle w:val="ITAL"/>
        </w:rPr>
      </w:pPr>
      <w:r w:rsidRPr="0023458A">
        <w:rPr>
          <w:rStyle w:val="ITAL"/>
        </w:rPr>
        <w:t>8.</w:t>
      </w:r>
      <w:r w:rsidR="00D82AA6">
        <w:tab/>
      </w:r>
      <w:r w:rsidRPr="00B500BF">
        <w:rPr>
          <w:rStyle w:val="ITAL"/>
        </w:rPr>
        <w:t>Define sustainability and sustainable development. What is a sustainable society?</w:t>
      </w:r>
    </w:p>
    <w:p w:rsidR="003051FD" w:rsidRPr="00D14747" w:rsidRDefault="00343227" w:rsidP="00025BA2">
      <w:pPr>
        <w:pStyle w:val="NPFIRST"/>
        <w:contextualSpacing/>
      </w:pPr>
      <w:r>
        <w:t>“</w:t>
      </w:r>
      <w:r w:rsidR="003051FD" w:rsidRPr="00D14747">
        <w:t xml:space="preserve">A system or process </w:t>
      </w:r>
      <w:r w:rsidR="003051FD">
        <w:t>. . .</w:t>
      </w:r>
      <w:r w:rsidR="003051FD" w:rsidRPr="00D14747">
        <w:t xml:space="preserve"> that can be continued indefinitely, without depleting any of the material or energy resources r</w:t>
      </w:r>
      <w:r w:rsidR="003051FD">
        <w:t>equired to keep it running.</w:t>
      </w:r>
      <w:r>
        <w:t>”</w:t>
      </w:r>
      <w:r w:rsidR="003051FD">
        <w:t xml:space="preserve"> </w:t>
      </w:r>
      <w:r w:rsidR="003051FD" w:rsidRPr="00D14747">
        <w:t>By this definition, it would be impossible to run a modern society on fossil fuels.</w:t>
      </w:r>
      <w:r w:rsidR="003051FD">
        <w:t xml:space="preserve"> </w:t>
      </w:r>
      <w:r w:rsidR="003051FD" w:rsidRPr="00D14747">
        <w:t>(The rate at which fossil fuels are created is so slow that almost any rate of use would exceed the rate of creation.)</w:t>
      </w:r>
    </w:p>
    <w:p w:rsidR="003051FD" w:rsidRPr="00D14747" w:rsidRDefault="00343227" w:rsidP="00025BA2">
      <w:pPr>
        <w:pStyle w:val="NPLAST"/>
        <w:contextualSpacing/>
      </w:pPr>
      <w:r>
        <w:t>“</w:t>
      </w:r>
      <w:r w:rsidR="003051FD">
        <w:t>A</w:t>
      </w:r>
      <w:r w:rsidR="003051FD" w:rsidRPr="00D14747">
        <w:t xml:space="preserve"> </w:t>
      </w:r>
      <w:r w:rsidR="003051FD" w:rsidRPr="000217DF">
        <w:t>sustainable</w:t>
      </w:r>
      <w:r w:rsidR="003051FD" w:rsidRPr="00D14747">
        <w:t xml:space="preserve"> society is a society in balance with the natural world.</w:t>
      </w:r>
      <w:r>
        <w:t>”</w:t>
      </w:r>
      <w:r w:rsidR="003051FD">
        <w:t xml:space="preserve"> </w:t>
      </w:r>
      <w:r w:rsidR="003051FD" w:rsidRPr="00D14747">
        <w:t>It is possible for a sustainable society to continue indefinitely because it does not deplete its resource base or produce pollutants in excess of n</w:t>
      </w:r>
      <w:r w:rsidR="003051FD" w:rsidRPr="00D14747">
        <w:t>a</w:t>
      </w:r>
      <w:r w:rsidR="003051FD" w:rsidRPr="00D14747">
        <w:t>ture</w:t>
      </w:r>
      <w:r>
        <w:t>’</w:t>
      </w:r>
      <w:r w:rsidR="003051FD" w:rsidRPr="00D14747">
        <w:t>s ability to absorb/process them.</w:t>
      </w:r>
    </w:p>
    <w:p w:rsidR="003051FD" w:rsidRPr="007B10ED" w:rsidRDefault="003051FD" w:rsidP="00025BA2">
      <w:pPr>
        <w:pStyle w:val="NLMID"/>
        <w:contextualSpacing/>
        <w:rPr>
          <w:rStyle w:val="ITAL"/>
        </w:rPr>
      </w:pPr>
      <w:r w:rsidRPr="0023458A">
        <w:rPr>
          <w:rStyle w:val="ITAL"/>
        </w:rPr>
        <w:t>9.</w:t>
      </w:r>
      <w:r w:rsidR="00D82AA6">
        <w:tab/>
      </w:r>
      <w:r w:rsidRPr="007B10ED">
        <w:rPr>
          <w:rStyle w:val="ITAL"/>
        </w:rPr>
        <w:t>List five transitions that are necessary for a future sustainable civilization.</w:t>
      </w:r>
    </w:p>
    <w:p w:rsidR="003051FD" w:rsidRPr="00D14747" w:rsidRDefault="003051FD" w:rsidP="00025BA2">
      <w:pPr>
        <w:pStyle w:val="NPFIRST"/>
        <w:contextualSpacing/>
      </w:pPr>
      <w:r w:rsidRPr="00C90DFB">
        <w:t>There</w:t>
      </w:r>
      <w:r w:rsidRPr="00D14747">
        <w:t xml:space="preserve"> is broad agreement on the following major points:</w:t>
      </w:r>
    </w:p>
    <w:p w:rsidR="003051FD" w:rsidRPr="00D14747" w:rsidRDefault="00121448" w:rsidP="00025BA2">
      <w:pPr>
        <w:pStyle w:val="NLBLFIRST"/>
        <w:contextualSpacing/>
      </w:pPr>
      <w:r>
        <w:sym w:font="Wingdings" w:char="F09F"/>
      </w:r>
      <w:r>
        <w:tab/>
      </w:r>
      <w:r w:rsidR="003051FD" w:rsidRPr="00D14747">
        <w:t>A demographic transition from a continually increasing human population to one that is stable.</w:t>
      </w:r>
    </w:p>
    <w:p w:rsidR="003051FD" w:rsidRPr="00D14747" w:rsidRDefault="00121448" w:rsidP="00025BA2">
      <w:pPr>
        <w:pStyle w:val="NLBLMID"/>
        <w:contextualSpacing/>
      </w:pPr>
      <w:r>
        <w:sym w:font="Wingdings" w:char="F09F"/>
      </w:r>
      <w:r>
        <w:tab/>
      </w:r>
      <w:r w:rsidR="003051FD" w:rsidRPr="00D14747">
        <w:t>A resource transition to an economy that is not obsessed with growth, but instead relies on nature</w:t>
      </w:r>
      <w:r w:rsidR="00343227">
        <w:t>’</w:t>
      </w:r>
      <w:r w:rsidR="003051FD" w:rsidRPr="00D14747">
        <w:t>s income and protects ecosystem capital from depletion.</w:t>
      </w:r>
    </w:p>
    <w:p w:rsidR="003051FD" w:rsidRPr="00D14747" w:rsidRDefault="00121448" w:rsidP="00025BA2">
      <w:pPr>
        <w:pStyle w:val="NLBLMID"/>
        <w:contextualSpacing/>
      </w:pPr>
      <w:r>
        <w:sym w:font="Wingdings" w:char="F09F"/>
      </w:r>
      <w:r>
        <w:tab/>
      </w:r>
      <w:r w:rsidR="003051FD" w:rsidRPr="00D14747">
        <w:t>A technology transition from pollution-intensive economic production to environmentally friendly processes.</w:t>
      </w:r>
    </w:p>
    <w:p w:rsidR="003051FD" w:rsidRPr="007B10ED" w:rsidRDefault="00121448" w:rsidP="00025BA2">
      <w:pPr>
        <w:pStyle w:val="NLBLMID"/>
        <w:contextualSpacing/>
      </w:pPr>
      <w:r>
        <w:sym w:font="Wingdings" w:char="F09F"/>
      </w:r>
      <w:r>
        <w:tab/>
      </w:r>
      <w:r w:rsidR="003051FD" w:rsidRPr="00D14747">
        <w:t>A political/sociological transition to societies that embrace a stewardly and just approach to people</w:t>
      </w:r>
      <w:r w:rsidR="00343227">
        <w:t>’</w:t>
      </w:r>
      <w:r w:rsidR="003051FD" w:rsidRPr="00D14747">
        <w:t>s needs and that eliminate large</w:t>
      </w:r>
      <w:r w:rsidR="003051FD">
        <w:t>-</w:t>
      </w:r>
      <w:r w:rsidR="003051FD" w:rsidRPr="00D14747">
        <w:t>scale poverty.</w:t>
      </w:r>
    </w:p>
    <w:p w:rsidR="003051FD" w:rsidRPr="007B10ED" w:rsidRDefault="00121448" w:rsidP="00025BA2">
      <w:pPr>
        <w:pStyle w:val="NLBLLAST"/>
      </w:pPr>
      <w:r>
        <w:sym w:font="Wingdings" w:char="F09F"/>
      </w:r>
      <w:r>
        <w:tab/>
      </w:r>
      <w:r w:rsidR="003051FD" w:rsidRPr="00D14747">
        <w:t xml:space="preserve">A community transition from the present car-dominated urban sprawl of developed countries to the </w:t>
      </w:r>
      <w:r w:rsidR="00343227">
        <w:t>“</w:t>
      </w:r>
      <w:r w:rsidR="003051FD" w:rsidRPr="00D14747">
        <w:t>smart growth</w:t>
      </w:r>
      <w:r w:rsidR="00343227">
        <w:t>”</w:t>
      </w:r>
      <w:r w:rsidR="003051FD" w:rsidRPr="00D14747">
        <w:t xml:space="preserve"> concepts of smaller, functional settlem</w:t>
      </w:r>
      <w:r w:rsidR="003051FD">
        <w:t xml:space="preserve">ents and more livable cities. </w:t>
      </w:r>
    </w:p>
    <w:p w:rsidR="003051FD" w:rsidRPr="00D14747" w:rsidRDefault="003051FD" w:rsidP="00025BA2">
      <w:pPr>
        <w:pStyle w:val="NLMID"/>
        <w:contextualSpacing/>
      </w:pPr>
      <w:r w:rsidRPr="0023458A">
        <w:rPr>
          <w:rStyle w:val="ITAL"/>
        </w:rPr>
        <w:t>10.</w:t>
      </w:r>
      <w:r w:rsidR="00AE4290">
        <w:tab/>
      </w:r>
      <w:r w:rsidRPr="00D82AA6">
        <w:rPr>
          <w:rStyle w:val="ITAL"/>
        </w:rPr>
        <w:t>Describe the origins of stewardship and its modern applications.</w:t>
      </w:r>
    </w:p>
    <w:p w:rsidR="003051FD" w:rsidRPr="00D14747" w:rsidRDefault="00343227" w:rsidP="00025BA2">
      <w:pPr>
        <w:pStyle w:val="NPFIRST"/>
        <w:contextualSpacing/>
      </w:pPr>
      <w:r>
        <w:t>“</w:t>
      </w:r>
      <w:r w:rsidR="003051FD" w:rsidRPr="00C90DFB">
        <w:t>Stewardship</w:t>
      </w:r>
      <w:r w:rsidR="003051FD" w:rsidRPr="00D14747">
        <w:t xml:space="preserve"> is a concept that can be traced back to ancient civilizations.</w:t>
      </w:r>
      <w:r w:rsidR="003051FD">
        <w:t xml:space="preserve"> </w:t>
      </w:r>
      <w:r w:rsidR="003051FD" w:rsidRPr="00D14747">
        <w:t>A steward was put in charge of the master</w:t>
      </w:r>
      <w:r>
        <w:t>’</w:t>
      </w:r>
      <w:r w:rsidR="003051FD" w:rsidRPr="00D14747">
        <w:t>s household, responsible for maintaining the welfare of the people and the property of the owner.</w:t>
      </w:r>
      <w:r w:rsidR="003051FD">
        <w:t xml:space="preserve"> </w:t>
      </w:r>
      <w:r w:rsidR="003051FD" w:rsidRPr="00D14747">
        <w:t>Because a steward did not own the property himself, the steward</w:t>
      </w:r>
      <w:r>
        <w:t>’</w:t>
      </w:r>
      <w:r w:rsidR="003051FD" w:rsidRPr="00D14747">
        <w:t>s ethic involved caring for something on behalf of someone else.</w:t>
      </w:r>
      <w:r>
        <w:t>”</w:t>
      </w:r>
      <w:r w:rsidR="003051FD" w:rsidRPr="00D14747">
        <w:t xml:space="preserve"> </w:t>
      </w:r>
    </w:p>
    <w:p w:rsidR="003051FD" w:rsidRPr="00D14747" w:rsidRDefault="00343227" w:rsidP="00025BA2">
      <w:pPr>
        <w:pStyle w:val="NPLAST"/>
        <w:contextualSpacing/>
      </w:pPr>
      <w:r>
        <w:t>“</w:t>
      </w:r>
      <w:r w:rsidR="003051FD" w:rsidRPr="00D14747">
        <w:t>Applying this concept to the world today, stewards are those who care for something—from the natural world or from human culture—that they do not own and that they will pass on to the next generation.</w:t>
      </w:r>
      <w:r w:rsidR="003051FD">
        <w:t xml:space="preserve"> </w:t>
      </w:r>
      <w:r w:rsidR="003051FD" w:rsidRPr="00D14747">
        <w:t>Modern-day environmental stewardship, therefore, incorporates an ethic that guides actions taken to benefit the natural world and other people.</w:t>
      </w:r>
      <w:r w:rsidR="003051FD">
        <w:t xml:space="preserve"> </w:t>
      </w:r>
      <w:r w:rsidR="003051FD" w:rsidRPr="00D14747">
        <w:t>It recognizes that even our ownership of land is temporary; the land will be there after we die, and others will own it in turn.</w:t>
      </w:r>
      <w:r w:rsidR="003051FD">
        <w:t xml:space="preserve"> </w:t>
      </w:r>
      <w:r w:rsidR="003051FD" w:rsidRPr="00D14747">
        <w:t>Stewardly care is compatible with the goal of sustainability, but is different from it, too, because stewardship deals more directly with how sustainability is to be achieved—what actions are taken, and what values and ethical considerations are behind those actions.</w:t>
      </w:r>
      <w:r>
        <w:t>”</w:t>
      </w:r>
      <w:r w:rsidR="003051FD" w:rsidRPr="00D14747">
        <w:t xml:space="preserve"> </w:t>
      </w:r>
    </w:p>
    <w:p w:rsidR="003051FD" w:rsidRPr="00D82AA6" w:rsidRDefault="003051FD" w:rsidP="00025BA2">
      <w:pPr>
        <w:pStyle w:val="NLMID"/>
        <w:contextualSpacing/>
        <w:rPr>
          <w:rStyle w:val="ITAL"/>
        </w:rPr>
      </w:pPr>
      <w:r w:rsidRPr="0023458A">
        <w:rPr>
          <w:rStyle w:val="ITAL"/>
        </w:rPr>
        <w:t>11.</w:t>
      </w:r>
      <w:r w:rsidR="00D82AA6">
        <w:tab/>
      </w:r>
      <w:r w:rsidRPr="00D82AA6">
        <w:rPr>
          <w:rStyle w:val="ITAL"/>
        </w:rPr>
        <w:t>Give an example of environmental injustice.</w:t>
      </w:r>
    </w:p>
    <w:p w:rsidR="003051FD" w:rsidRDefault="003051FD" w:rsidP="00025BA2">
      <w:pPr>
        <w:pStyle w:val="NPONLY"/>
        <w:contextualSpacing/>
      </w:pPr>
      <w:r w:rsidRPr="00E55DE7">
        <w:t>Several examples of environmental injustice were given in this chapter. Students may refer to international trade (discrimination against developing countries via taxes and restricting imports), placement of waste sites, and the disproportionate distribution of improvements to white areas of a city or country.</w:t>
      </w:r>
    </w:p>
    <w:p w:rsidR="0061306F" w:rsidRDefault="0061306F" w:rsidP="00025BA2">
      <w:pPr>
        <w:pStyle w:val="NPONLY"/>
        <w:contextualSpacing/>
      </w:pPr>
    </w:p>
    <w:p w:rsidR="0061306F" w:rsidRPr="00E55DE7" w:rsidRDefault="0061306F" w:rsidP="00025BA2">
      <w:pPr>
        <w:pStyle w:val="NPONLY"/>
        <w:contextualSpacing/>
      </w:pPr>
    </w:p>
    <w:p w:rsidR="003051FD" w:rsidRPr="00D82AA6" w:rsidRDefault="003051FD" w:rsidP="00025BA2">
      <w:pPr>
        <w:pStyle w:val="NLMID"/>
        <w:contextualSpacing/>
        <w:rPr>
          <w:rStyle w:val="ITAL"/>
        </w:rPr>
      </w:pPr>
      <w:r w:rsidRPr="0023458A">
        <w:rPr>
          <w:rStyle w:val="ITAL"/>
        </w:rPr>
        <w:t>12.</w:t>
      </w:r>
      <w:r w:rsidR="00D82AA6">
        <w:tab/>
      </w:r>
      <w:r w:rsidRPr="00D82AA6">
        <w:rPr>
          <w:rStyle w:val="ITAL"/>
        </w:rPr>
        <w:t>How does justice become an issue between the industrialized countries and the developing countries?</w:t>
      </w:r>
    </w:p>
    <w:p w:rsidR="003051FD" w:rsidRPr="00E55DE7" w:rsidRDefault="00343227" w:rsidP="00025BA2">
      <w:pPr>
        <w:pStyle w:val="NPONLY"/>
        <w:contextualSpacing/>
      </w:pPr>
      <w:r>
        <w:t>“</w:t>
      </w:r>
      <w:r w:rsidR="003051FD" w:rsidRPr="00E55DE7">
        <w:t xml:space="preserve">Some of the poverty of the developing countries can be attributed to unjust economic practices of wealthy industrialized countries. The current pattern of international trade is a prime example. The industrialized countries have maintained inequities that discriminate against the developing countries by taxing and restricting imports from the developing countries and by flooding the world markets with agricultural products that are subsidized (and, therefore, priced below real costs). </w:t>
      </w:r>
    </w:p>
    <w:p w:rsidR="003051FD" w:rsidRPr="00D82AA6" w:rsidRDefault="003051FD" w:rsidP="00025BA2">
      <w:pPr>
        <w:pStyle w:val="NLMID"/>
        <w:contextualSpacing/>
        <w:rPr>
          <w:rStyle w:val="ITAL"/>
        </w:rPr>
      </w:pPr>
      <w:r w:rsidRPr="0023458A">
        <w:rPr>
          <w:rStyle w:val="ITAL"/>
        </w:rPr>
        <w:t>13.</w:t>
      </w:r>
      <w:r w:rsidR="00D82AA6" w:rsidRPr="007B10ED">
        <w:tab/>
      </w:r>
      <w:r w:rsidRPr="00D82AA6">
        <w:rPr>
          <w:rStyle w:val="ITAL"/>
        </w:rPr>
        <w:t xml:space="preserve">What is globalization? What are its most significant elements? </w:t>
      </w:r>
    </w:p>
    <w:p w:rsidR="003051FD" w:rsidRPr="00E55DE7" w:rsidRDefault="003051FD" w:rsidP="00025BA2">
      <w:pPr>
        <w:pStyle w:val="NPONLY"/>
        <w:contextualSpacing/>
      </w:pPr>
      <w:r w:rsidRPr="00E55DE7">
        <w:t>Globalization is the accelerating interconnectedness of human activities, ideas, and cultures. The most significant elements are economic changes (such as the dominance of transnational corporations like Nokia and Roche), and environmental changes (including both positive effects like a wider market for environmentally friendly products, and negative effects like the worldwide spread of emerging diseases). An example is how fast the H1N1 virus spread over the world in 2009. The Monroe Doctrine of keeping to ourselves certainly would not work today. Sustainability is going to have to be the key word if we are going to be working s</w:t>
      </w:r>
      <w:r w:rsidR="00AE4290" w:rsidRPr="00E55DE7">
        <w:t>o closely with other countries.</w:t>
      </w:r>
    </w:p>
    <w:p w:rsidR="003051FD" w:rsidRPr="00D82AA6" w:rsidRDefault="003051FD" w:rsidP="00025BA2">
      <w:pPr>
        <w:pStyle w:val="NLMID"/>
        <w:contextualSpacing/>
        <w:rPr>
          <w:rStyle w:val="ITAL"/>
        </w:rPr>
      </w:pPr>
      <w:r w:rsidRPr="0023458A">
        <w:rPr>
          <w:rStyle w:val="ITAL"/>
        </w:rPr>
        <w:t>14.</w:t>
      </w:r>
      <w:r w:rsidR="00D82AA6" w:rsidRPr="007B10ED">
        <w:tab/>
      </w:r>
      <w:r w:rsidRPr="00D82AA6">
        <w:rPr>
          <w:rStyle w:val="ITAL"/>
        </w:rPr>
        <w:t>Cite some of the recent developments in the movement toward sustainability.</w:t>
      </w:r>
    </w:p>
    <w:p w:rsidR="003051FD" w:rsidRPr="00D14747" w:rsidRDefault="003051FD" w:rsidP="00025BA2">
      <w:pPr>
        <w:pStyle w:val="NPONLY"/>
        <w:contextualSpacing/>
      </w:pPr>
      <w:r w:rsidRPr="00D14747">
        <w:t xml:space="preserve">A </w:t>
      </w:r>
      <w:r w:rsidRPr="00AF6C46">
        <w:t>list</w:t>
      </w:r>
      <w:r w:rsidRPr="00D14747">
        <w:t xml:space="preserve"> could include: cap and trade markets to curb carbon emissions, the growth of the wind energy indu</w:t>
      </w:r>
      <w:r w:rsidRPr="00D14747">
        <w:t>s</w:t>
      </w:r>
      <w:r w:rsidRPr="00D14747">
        <w:t>try, hybrid cars and car-sharing companies, better manufacturing for no waste and carbon neutrality, micro</w:t>
      </w:r>
      <w:r>
        <w:t>-</w:t>
      </w:r>
      <w:r w:rsidRPr="00D14747">
        <w:t>financing and sustainability investments, international agreements like the Kyoto protocol, sustainable agriculture, and green technology (among others).</w:t>
      </w:r>
      <w:r>
        <w:t xml:space="preserve"> </w:t>
      </w:r>
    </w:p>
    <w:p w:rsidR="003051FD" w:rsidRPr="00B847E8" w:rsidRDefault="003051FD" w:rsidP="00EE407F">
      <w:pPr>
        <w:pStyle w:val="H1"/>
        <w:keepNext/>
        <w:keepLines/>
        <w:spacing w:before="280" w:after="200"/>
        <w:contextualSpacing/>
      </w:pPr>
      <w:r w:rsidRPr="00B847E8">
        <w:t>Thinking Environmentally: Possible Answers</w:t>
      </w:r>
    </w:p>
    <w:p w:rsidR="003051FD" w:rsidRPr="007B10ED" w:rsidRDefault="00F20050" w:rsidP="00025BA2">
      <w:pPr>
        <w:pStyle w:val="NLFIRST"/>
        <w:rPr>
          <w:rStyle w:val="ITAL"/>
        </w:rPr>
      </w:pPr>
      <w:r w:rsidRPr="0023458A">
        <w:rPr>
          <w:rStyle w:val="ITAL"/>
        </w:rPr>
        <w:t>1.</w:t>
      </w:r>
      <w:r>
        <w:tab/>
      </w:r>
      <w:r w:rsidR="003051FD" w:rsidRPr="007B10ED">
        <w:rPr>
          <w:rStyle w:val="ITAL"/>
        </w:rPr>
        <w:t>Imagine a class debate between people representing the developing countries and people representing the developed countries. Characterize the arguments of the two sides in terms of the issues surrounding population growth, energy use, resource use, and sustainable development. Then describe what should be the common interests between the two.</w:t>
      </w:r>
    </w:p>
    <w:p w:rsidR="003051FD" w:rsidRPr="00600642" w:rsidRDefault="003051FD" w:rsidP="00025BA2">
      <w:pPr>
        <w:pStyle w:val="NPH1"/>
        <w:contextualSpacing/>
      </w:pPr>
      <w:r w:rsidRPr="00600642">
        <w:t>Developing Country Viewpoint:</w:t>
      </w:r>
    </w:p>
    <w:p w:rsidR="003051FD" w:rsidRPr="00D14747" w:rsidRDefault="003051FD" w:rsidP="00025BA2">
      <w:pPr>
        <w:pStyle w:val="NPFIRST"/>
        <w:contextualSpacing/>
      </w:pPr>
      <w:r w:rsidRPr="007B10ED">
        <w:rPr>
          <w:rStyle w:val="BOLD"/>
        </w:rPr>
        <w:t>Population growth</w:t>
      </w:r>
      <w:r w:rsidRPr="00D14747">
        <w:t>—On one hand, excessive population growth hinders our development because of the instability it causes.</w:t>
      </w:r>
      <w:r>
        <w:t xml:space="preserve"> </w:t>
      </w:r>
      <w:r w:rsidRPr="00D14747">
        <w:t>When people do not have jobs or lack access to social services, the impact on the environment can be substantial.</w:t>
      </w:r>
      <w:r>
        <w:t xml:space="preserve"> </w:t>
      </w:r>
      <w:r w:rsidRPr="00D14747">
        <w:t>On the other hand, people are our major resource.</w:t>
      </w:r>
      <w:r>
        <w:t xml:space="preserve"> </w:t>
      </w:r>
      <w:r w:rsidRPr="00D14747">
        <w:t>Children increase the economic st</w:t>
      </w:r>
      <w:r w:rsidRPr="00D14747">
        <w:t>a</w:t>
      </w:r>
      <w:r w:rsidRPr="00D14747">
        <w:t>bility of families because there are more people to bring in money to support the family, and when the parents are too old to work, the offspring will be able to support them. If people do not have assurance that children will live (infant and childhood mortality need to be low), then it is necessary to have a large family.</w:t>
      </w:r>
      <w:r>
        <w:t xml:space="preserve"> </w:t>
      </w:r>
      <w:r w:rsidRPr="00D14747">
        <w:t>There is no social structure to replace the family as there is in the developed world.</w:t>
      </w:r>
      <w:r>
        <w:t xml:space="preserve"> </w:t>
      </w:r>
      <w:r w:rsidRPr="00D14747">
        <w:t>We do not have the economic resources to provide that social structure.</w:t>
      </w:r>
      <w:r>
        <w:t xml:space="preserve"> </w:t>
      </w:r>
      <w:r w:rsidRPr="00EA586E">
        <w:t>Population</w:t>
      </w:r>
      <w:r w:rsidRPr="00D14747">
        <w:t xml:space="preserve"> growth, while important, is not more important than curbing the consumption of energy and resources per person.</w:t>
      </w:r>
      <w:r>
        <w:t xml:space="preserve"> </w:t>
      </w:r>
      <w:r w:rsidRPr="00D14747">
        <w:t>The developed world consumes vast quantities of energy and resources per person, while the developing world consumes very little.</w:t>
      </w:r>
      <w:r>
        <w:t xml:space="preserve"> </w:t>
      </w:r>
      <w:r w:rsidRPr="00D14747">
        <w:t>For every decrease in environmental impact from the reduction in population growth, the environmental impact from consumption per person should decline.</w:t>
      </w:r>
      <w:r>
        <w:t xml:space="preserve"> </w:t>
      </w:r>
      <w:r w:rsidRPr="00D14747">
        <w:t>The developing world has decreased in population growth rate steadily since the 1960s</w:t>
      </w:r>
      <w:r>
        <w:t>,</w:t>
      </w:r>
      <w:r w:rsidRPr="00D14747">
        <w:t xml:space="preserve"> while the d</w:t>
      </w:r>
      <w:r w:rsidRPr="00D14747">
        <w:t>e</w:t>
      </w:r>
      <w:r w:rsidRPr="00D14747">
        <w:t>veloped world has continued to increase its consumption rate.</w:t>
      </w:r>
    </w:p>
    <w:p w:rsidR="003051FD" w:rsidRPr="00D14747" w:rsidRDefault="003051FD" w:rsidP="00025BA2">
      <w:pPr>
        <w:pStyle w:val="NPMID"/>
        <w:contextualSpacing/>
      </w:pPr>
      <w:r w:rsidRPr="007B10ED">
        <w:rPr>
          <w:rStyle w:val="BOLD"/>
        </w:rPr>
        <w:t>Energy use</w:t>
      </w:r>
      <w:r w:rsidRPr="00D14747">
        <w:t>—</w:t>
      </w:r>
      <w:r w:rsidRPr="000C500D">
        <w:t>The</w:t>
      </w:r>
      <w:r w:rsidRPr="00D14747">
        <w:t xml:space="preserve"> developed world is the primary user of energy.</w:t>
      </w:r>
      <w:r>
        <w:t xml:space="preserve"> </w:t>
      </w:r>
      <w:r w:rsidRPr="00D14747">
        <w:t>The developed world has replaced human power with fossil fuels and other forms of energy.</w:t>
      </w:r>
      <w:r>
        <w:t xml:space="preserve"> </w:t>
      </w:r>
      <w:r w:rsidRPr="00D14747">
        <w:t>To become a developed nation, we need access to the energy that has been historically used by developed countries.</w:t>
      </w:r>
      <w:r>
        <w:t xml:space="preserve"> </w:t>
      </w:r>
      <w:r w:rsidRPr="00D14747">
        <w:t>In many instances the energy comes from developed nations.</w:t>
      </w:r>
    </w:p>
    <w:p w:rsidR="003051FD" w:rsidRPr="00D14747" w:rsidRDefault="003051FD" w:rsidP="00025BA2">
      <w:pPr>
        <w:pStyle w:val="NPMID"/>
        <w:contextualSpacing/>
      </w:pPr>
      <w:r w:rsidRPr="007B10ED">
        <w:rPr>
          <w:rStyle w:val="BOLD"/>
        </w:rPr>
        <w:t>Resource use</w:t>
      </w:r>
      <w:r w:rsidRPr="00D14747">
        <w:t>—</w:t>
      </w:r>
      <w:r w:rsidRPr="000C500D">
        <w:t>The</w:t>
      </w:r>
      <w:r w:rsidRPr="00D14747">
        <w:t xml:space="preserve"> developed world is the primary user of the world</w:t>
      </w:r>
      <w:r w:rsidR="00343227">
        <w:t>’</w:t>
      </w:r>
      <w:r w:rsidRPr="00D14747">
        <w:t>s resources.</w:t>
      </w:r>
      <w:r>
        <w:t xml:space="preserve"> </w:t>
      </w:r>
      <w:r w:rsidRPr="00D14747">
        <w:t>This is unjust.</w:t>
      </w:r>
      <w:r>
        <w:t xml:space="preserve"> </w:t>
      </w:r>
      <w:r w:rsidRPr="00D14747">
        <w:t>Many of the resources upon which the developed world depends comes from the developing countries but are controlled by corporations based in the developed countries.</w:t>
      </w:r>
      <w:r>
        <w:t xml:space="preserve"> </w:t>
      </w:r>
      <w:r w:rsidRPr="00B56766">
        <w:t>Frequently</w:t>
      </w:r>
      <w:r w:rsidRPr="00D14747">
        <w:t xml:space="preserve"> the removal of the resources from developing countries has resulted in severe economic and environmental exploitation.</w:t>
      </w:r>
      <w:r>
        <w:t xml:space="preserve"> </w:t>
      </w:r>
      <w:r w:rsidRPr="00D14747">
        <w:t>We deserve access to these resources, and the resources have to be extracted in a way that does not damage the environment or the people of the develo</w:t>
      </w:r>
      <w:r w:rsidRPr="00D14747">
        <w:t>p</w:t>
      </w:r>
      <w:r w:rsidRPr="00D14747">
        <w:t>ing countries.</w:t>
      </w:r>
    </w:p>
    <w:p w:rsidR="003051FD" w:rsidRPr="00D14747" w:rsidRDefault="003051FD" w:rsidP="00025BA2">
      <w:pPr>
        <w:pStyle w:val="NPLAST"/>
        <w:contextualSpacing/>
      </w:pPr>
      <w:r w:rsidRPr="007B10ED">
        <w:rPr>
          <w:rStyle w:val="BOLD"/>
        </w:rPr>
        <w:t>Sustainable development</w:t>
      </w:r>
      <w:r w:rsidRPr="00D14747">
        <w:t>—The developed world had the opportunity to develop when the environmental costs of their development process w</w:t>
      </w:r>
      <w:r>
        <w:t>ere</w:t>
      </w:r>
      <w:r w:rsidRPr="00D14747">
        <w:t xml:space="preserve"> not understood.</w:t>
      </w:r>
      <w:r>
        <w:t xml:space="preserve"> </w:t>
      </w:r>
      <w:r w:rsidRPr="00D14747">
        <w:t>Because it would be unjust to prevent our development, and because the cost</w:t>
      </w:r>
      <w:r>
        <w:t>s</w:t>
      </w:r>
      <w:r w:rsidRPr="00D14747">
        <w:t xml:space="preserve"> of the progress of the developed world ha</w:t>
      </w:r>
      <w:r>
        <w:t>ve</w:t>
      </w:r>
      <w:r w:rsidRPr="00D14747">
        <w:t xml:space="preserve"> been borne by the developing world, the developed nations need to assist in our development.</w:t>
      </w:r>
      <w:r>
        <w:t xml:space="preserve"> </w:t>
      </w:r>
      <w:r w:rsidRPr="00D14747">
        <w:t>This will help the developed world by ensu</w:t>
      </w:r>
      <w:r w:rsidRPr="00D14747">
        <w:t>r</w:t>
      </w:r>
      <w:r w:rsidRPr="00D14747">
        <w:t>ing that the development is being accomplished in an environmentally acceptable manner.</w:t>
      </w:r>
      <w:r>
        <w:t xml:space="preserve"> </w:t>
      </w:r>
      <w:r w:rsidRPr="00D14747">
        <w:t>Additionally, as the standard of living in developing countries improves, there will be greater worldwide stability.</w:t>
      </w:r>
    </w:p>
    <w:p w:rsidR="003051FD" w:rsidRPr="00B13112" w:rsidRDefault="003051FD" w:rsidP="00025BA2">
      <w:pPr>
        <w:pStyle w:val="NPH1"/>
        <w:contextualSpacing/>
      </w:pPr>
      <w:r w:rsidRPr="00B13112">
        <w:t>Developed Country Viewpoint:</w:t>
      </w:r>
    </w:p>
    <w:p w:rsidR="003051FD" w:rsidRPr="00D14747" w:rsidRDefault="003051FD" w:rsidP="00025BA2">
      <w:pPr>
        <w:pStyle w:val="NPFIRST"/>
        <w:contextualSpacing/>
      </w:pPr>
      <w:r w:rsidRPr="007B10ED">
        <w:rPr>
          <w:rStyle w:val="BOLD"/>
        </w:rPr>
        <w:t>Population growth</w:t>
      </w:r>
      <w:r w:rsidRPr="00D14747">
        <w:t>—</w:t>
      </w:r>
      <w:r w:rsidRPr="00B56766">
        <w:t>Many</w:t>
      </w:r>
      <w:r w:rsidRPr="00D14747">
        <w:t xml:space="preserve"> of the developing countries are unable to produce sufficient quantities of food to support their population.</w:t>
      </w:r>
      <w:r>
        <w:t xml:space="preserve"> </w:t>
      </w:r>
      <w:r w:rsidRPr="00D14747">
        <w:t>When a person is trying to ensure that his</w:t>
      </w:r>
      <w:r w:rsidR="003C0E9D">
        <w:t xml:space="preserve"> or </w:t>
      </w:r>
      <w:r w:rsidRPr="00D14747">
        <w:t xml:space="preserve">her family has sufficient food to eat tomorrow, he </w:t>
      </w:r>
      <w:r w:rsidR="003C0E9D">
        <w:t xml:space="preserve">or she </w:t>
      </w:r>
      <w:r w:rsidRPr="00D14747">
        <w:t>has little time to care about his</w:t>
      </w:r>
      <w:r w:rsidR="003C0E9D">
        <w:t xml:space="preserve"> or </w:t>
      </w:r>
      <w:r w:rsidRPr="00D14747">
        <w:t>her impact on the environment.</w:t>
      </w:r>
      <w:r>
        <w:t xml:space="preserve"> </w:t>
      </w:r>
      <w:r w:rsidRPr="00D14747">
        <w:t>Tremendous environmental damage would result from attempting to provide those in the developing world the goods and services that those in the developed world have.</w:t>
      </w:r>
      <w:r>
        <w:t xml:space="preserve"> </w:t>
      </w:r>
      <w:r w:rsidRPr="00D14747">
        <w:t>It is only ethical that those in the developing world should have access to the kinds of things that we in the developed world have.</w:t>
      </w:r>
      <w:r>
        <w:t xml:space="preserve"> </w:t>
      </w:r>
      <w:r w:rsidRPr="00D14747">
        <w:t>Therefore, it is necessary for population growth to be curbed.</w:t>
      </w:r>
    </w:p>
    <w:p w:rsidR="003051FD" w:rsidRPr="00D14747" w:rsidRDefault="003051FD" w:rsidP="00025BA2">
      <w:pPr>
        <w:pStyle w:val="NPMID"/>
        <w:contextualSpacing/>
      </w:pPr>
      <w:r w:rsidRPr="007B10ED">
        <w:rPr>
          <w:rStyle w:val="BOLD"/>
        </w:rPr>
        <w:t>Energy use</w:t>
      </w:r>
      <w:r w:rsidRPr="00D14747">
        <w:t>—</w:t>
      </w:r>
      <w:r w:rsidRPr="00800E32">
        <w:t>The</w:t>
      </w:r>
      <w:r w:rsidRPr="00D14747">
        <w:t xml:space="preserve"> developed world discovered and continues to discover ways to utilize various energy forms.</w:t>
      </w:r>
      <w:r>
        <w:t xml:space="preserve"> </w:t>
      </w:r>
      <w:r w:rsidRPr="00D14747">
        <w:t>We cannot be expected to decrease our energy use because the world</w:t>
      </w:r>
      <w:r w:rsidR="00343227">
        <w:t>’</w:t>
      </w:r>
      <w:r w:rsidRPr="00D14747">
        <w:t>s economy depends upon our continued economic health, which is dependent on increasing energy use.</w:t>
      </w:r>
      <w:r>
        <w:t xml:space="preserve"> </w:t>
      </w:r>
      <w:r w:rsidRPr="00D14747">
        <w:t>As new energy forms emerge, especially non-fossil fuel sources, the developing world will have increasing access to energy.</w:t>
      </w:r>
      <w:r>
        <w:t xml:space="preserve"> </w:t>
      </w:r>
      <w:r w:rsidRPr="00D14747">
        <w:t>It would be environmentally unacceptable for developing countries to begin using fossil fuels, especially coal, to run their economic growth because the environmental impact from the use of coal is too great.</w:t>
      </w:r>
      <w:r>
        <w:t xml:space="preserve"> </w:t>
      </w:r>
      <w:r w:rsidRPr="00D14747">
        <w:t>The quantity of carbon dioxide would be tremendous and would quickly surpass the release of carbon dioxide from the fossil fuel</w:t>
      </w:r>
      <w:r>
        <w:t>s</w:t>
      </w:r>
      <w:r w:rsidRPr="00D14747">
        <w:t xml:space="preserve"> used by the developed world.</w:t>
      </w:r>
      <w:r>
        <w:t xml:space="preserve"> </w:t>
      </w:r>
      <w:r w:rsidRPr="00D14747">
        <w:t>The human health impacts from coal use are high.</w:t>
      </w:r>
      <w:r>
        <w:t xml:space="preserve"> </w:t>
      </w:r>
      <w:r w:rsidRPr="00D14747">
        <w:t>The developed world discovered this du</w:t>
      </w:r>
      <w:r w:rsidRPr="00D14747">
        <w:t>r</w:t>
      </w:r>
      <w:r w:rsidRPr="00D14747">
        <w:t>ing our numerous air pollution disasters of the 1940s and 1950s.</w:t>
      </w:r>
    </w:p>
    <w:p w:rsidR="003051FD" w:rsidRPr="00D14747" w:rsidRDefault="003051FD" w:rsidP="00025BA2">
      <w:pPr>
        <w:pStyle w:val="NPMID"/>
        <w:contextualSpacing/>
      </w:pPr>
      <w:r w:rsidRPr="007B10ED">
        <w:rPr>
          <w:rStyle w:val="BOLD"/>
        </w:rPr>
        <w:t>Resource use</w:t>
      </w:r>
      <w:r w:rsidRPr="00D14747">
        <w:t>—</w:t>
      </w:r>
      <w:r w:rsidRPr="00800E32">
        <w:t>The</w:t>
      </w:r>
      <w:r w:rsidRPr="00D14747">
        <w:t xml:space="preserve"> resources used by the developed world are transformed into goods that can be purchased by those in developing countries.</w:t>
      </w:r>
    </w:p>
    <w:p w:rsidR="003051FD" w:rsidRPr="00D14747" w:rsidRDefault="003051FD" w:rsidP="00025BA2">
      <w:pPr>
        <w:pStyle w:val="NPLAST"/>
        <w:contextualSpacing/>
      </w:pPr>
      <w:r w:rsidRPr="007B10ED">
        <w:rPr>
          <w:rStyle w:val="BOLD"/>
        </w:rPr>
        <w:t>Sustainable development</w:t>
      </w:r>
      <w:r w:rsidRPr="00D14747">
        <w:t>—Sustainable development is good for everyone.</w:t>
      </w:r>
      <w:r>
        <w:t xml:space="preserve"> </w:t>
      </w:r>
      <w:r w:rsidRPr="00D14747">
        <w:t>Those in the developing world need to evaluate their economic growth plans and alter the plans when they are not sustainable.</w:t>
      </w:r>
      <w:r>
        <w:t xml:space="preserve"> </w:t>
      </w:r>
      <w:r w:rsidRPr="00D14747">
        <w:t>The developed nations need to do the same thing.</w:t>
      </w:r>
      <w:r>
        <w:t xml:space="preserve"> </w:t>
      </w:r>
      <w:r w:rsidRPr="00D14747">
        <w:t>Because all countries have to change how economic decisions are made and this change will cost money, each country needs to pay for its own sustainable development.</w:t>
      </w:r>
    </w:p>
    <w:p w:rsidR="003051FD" w:rsidRPr="007B10ED" w:rsidRDefault="003051FD" w:rsidP="00025BA2">
      <w:pPr>
        <w:pStyle w:val="NLMID"/>
        <w:contextualSpacing/>
        <w:rPr>
          <w:rStyle w:val="ITAL"/>
        </w:rPr>
      </w:pPr>
      <w:r w:rsidRPr="0023458A">
        <w:rPr>
          <w:rStyle w:val="ITAL"/>
        </w:rPr>
        <w:t>2.</w:t>
      </w:r>
      <w:r w:rsidR="003E2C83">
        <w:tab/>
      </w:r>
      <w:r w:rsidRPr="007B10ED">
        <w:rPr>
          <w:rStyle w:val="ITAL"/>
        </w:rPr>
        <w:t>Some people say that the concept of sustainable development either is an oxymoron or represents going back to some kind of primitive living. Develop an argument contradicting this opinion, and give your own opinion on sustainable development.</w:t>
      </w:r>
    </w:p>
    <w:p w:rsidR="003051FD" w:rsidRPr="00D14747" w:rsidRDefault="003051FD" w:rsidP="00025BA2">
      <w:pPr>
        <w:pStyle w:val="NPFIRST"/>
        <w:contextualSpacing/>
      </w:pPr>
      <w:r w:rsidRPr="00800E32">
        <w:t>Under</w:t>
      </w:r>
      <w:r w:rsidRPr="00D14747">
        <w:t xml:space="preserve"> the current economic paradigm, sustainable development is an oxymoron because the development model of the last century or more has been dependent upon continued growth; when growth ends, a recession begins.</w:t>
      </w:r>
      <w:r>
        <w:t xml:space="preserve"> </w:t>
      </w:r>
      <w:r w:rsidRPr="00D14747">
        <w:t>In many ways it is essential that humans develop an economic system that does not require constant growth because constant growth conflicts with natural systems.</w:t>
      </w:r>
      <w:r>
        <w:t xml:space="preserve"> </w:t>
      </w:r>
      <w:r w:rsidRPr="00D14747">
        <w:t>For example, uncontrolled cell growth is ca</w:t>
      </w:r>
      <w:r w:rsidRPr="00D14747">
        <w:t>n</w:t>
      </w:r>
      <w:r w:rsidRPr="00D14747">
        <w:t>cer.</w:t>
      </w:r>
      <w:r>
        <w:t xml:space="preserve"> </w:t>
      </w:r>
      <w:r w:rsidRPr="00D14747">
        <w:t>If taken to its logical extreme our current economic system results in the destruction of natural systems.</w:t>
      </w:r>
      <w:r>
        <w:t xml:space="preserve"> </w:t>
      </w:r>
      <w:r w:rsidRPr="00D14747">
        <w:t>There is no economic gain associated with not polluting the environment or removing resources at a rate that does not exceed their replacement.</w:t>
      </w:r>
      <w:r>
        <w:t xml:space="preserve"> </w:t>
      </w:r>
      <w:r w:rsidRPr="00D14747">
        <w:t xml:space="preserve">Because many industrial processes rely on clean air and/or clean water, polluting </w:t>
      </w:r>
      <w:r w:rsidRPr="00B30C60">
        <w:t>these</w:t>
      </w:r>
      <w:r w:rsidRPr="00D14747">
        <w:t xml:space="preserve"> is economically damaging.</w:t>
      </w:r>
      <w:r>
        <w:t xml:space="preserve"> </w:t>
      </w:r>
      <w:r w:rsidRPr="00D14747">
        <w:t>Yet at the same time there are economic advantages to be gained with releasing wastes into water or air because the cost to clean these resources is not borne by the polluter.</w:t>
      </w:r>
    </w:p>
    <w:p w:rsidR="003051FD" w:rsidRPr="00D14747" w:rsidRDefault="003051FD" w:rsidP="00025BA2">
      <w:pPr>
        <w:pStyle w:val="NPLAST"/>
        <w:contextualSpacing/>
      </w:pPr>
      <w:r w:rsidRPr="00D14747">
        <w:t>Civilization will not continue without sustainable development.</w:t>
      </w:r>
      <w:r>
        <w:t xml:space="preserve"> </w:t>
      </w:r>
      <w:r w:rsidRPr="00D14747">
        <w:t>If our current goods and services are produced in a way that destroys the environment, the goods and services provided by the environment will be destroyed and our standard of living will collapse.</w:t>
      </w:r>
      <w:r>
        <w:t xml:space="preserve"> </w:t>
      </w:r>
      <w:r w:rsidRPr="00D14747">
        <w:t>Therefore, continuation of an economic system that require</w:t>
      </w:r>
      <w:r>
        <w:t>s</w:t>
      </w:r>
      <w:r w:rsidRPr="00D14747">
        <w:t xml:space="preserve"> continuous growth will result in primitive living.</w:t>
      </w:r>
      <w:r>
        <w:t xml:space="preserve"> </w:t>
      </w:r>
      <w:r w:rsidRPr="00D14747">
        <w:t>The only hope for maintaining our standard of living (health care, education, physical comfort) is to create a way of life that lives within the resources that are available.</w:t>
      </w:r>
    </w:p>
    <w:p w:rsidR="003051FD" w:rsidRPr="007B10ED" w:rsidRDefault="003051FD" w:rsidP="00025BA2">
      <w:pPr>
        <w:pStyle w:val="NLMID"/>
        <w:contextualSpacing/>
        <w:rPr>
          <w:rStyle w:val="ITAL"/>
        </w:rPr>
      </w:pPr>
      <w:r w:rsidRPr="0023458A">
        <w:rPr>
          <w:rStyle w:val="ITAL"/>
        </w:rPr>
        <w:t>3.</w:t>
      </w:r>
      <w:r w:rsidR="006536F4">
        <w:tab/>
      </w:r>
      <w:r w:rsidRPr="007B10ED">
        <w:rPr>
          <w:rStyle w:val="ITAL"/>
        </w:rPr>
        <w:t>Study Table 1–1, pick one of the vital ecosystem services listed there, and investigate the reasons why it is placed where it is by the Millennium Ecosystem Assessment.</w:t>
      </w:r>
    </w:p>
    <w:p w:rsidR="003051FD" w:rsidRPr="00D14747" w:rsidRDefault="003051FD" w:rsidP="00025BA2">
      <w:pPr>
        <w:pStyle w:val="NPFIRST"/>
        <w:contextualSpacing/>
      </w:pPr>
      <w:r w:rsidRPr="007E6DC8">
        <w:t>Answers</w:t>
      </w:r>
      <w:r w:rsidRPr="00D14747">
        <w:t xml:space="preserve"> will vary by the service chosen.</w:t>
      </w:r>
      <w:r>
        <w:t xml:space="preserve"> </w:t>
      </w:r>
      <w:r w:rsidRPr="00D14747">
        <w:t>The overall intent of the MEA project is to build a knowledge base for sound policy decisions and management interventions; it remains for policy makers and managers to act on that knowledge.</w:t>
      </w:r>
      <w:r>
        <w:t xml:space="preserve"> </w:t>
      </w:r>
      <w:r w:rsidRPr="00D14747">
        <w:t>These three types of services encompass the majority of the resources.</w:t>
      </w:r>
      <w:r>
        <w:t xml:space="preserve"> </w:t>
      </w:r>
    </w:p>
    <w:p w:rsidR="003051FD" w:rsidRPr="00D14747" w:rsidRDefault="003051FD" w:rsidP="00025BA2">
      <w:pPr>
        <w:pStyle w:val="NPMID"/>
        <w:contextualSpacing/>
      </w:pPr>
      <w:r w:rsidRPr="007E6DC8">
        <w:t>Provisioning</w:t>
      </w:r>
      <w:r w:rsidRPr="00D14747">
        <w:t xml:space="preserve"> services are important because we are overusing and depleting our resources, both renewable and nonrenewable, and they are being replaced with </w:t>
      </w:r>
      <w:r w:rsidR="00343227">
        <w:t>“</w:t>
      </w:r>
      <w:r w:rsidRPr="00D14747">
        <w:t>artificial resources</w:t>
      </w:r>
      <w:r w:rsidR="00343227">
        <w:t>”</w:t>
      </w:r>
      <w:r w:rsidRPr="00D14747">
        <w:t xml:space="preserve"> in agriculture and aquaculture.</w:t>
      </w:r>
    </w:p>
    <w:p w:rsidR="003051FD" w:rsidRPr="00D14747" w:rsidRDefault="003051FD" w:rsidP="00025BA2">
      <w:pPr>
        <w:pStyle w:val="NPMID"/>
        <w:contextualSpacing/>
      </w:pPr>
      <w:r w:rsidRPr="00D14747">
        <w:t>Regulating services are important because without them, our environment will be even worse than it is.</w:t>
      </w:r>
      <w:r>
        <w:t xml:space="preserve"> </w:t>
      </w:r>
      <w:r w:rsidRPr="00D14747">
        <w:t>However, as can be seen by the long list of degraded services, we have a very long way to go.</w:t>
      </w:r>
      <w:r>
        <w:t xml:space="preserve"> </w:t>
      </w:r>
    </w:p>
    <w:p w:rsidR="003051FD" w:rsidRPr="00D14747" w:rsidRDefault="003051FD" w:rsidP="00025BA2">
      <w:pPr>
        <w:pStyle w:val="NPLAST"/>
        <w:contextualSpacing/>
      </w:pPr>
      <w:r w:rsidRPr="00D14747">
        <w:t>Cultural services are important because we don</w:t>
      </w:r>
      <w:r w:rsidR="00343227">
        <w:t>’</w:t>
      </w:r>
      <w:r w:rsidRPr="00D14747">
        <w:t>t want to forget the aesthetic value of the planet.</w:t>
      </w:r>
      <w:r>
        <w:t xml:space="preserve"> </w:t>
      </w:r>
      <w:r w:rsidRPr="00D14747">
        <w:t>If we lose our awe of the world around us</w:t>
      </w:r>
      <w:r>
        <w:t>,</w:t>
      </w:r>
      <w:r w:rsidRPr="00D14747">
        <w:t xml:space="preserve"> how can we be expected to want to protect it?</w:t>
      </w:r>
      <w:r>
        <w:t xml:space="preserve"> </w:t>
      </w:r>
    </w:p>
    <w:p w:rsidR="003051FD" w:rsidRPr="00D14747" w:rsidRDefault="006536F4" w:rsidP="00025BA2">
      <w:pPr>
        <w:pStyle w:val="NLMID"/>
        <w:contextualSpacing/>
      </w:pPr>
      <w:r>
        <w:tab/>
      </w:r>
      <w:r w:rsidR="003051FD" w:rsidRPr="007E6DC8">
        <w:t>Examples</w:t>
      </w:r>
      <w:r w:rsidR="003051FD" w:rsidRPr="00D14747">
        <w:t xml:space="preserve"> of why a particular service was placed in the degraded, mixed</w:t>
      </w:r>
      <w:r w:rsidR="003051FD">
        <w:t>,</w:t>
      </w:r>
      <w:r w:rsidR="003051FD" w:rsidRPr="00D14747">
        <w:t xml:space="preserve"> or enhanced column:</w:t>
      </w:r>
    </w:p>
    <w:p w:rsidR="003051FD" w:rsidRPr="00D14747" w:rsidRDefault="003051FD" w:rsidP="00025BA2">
      <w:pPr>
        <w:pStyle w:val="NPFIRST"/>
        <w:contextualSpacing/>
      </w:pPr>
      <w:r w:rsidRPr="00D14747">
        <w:t>Capture fisheries are degraded because of overharvesting, pollution, and invasive species.</w:t>
      </w:r>
      <w:r>
        <w:t xml:space="preserve"> </w:t>
      </w:r>
      <w:r w:rsidRPr="00D14747">
        <w:t>However, aquaculture is enhanced because of an increase in fish farms.</w:t>
      </w:r>
      <w:r>
        <w:t xml:space="preserve"> </w:t>
      </w:r>
      <w:r w:rsidRPr="00D14747">
        <w:t>This could likely have been spurred by the increase in price for the commodity caused by the degradation of the capture fish industry.</w:t>
      </w:r>
      <w:r>
        <w:t xml:space="preserve"> </w:t>
      </w:r>
    </w:p>
    <w:p w:rsidR="003051FD" w:rsidRPr="00D14747" w:rsidRDefault="003051FD" w:rsidP="00025BA2">
      <w:pPr>
        <w:pStyle w:val="NPMID"/>
        <w:contextualSpacing/>
      </w:pPr>
      <w:r w:rsidRPr="00D14747">
        <w:t>Wild foods are degraded by the loss of habitat, destruction of forests, and by turning some of these areas into agricultural land (thereby enhancing crop production).</w:t>
      </w:r>
    </w:p>
    <w:p w:rsidR="003051FD" w:rsidRPr="00D14747" w:rsidRDefault="003051FD" w:rsidP="00025BA2">
      <w:pPr>
        <w:pStyle w:val="NPLAST"/>
        <w:contextualSpacing/>
      </w:pPr>
      <w:r w:rsidRPr="00D14747">
        <w:t xml:space="preserve">Air </w:t>
      </w:r>
      <w:r w:rsidRPr="007E6DC8">
        <w:t>quality</w:t>
      </w:r>
      <w:r w:rsidRPr="00D14747">
        <w:t xml:space="preserve"> regulation has degraded globally due to the rush to compete in the global economy.</w:t>
      </w:r>
      <w:r>
        <w:t xml:space="preserve"> </w:t>
      </w:r>
      <w:r w:rsidRPr="00D14747">
        <w:t>This is evidenced by conditions in China, Eastern Europe, and India.</w:t>
      </w:r>
      <w:r>
        <w:t xml:space="preserve"> </w:t>
      </w:r>
      <w:r w:rsidRPr="00D14747">
        <w:t>A desire to produce cheap goods quickly has undermined efforts to install clean smokestacks, precipitators, and the like.</w:t>
      </w:r>
      <w:r>
        <w:t xml:space="preserve"> </w:t>
      </w:r>
    </w:p>
    <w:p w:rsidR="003051FD" w:rsidRPr="007B10ED" w:rsidRDefault="003051FD" w:rsidP="00025BA2">
      <w:pPr>
        <w:pStyle w:val="NLLAST"/>
        <w:contextualSpacing/>
        <w:rPr>
          <w:rStyle w:val="ITAL"/>
        </w:rPr>
      </w:pPr>
      <w:r w:rsidRPr="0023458A">
        <w:rPr>
          <w:rStyle w:val="ITAL"/>
        </w:rPr>
        <w:t>4.</w:t>
      </w:r>
      <w:r w:rsidR="006536F4" w:rsidRPr="0023458A">
        <w:rPr>
          <w:rStyle w:val="ITAL"/>
        </w:rPr>
        <w:tab/>
      </w:r>
      <w:r w:rsidRPr="007B10ED">
        <w:rPr>
          <w:rStyle w:val="ITAL"/>
        </w:rPr>
        <w:t>Look for three articles about a current scientific issue where one reflects sound science, one reflects junk science, and one is hard to distinguish as either. Identify the features of the studies described that qualify as sound science or junk science.</w:t>
      </w:r>
    </w:p>
    <w:p w:rsidR="00466D04" w:rsidRDefault="003051FD" w:rsidP="00025BA2">
      <w:pPr>
        <w:pStyle w:val="NPFIRST"/>
        <w:contextualSpacing/>
      </w:pPr>
      <w:r w:rsidRPr="006448FF">
        <w:t>Answers will vary by the articles chosen.</w:t>
      </w:r>
      <w:r>
        <w:t xml:space="preserve"> Be sure that students focus on the differences between sound science and junk science as described in section III of this chapter.</w:t>
      </w:r>
    </w:p>
    <w:sectPr w:rsidR="00466D04" w:rsidSect="007168E4">
      <w:footerReference w:type="default" r:id="rId7"/>
      <w:type w:val="continuous"/>
      <w:pgSz w:w="12240" w:h="15840" w:code="1"/>
      <w:pgMar w:top="1440" w:right="1440" w:bottom="8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F87" w:rsidRDefault="00114F87">
      <w:r>
        <w:separator/>
      </w:r>
    </w:p>
  </w:endnote>
  <w:endnote w:type="continuationSeparator" w:id="0">
    <w:p w:rsidR="00114F87" w:rsidRDefault="0011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FrutigerLTStd-Cn">
    <w:altName w:val="Cambria"/>
    <w:panose1 w:val="00000000000000000000"/>
    <w:charset w:val="00"/>
    <w:family w:val="swiss"/>
    <w:notTrueType/>
    <w:pitch w:val="default"/>
    <w:sig w:usb0="00000003" w:usb1="00000000" w:usb2="00000000" w:usb3="00000000" w:csb0="00000001" w:csb1="00000000"/>
  </w:font>
  <w:font w:name="FrutigerLTStd-Black">
    <w:panose1 w:val="00000000000000000000"/>
    <w:charset w:val="4D"/>
    <w:family w:val="auto"/>
    <w:notTrueType/>
    <w:pitch w:val="default"/>
    <w:sig w:usb0="00000003" w:usb1="00000000" w:usb2="00000000" w:usb3="00000000" w:csb0="00000001" w:csb1="00000000"/>
  </w:font>
  <w:font w:name="FrutigerLTStd-BoldCn">
    <w:altName w:val="Cambria"/>
    <w:panose1 w:val="00000000000000000000"/>
    <w:charset w:val="4D"/>
    <w:family w:val="swiss"/>
    <w:notTrueType/>
    <w:pitch w:val="default"/>
    <w:sig w:usb0="00000003" w:usb1="00000000" w:usb2="00000000" w:usb3="00000000" w:csb0="00000001" w:csb1="00000000"/>
  </w:font>
  <w:font w:name="SabonLTStd-Roman">
    <w:altName w:val="Cambria"/>
    <w:panose1 w:val="00000000000000000000"/>
    <w:charset w:val="4D"/>
    <w:family w:val="swiss"/>
    <w:notTrueType/>
    <w:pitch w:val="default"/>
    <w:sig w:usb0="00000003" w:usb1="00000000" w:usb2="00000000" w:usb3="00000000" w:csb0="00000001" w:csb1="00000000"/>
  </w:font>
  <w:font w:name="FrutigerLTStd-Bold">
    <w:panose1 w:val="00000000000000000000"/>
    <w:charset w:val="4D"/>
    <w:family w:val="auto"/>
    <w:notTrueType/>
    <w:pitch w:val="default"/>
    <w:sig w:usb0="00000003" w:usb1="00000000" w:usb2="00000000" w:usb3="00000000" w:csb0="00000001" w:csb1="00000000"/>
  </w:font>
  <w:font w:name="FrutigerLTStd-Roman">
    <w:panose1 w:val="00000000000000000000"/>
    <w:charset w:val="4D"/>
    <w:family w:val="auto"/>
    <w:notTrueType/>
    <w:pitch w:val="default"/>
    <w:sig w:usb0="00000003" w:usb1="00000000" w:usb2="00000000" w:usb3="00000000" w:csb0="00000001" w:csb1="00000000"/>
  </w:font>
  <w:font w:name="MathematicalPiLTStd-1">
    <w:panose1 w:val="00000000000000000000"/>
    <w:charset w:val="4D"/>
    <w:family w:val="roman"/>
    <w:notTrueType/>
    <w:pitch w:val="default"/>
    <w:sig w:usb0="00000003" w:usb1="00000000" w:usb2="00000000" w:usb3="00000000" w:csb0="00000001" w:csb1="00000000"/>
  </w:font>
  <w:font w:name="SabonLTStd-BoldItalic">
    <w:panose1 w:val="00000000000000000000"/>
    <w:charset w:val="4D"/>
    <w:family w:val="auto"/>
    <w:notTrueType/>
    <w:pitch w:val="default"/>
    <w:sig w:usb0="00000003" w:usb1="00000000" w:usb2="00000000" w:usb3="00000000" w:csb0="00000001" w:csb1="00000000"/>
  </w:font>
  <w:font w:name="FrutigerLTStd-LightCn">
    <w:altName w:val="Cambria"/>
    <w:panose1 w:val="00000000000000000000"/>
    <w:charset w:val="4D"/>
    <w:family w:val="auto"/>
    <w:notTrueType/>
    <w:pitch w:val="default"/>
    <w:sig w:usb0="00000003" w:usb1="00000000" w:usb2="00000000" w:usb3="00000000" w:csb0="00000001"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6EC" w:rsidRPr="00690D12" w:rsidRDefault="005856EC" w:rsidP="00AB7436">
    <w:pPr>
      <w:pStyle w:val="af"/>
      <w:jc w:val="center"/>
      <w:rPr>
        <w:rFonts w:ascii="Times New Roman" w:hAnsi="Times New Roman" w:cs="Times New Roman"/>
        <w:sz w:val="20"/>
        <w:szCs w:val="20"/>
      </w:rPr>
    </w:pPr>
    <w:r w:rsidRPr="00690D12">
      <w:rPr>
        <w:rFonts w:ascii="Times New Roman" w:hAnsi="Times New Roman" w:cs="Times New Roman"/>
        <w:sz w:val="20"/>
        <w:szCs w:val="20"/>
      </w:rPr>
      <w:fldChar w:fldCharType="begin"/>
    </w:r>
    <w:r w:rsidRPr="00690D12">
      <w:rPr>
        <w:rFonts w:ascii="Times New Roman" w:hAnsi="Times New Roman" w:cs="Times New Roman"/>
        <w:sz w:val="20"/>
        <w:szCs w:val="20"/>
      </w:rPr>
      <w:instrText xml:space="preserve"> PAGE </w:instrText>
    </w:r>
    <w:r w:rsidRPr="00690D12">
      <w:rPr>
        <w:rFonts w:ascii="Times New Roman" w:hAnsi="Times New Roman" w:cs="Times New Roman"/>
        <w:sz w:val="20"/>
        <w:szCs w:val="20"/>
      </w:rPr>
      <w:fldChar w:fldCharType="separate"/>
    </w:r>
    <w:r w:rsidR="00DD2DC5">
      <w:rPr>
        <w:rFonts w:ascii="Times New Roman" w:hAnsi="Times New Roman" w:cs="Times New Roman"/>
        <w:noProof/>
        <w:sz w:val="20"/>
        <w:szCs w:val="20"/>
      </w:rPr>
      <w:t>11</w:t>
    </w:r>
    <w:r w:rsidRPr="00690D12">
      <w:rPr>
        <w:rFonts w:ascii="Times New Roman" w:hAnsi="Times New Roman" w:cs="Times New Roman"/>
        <w:sz w:val="20"/>
        <w:szCs w:val="20"/>
      </w:rPr>
      <w:fldChar w:fldCharType="end"/>
    </w:r>
  </w:p>
  <w:p w:rsidR="005856EC" w:rsidRPr="00690D12" w:rsidRDefault="005856EC" w:rsidP="00AB7436">
    <w:pPr>
      <w:pStyle w:val="af"/>
      <w:jc w:val="center"/>
      <w:rPr>
        <w:rFonts w:ascii="Times New Roman" w:hAnsi="Times New Roman" w:cs="Times New Roman"/>
        <w:sz w:val="20"/>
        <w:szCs w:val="20"/>
      </w:rPr>
    </w:pPr>
    <w:r w:rsidRPr="00690D12">
      <w:rPr>
        <w:rFonts w:ascii="Times New Roman" w:hAnsi="Times New Roman" w:cs="Times New Roman"/>
        <w:sz w:val="20"/>
        <w:szCs w:val="20"/>
      </w:rPr>
      <w:t>Copyr</w:t>
    </w:r>
    <w:r w:rsidR="00DD2DC5">
      <w:rPr>
        <w:rFonts w:ascii="Times New Roman" w:hAnsi="Times New Roman" w:cs="Times New Roman"/>
        <w:sz w:val="20"/>
        <w:szCs w:val="20"/>
      </w:rPr>
      <w:t>ight © 2017</w:t>
    </w:r>
    <w:r w:rsidRPr="00690D12">
      <w:rPr>
        <w:rFonts w:ascii="Times New Roman" w:hAnsi="Times New Roman" w:cs="Times New Roman"/>
        <w:sz w:val="20"/>
        <w:szCs w:val="20"/>
      </w:rPr>
      <w:t xml:space="preserve">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F87" w:rsidRDefault="00114F87">
      <w:r>
        <w:separator/>
      </w:r>
    </w:p>
  </w:footnote>
  <w:footnote w:type="continuationSeparator" w:id="0">
    <w:p w:rsidR="00114F87" w:rsidRDefault="00114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06695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CA01618"/>
    <w:lvl w:ilvl="0">
      <w:start w:val="1"/>
      <w:numFmt w:val="decimal"/>
      <w:pStyle w:val="5"/>
      <w:lvlText w:val="%1."/>
      <w:lvlJc w:val="left"/>
      <w:pPr>
        <w:tabs>
          <w:tab w:val="num" w:pos="1800"/>
        </w:tabs>
        <w:ind w:left="1800" w:hanging="360"/>
      </w:pPr>
    </w:lvl>
  </w:abstractNum>
  <w:abstractNum w:abstractNumId="2" w15:restartNumberingAfterBreak="0">
    <w:nsid w:val="FFFFFF7D"/>
    <w:multiLevelType w:val="singleLevel"/>
    <w:tmpl w:val="A7B2F92C"/>
    <w:lvl w:ilvl="0">
      <w:start w:val="1"/>
      <w:numFmt w:val="decimal"/>
      <w:pStyle w:val="4"/>
      <w:lvlText w:val="%1."/>
      <w:lvlJc w:val="left"/>
      <w:pPr>
        <w:tabs>
          <w:tab w:val="num" w:pos="1440"/>
        </w:tabs>
        <w:ind w:left="1440" w:hanging="360"/>
      </w:pPr>
    </w:lvl>
  </w:abstractNum>
  <w:abstractNum w:abstractNumId="3" w15:restartNumberingAfterBreak="0">
    <w:nsid w:val="FFFFFF7E"/>
    <w:multiLevelType w:val="singleLevel"/>
    <w:tmpl w:val="EAC8B5F2"/>
    <w:lvl w:ilvl="0">
      <w:start w:val="1"/>
      <w:numFmt w:val="decimal"/>
      <w:pStyle w:val="3"/>
      <w:lvlText w:val="%1."/>
      <w:lvlJc w:val="left"/>
      <w:pPr>
        <w:tabs>
          <w:tab w:val="num" w:pos="1080"/>
        </w:tabs>
        <w:ind w:left="1080" w:hanging="360"/>
      </w:pPr>
    </w:lvl>
  </w:abstractNum>
  <w:abstractNum w:abstractNumId="4" w15:restartNumberingAfterBreak="0">
    <w:nsid w:val="FFFFFF7F"/>
    <w:multiLevelType w:val="singleLevel"/>
    <w:tmpl w:val="3FE45D54"/>
    <w:lvl w:ilvl="0">
      <w:start w:val="1"/>
      <w:numFmt w:val="decimal"/>
      <w:pStyle w:val="2"/>
      <w:lvlText w:val="%1."/>
      <w:lvlJc w:val="left"/>
      <w:pPr>
        <w:tabs>
          <w:tab w:val="num" w:pos="720"/>
        </w:tabs>
        <w:ind w:left="720" w:hanging="360"/>
      </w:pPr>
    </w:lvl>
  </w:abstractNum>
  <w:abstractNum w:abstractNumId="5" w15:restartNumberingAfterBreak="0">
    <w:nsid w:val="FFFFFF80"/>
    <w:multiLevelType w:val="singleLevel"/>
    <w:tmpl w:val="A47A5C18"/>
    <w:lvl w:ilvl="0">
      <w:start w:val="1"/>
      <w:numFmt w:val="bullet"/>
      <w:pStyle w:val="50"/>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0F074D6"/>
    <w:lvl w:ilvl="0">
      <w:start w:val="1"/>
      <w:numFmt w:val="bullet"/>
      <w:pStyle w:val="40"/>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C8E4EF6"/>
    <w:lvl w:ilvl="0">
      <w:start w:val="1"/>
      <w:numFmt w:val="bullet"/>
      <w:pStyle w:val="30"/>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0A080DA"/>
    <w:lvl w:ilvl="0">
      <w:start w:val="1"/>
      <w:numFmt w:val="bullet"/>
      <w:pStyle w:val="20"/>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E88E798"/>
    <w:lvl w:ilvl="0">
      <w:start w:val="1"/>
      <w:numFmt w:val="decimal"/>
      <w:pStyle w:val="a"/>
      <w:lvlText w:val="%1."/>
      <w:lvlJc w:val="left"/>
      <w:pPr>
        <w:tabs>
          <w:tab w:val="num" w:pos="360"/>
        </w:tabs>
        <w:ind w:left="360" w:hanging="360"/>
      </w:pPr>
    </w:lvl>
  </w:abstractNum>
  <w:abstractNum w:abstractNumId="10" w15:restartNumberingAfterBreak="0">
    <w:nsid w:val="FFFFFF89"/>
    <w:multiLevelType w:val="singleLevel"/>
    <w:tmpl w:val="0588957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000020"/>
    <w:multiLevelType w:val="singleLevel"/>
    <w:tmpl w:val="CBE0E1B6"/>
    <w:lvl w:ilvl="0">
      <w:start w:val="1"/>
      <w:numFmt w:val="decimal"/>
      <w:lvlText w:val="%1."/>
      <w:lvlJc w:val="left"/>
      <w:pPr>
        <w:tabs>
          <w:tab w:val="num" w:pos="360"/>
        </w:tabs>
        <w:ind w:left="360" w:hanging="360"/>
      </w:pPr>
      <w:rPr>
        <w:rFonts w:hint="default"/>
        <w:i/>
      </w:rPr>
    </w:lvl>
  </w:abstractNum>
  <w:abstractNum w:abstractNumId="12" w15:restartNumberingAfterBreak="0">
    <w:nsid w:val="00000038"/>
    <w:multiLevelType w:val="singleLevel"/>
    <w:tmpl w:val="A15EFF44"/>
    <w:lvl w:ilvl="0">
      <w:start w:val="3"/>
      <w:numFmt w:val="upperLetter"/>
      <w:lvlText w:val="%1."/>
      <w:lvlJc w:val="left"/>
      <w:pPr>
        <w:tabs>
          <w:tab w:val="num" w:pos="1080"/>
        </w:tabs>
        <w:ind w:left="1080" w:hanging="360"/>
      </w:pPr>
      <w:rPr>
        <w:rFonts w:hint="default"/>
      </w:rPr>
    </w:lvl>
  </w:abstractNum>
  <w:abstractNum w:abstractNumId="13" w15:restartNumberingAfterBreak="0">
    <w:nsid w:val="0000004E"/>
    <w:multiLevelType w:val="multilevel"/>
    <w:tmpl w:val="6AEC5A6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14" w15:restartNumberingAfterBreak="0">
    <w:nsid w:val="076A1C40"/>
    <w:multiLevelType w:val="hybridMultilevel"/>
    <w:tmpl w:val="B9DA8A04"/>
    <w:lvl w:ilvl="0" w:tplc="0409000F">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8068C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C366998"/>
    <w:multiLevelType w:val="hybridMultilevel"/>
    <w:tmpl w:val="F9E6A9F6"/>
    <w:lvl w:ilvl="0" w:tplc="FFFFFFFF">
      <w:start w:val="1"/>
      <w:numFmt w:val="upp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decimal"/>
      <w:lvlText w:val="%3."/>
      <w:lvlJc w:val="left"/>
      <w:pPr>
        <w:tabs>
          <w:tab w:val="num" w:pos="2700"/>
        </w:tabs>
        <w:ind w:left="2700" w:hanging="360"/>
      </w:pPr>
      <w:rPr>
        <w:rFonts w:hint="default"/>
      </w:rPr>
    </w:lvl>
    <w:lvl w:ilvl="3" w:tplc="FFFFFFFF">
      <w:start w:val="1"/>
      <w:numFmt w:val="decimal"/>
      <w:lvlText w:val="%4."/>
      <w:lvlJc w:val="left"/>
      <w:pPr>
        <w:tabs>
          <w:tab w:val="num" w:pos="3240"/>
        </w:tabs>
        <w:ind w:left="3240" w:hanging="360"/>
      </w:pPr>
    </w:lvl>
    <w:lvl w:ilvl="4" w:tplc="5F94F040">
      <w:start w:val="2"/>
      <w:numFmt w:val="bullet"/>
      <w:lvlText w:val=""/>
      <w:lvlJc w:val="left"/>
      <w:pPr>
        <w:tabs>
          <w:tab w:val="num" w:pos="3960"/>
        </w:tabs>
        <w:ind w:left="3960" w:hanging="360"/>
      </w:pPr>
      <w:rPr>
        <w:rFonts w:ascii="Symbol" w:eastAsia="Times" w:hAnsi="Symbol" w:hint="default"/>
      </w:r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1E65680B"/>
    <w:multiLevelType w:val="hybridMultilevel"/>
    <w:tmpl w:val="1F77030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43D77F1"/>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CF4E8BC"/>
    <w:multiLevelType w:val="hybridMultilevel"/>
    <w:tmpl w:val="6701438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D74006D"/>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0CF28BC"/>
    <w:multiLevelType w:val="hybridMultilevel"/>
    <w:tmpl w:val="BBEE3F04"/>
    <w:lvl w:ilvl="0" w:tplc="9E40A9A6">
      <w:start w:val="1"/>
      <w:numFmt w:val="decimal"/>
      <w:lvlText w:val="%1."/>
      <w:lvlJc w:val="left"/>
      <w:pPr>
        <w:tabs>
          <w:tab w:val="num" w:pos="619"/>
        </w:tabs>
        <w:ind w:left="619" w:hanging="360"/>
      </w:pPr>
      <w:rPr>
        <w:rFonts w:eastAsia="SimSun" w:hint="default"/>
        <w:b/>
        <w:color w:val="000000"/>
        <w:w w:val="101"/>
      </w:rPr>
    </w:lvl>
    <w:lvl w:ilvl="1" w:tplc="04090019" w:tentative="1">
      <w:start w:val="1"/>
      <w:numFmt w:val="lowerLetter"/>
      <w:lvlText w:val="%2."/>
      <w:lvlJc w:val="left"/>
      <w:pPr>
        <w:tabs>
          <w:tab w:val="num" w:pos="1339"/>
        </w:tabs>
        <w:ind w:left="1339" w:hanging="360"/>
      </w:pPr>
    </w:lvl>
    <w:lvl w:ilvl="2" w:tplc="0409001B" w:tentative="1">
      <w:start w:val="1"/>
      <w:numFmt w:val="lowerRoman"/>
      <w:lvlText w:val="%3."/>
      <w:lvlJc w:val="right"/>
      <w:pPr>
        <w:tabs>
          <w:tab w:val="num" w:pos="2059"/>
        </w:tabs>
        <w:ind w:left="2059" w:hanging="180"/>
      </w:pPr>
    </w:lvl>
    <w:lvl w:ilvl="3" w:tplc="0409000F" w:tentative="1">
      <w:start w:val="1"/>
      <w:numFmt w:val="decimal"/>
      <w:lvlText w:val="%4."/>
      <w:lvlJc w:val="left"/>
      <w:pPr>
        <w:tabs>
          <w:tab w:val="num" w:pos="2779"/>
        </w:tabs>
        <w:ind w:left="2779" w:hanging="360"/>
      </w:pPr>
    </w:lvl>
    <w:lvl w:ilvl="4" w:tplc="04090019" w:tentative="1">
      <w:start w:val="1"/>
      <w:numFmt w:val="lowerLetter"/>
      <w:lvlText w:val="%5."/>
      <w:lvlJc w:val="left"/>
      <w:pPr>
        <w:tabs>
          <w:tab w:val="num" w:pos="3499"/>
        </w:tabs>
        <w:ind w:left="3499" w:hanging="360"/>
      </w:pPr>
    </w:lvl>
    <w:lvl w:ilvl="5" w:tplc="0409001B" w:tentative="1">
      <w:start w:val="1"/>
      <w:numFmt w:val="lowerRoman"/>
      <w:lvlText w:val="%6."/>
      <w:lvlJc w:val="right"/>
      <w:pPr>
        <w:tabs>
          <w:tab w:val="num" w:pos="4219"/>
        </w:tabs>
        <w:ind w:left="4219" w:hanging="180"/>
      </w:pPr>
    </w:lvl>
    <w:lvl w:ilvl="6" w:tplc="0409000F" w:tentative="1">
      <w:start w:val="1"/>
      <w:numFmt w:val="decimal"/>
      <w:lvlText w:val="%7."/>
      <w:lvlJc w:val="left"/>
      <w:pPr>
        <w:tabs>
          <w:tab w:val="num" w:pos="4939"/>
        </w:tabs>
        <w:ind w:left="4939" w:hanging="360"/>
      </w:pPr>
    </w:lvl>
    <w:lvl w:ilvl="7" w:tplc="04090019" w:tentative="1">
      <w:start w:val="1"/>
      <w:numFmt w:val="lowerLetter"/>
      <w:lvlText w:val="%8."/>
      <w:lvlJc w:val="left"/>
      <w:pPr>
        <w:tabs>
          <w:tab w:val="num" w:pos="5659"/>
        </w:tabs>
        <w:ind w:left="5659" w:hanging="360"/>
      </w:pPr>
    </w:lvl>
    <w:lvl w:ilvl="8" w:tplc="0409001B" w:tentative="1">
      <w:start w:val="1"/>
      <w:numFmt w:val="lowerRoman"/>
      <w:lvlText w:val="%9."/>
      <w:lvlJc w:val="right"/>
      <w:pPr>
        <w:tabs>
          <w:tab w:val="num" w:pos="6379"/>
        </w:tabs>
        <w:ind w:left="6379" w:hanging="180"/>
      </w:pPr>
    </w:lvl>
  </w:abstractNum>
  <w:abstractNum w:abstractNumId="22" w15:restartNumberingAfterBreak="0">
    <w:nsid w:val="6A00589D"/>
    <w:multiLevelType w:val="hybridMultilevel"/>
    <w:tmpl w:val="A8BA7EA8"/>
    <w:lvl w:ilvl="0" w:tplc="5246C0E6">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F973D90"/>
    <w:multiLevelType w:val="hybridMultilevel"/>
    <w:tmpl w:val="6D4A26C4"/>
    <w:lvl w:ilvl="0" w:tplc="9B965752">
      <w:start w:val="1"/>
      <w:numFmt w:val="upp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decimal"/>
      <w:lvlText w:val="%3."/>
      <w:lvlJc w:val="left"/>
      <w:pPr>
        <w:tabs>
          <w:tab w:val="num" w:pos="2700"/>
        </w:tabs>
        <w:ind w:left="2700" w:hanging="360"/>
      </w:pPr>
      <w:rPr>
        <w:rFonts w:hint="default"/>
      </w:rPr>
    </w:lvl>
    <w:lvl w:ilvl="3" w:tplc="FFFFFFFF">
      <w:start w:val="1"/>
      <w:numFmt w:val="decimal"/>
      <w:lvlText w:val="%4."/>
      <w:lvlJc w:val="left"/>
      <w:pPr>
        <w:tabs>
          <w:tab w:val="num" w:pos="3240"/>
        </w:tabs>
        <w:ind w:left="3240" w:hanging="360"/>
      </w:pPr>
    </w:lvl>
    <w:lvl w:ilvl="4" w:tplc="5F94F040">
      <w:start w:val="2"/>
      <w:numFmt w:val="bullet"/>
      <w:lvlText w:val=""/>
      <w:lvlJc w:val="left"/>
      <w:pPr>
        <w:tabs>
          <w:tab w:val="num" w:pos="3960"/>
        </w:tabs>
        <w:ind w:left="3960" w:hanging="360"/>
      </w:pPr>
      <w:rPr>
        <w:rFonts w:ascii="Symbol" w:eastAsia="Times" w:hAnsi="Symbol" w:hint="default"/>
      </w:r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769F06B5"/>
    <w:multiLevelType w:val="hybridMultilevel"/>
    <w:tmpl w:val="F9B8957C"/>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BD15C3C"/>
    <w:multiLevelType w:val="hybridMultilevel"/>
    <w:tmpl w:val="6C707394"/>
    <w:lvl w:ilvl="0" w:tplc="2F44BDD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7F134A9B"/>
    <w:multiLevelType w:val="multilevel"/>
    <w:tmpl w:val="6D4A26C4"/>
    <w:lvl w:ilvl="0">
      <w:start w:val="1"/>
      <w:numFmt w:val="upp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2"/>
      <w:numFmt w:val="bullet"/>
      <w:lvlText w:val=""/>
      <w:lvlJc w:val="left"/>
      <w:pPr>
        <w:tabs>
          <w:tab w:val="num" w:pos="3960"/>
        </w:tabs>
        <w:ind w:left="3960" w:hanging="360"/>
      </w:pPr>
      <w:rPr>
        <w:rFonts w:ascii="Symbol" w:eastAsia="Times" w:hAnsi="Symbol"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22"/>
  </w:num>
  <w:num w:numId="2">
    <w:abstractNumId w:val="22"/>
  </w:num>
  <w:num w:numId="3">
    <w:abstractNumId w:val="22"/>
  </w:num>
  <w:num w:numId="4">
    <w:abstractNumId w:val="7"/>
  </w:num>
  <w:num w:numId="5">
    <w:abstractNumId w:val="10"/>
  </w:num>
  <w:num w:numId="6">
    <w:abstractNumId w:val="8"/>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21"/>
  </w:num>
  <w:num w:numId="15">
    <w:abstractNumId w:val="15"/>
  </w:num>
  <w:num w:numId="16">
    <w:abstractNumId w:val="18"/>
  </w:num>
  <w:num w:numId="17">
    <w:abstractNumId w:val="20"/>
  </w:num>
  <w:num w:numId="18">
    <w:abstractNumId w:val="19"/>
  </w:num>
  <w:num w:numId="19">
    <w:abstractNumId w:val="17"/>
  </w:num>
  <w:num w:numId="20">
    <w:abstractNumId w:val="11"/>
  </w:num>
  <w:num w:numId="21">
    <w:abstractNumId w:val="12"/>
  </w:num>
  <w:num w:numId="22">
    <w:abstractNumId w:val="13"/>
  </w:num>
  <w:num w:numId="23">
    <w:abstractNumId w:val="23"/>
  </w:num>
  <w:num w:numId="24">
    <w:abstractNumId w:val="24"/>
  </w:num>
  <w:num w:numId="25">
    <w:abstractNumId w:val="14"/>
  </w:num>
  <w:num w:numId="26">
    <w:abstractNumId w:val="25"/>
  </w:num>
  <w:num w:numId="27">
    <w:abstractNumId w:val="16"/>
  </w:num>
  <w:num w:numId="28">
    <w:abstractNumId w:val="2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US" w:vendorID="64" w:dllVersion="131078" w:nlCheck="1" w:checkStyle="0"/>
  <w:activeWritingStyle w:appName="MSWord" w:lang="en-CA" w:vendorID="64" w:dllVersion="131078" w:nlCheck="1" w:checkStyle="0"/>
  <w:activeWritingStyle w:appName="MSWord" w:lang="en-GB" w:vendorID="64" w:dllVersion="131078" w:nlCheck="1" w:checkStyle="1"/>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drawingGridHorizontalSpacing w:val="121"/>
  <w:displayHorizontalDrawingGridEvery w:val="2"/>
  <w:noPunctuationKerning/>
  <w:characterSpacingControl w:val="doNotCompress"/>
  <w:hdrShapeDefaults>
    <o:shapedefaults v:ext="edit" spidmax="3074" fillcolor="white">
      <v:fill color="white"/>
      <v:stroke weight=".1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FD3"/>
    <w:rsid w:val="0000043F"/>
    <w:rsid w:val="00000BCE"/>
    <w:rsid w:val="00000C54"/>
    <w:rsid w:val="00000D11"/>
    <w:rsid w:val="000016B8"/>
    <w:rsid w:val="000020F3"/>
    <w:rsid w:val="0000272E"/>
    <w:rsid w:val="00003408"/>
    <w:rsid w:val="000037B5"/>
    <w:rsid w:val="00003D34"/>
    <w:rsid w:val="00004370"/>
    <w:rsid w:val="00004922"/>
    <w:rsid w:val="00004A71"/>
    <w:rsid w:val="00005104"/>
    <w:rsid w:val="0000515C"/>
    <w:rsid w:val="0000531F"/>
    <w:rsid w:val="0000566A"/>
    <w:rsid w:val="00005CDD"/>
    <w:rsid w:val="00005FBF"/>
    <w:rsid w:val="000069C7"/>
    <w:rsid w:val="00007301"/>
    <w:rsid w:val="000104BB"/>
    <w:rsid w:val="0001089C"/>
    <w:rsid w:val="00011E16"/>
    <w:rsid w:val="000121B7"/>
    <w:rsid w:val="00012499"/>
    <w:rsid w:val="00012AB3"/>
    <w:rsid w:val="000132C6"/>
    <w:rsid w:val="00013A67"/>
    <w:rsid w:val="00013B63"/>
    <w:rsid w:val="00013FA4"/>
    <w:rsid w:val="00014AA1"/>
    <w:rsid w:val="00014E63"/>
    <w:rsid w:val="00015F0E"/>
    <w:rsid w:val="00016EB2"/>
    <w:rsid w:val="0001728F"/>
    <w:rsid w:val="00020CA4"/>
    <w:rsid w:val="000210C6"/>
    <w:rsid w:val="00021493"/>
    <w:rsid w:val="00022BD0"/>
    <w:rsid w:val="00025BA2"/>
    <w:rsid w:val="0002652C"/>
    <w:rsid w:val="000273CF"/>
    <w:rsid w:val="0002756A"/>
    <w:rsid w:val="00027A73"/>
    <w:rsid w:val="00030E2C"/>
    <w:rsid w:val="00032199"/>
    <w:rsid w:val="0003239C"/>
    <w:rsid w:val="000359B3"/>
    <w:rsid w:val="000368F4"/>
    <w:rsid w:val="00036B84"/>
    <w:rsid w:val="00036E8D"/>
    <w:rsid w:val="00036FEA"/>
    <w:rsid w:val="000407F6"/>
    <w:rsid w:val="00040BB9"/>
    <w:rsid w:val="00041111"/>
    <w:rsid w:val="000415AD"/>
    <w:rsid w:val="000418AA"/>
    <w:rsid w:val="00041A8A"/>
    <w:rsid w:val="00042D2A"/>
    <w:rsid w:val="00043736"/>
    <w:rsid w:val="00044390"/>
    <w:rsid w:val="00045299"/>
    <w:rsid w:val="00045F45"/>
    <w:rsid w:val="00046150"/>
    <w:rsid w:val="00046293"/>
    <w:rsid w:val="00047950"/>
    <w:rsid w:val="0005037F"/>
    <w:rsid w:val="00050DE6"/>
    <w:rsid w:val="00052070"/>
    <w:rsid w:val="00052600"/>
    <w:rsid w:val="00052C07"/>
    <w:rsid w:val="00052C82"/>
    <w:rsid w:val="000549BA"/>
    <w:rsid w:val="00054AFA"/>
    <w:rsid w:val="00054C8D"/>
    <w:rsid w:val="00054F49"/>
    <w:rsid w:val="0005508B"/>
    <w:rsid w:val="0005517F"/>
    <w:rsid w:val="00055216"/>
    <w:rsid w:val="00055ACC"/>
    <w:rsid w:val="0005661F"/>
    <w:rsid w:val="00056B4F"/>
    <w:rsid w:val="000601DB"/>
    <w:rsid w:val="000602E7"/>
    <w:rsid w:val="00060B27"/>
    <w:rsid w:val="00060E54"/>
    <w:rsid w:val="0006129B"/>
    <w:rsid w:val="00061F29"/>
    <w:rsid w:val="00063274"/>
    <w:rsid w:val="00063335"/>
    <w:rsid w:val="000638CE"/>
    <w:rsid w:val="00064B64"/>
    <w:rsid w:val="00064B9B"/>
    <w:rsid w:val="00064E08"/>
    <w:rsid w:val="00065686"/>
    <w:rsid w:val="00065C47"/>
    <w:rsid w:val="00065E56"/>
    <w:rsid w:val="00066648"/>
    <w:rsid w:val="0006673D"/>
    <w:rsid w:val="0006761E"/>
    <w:rsid w:val="00067DFD"/>
    <w:rsid w:val="00070412"/>
    <w:rsid w:val="0007057B"/>
    <w:rsid w:val="00070BC5"/>
    <w:rsid w:val="000711B7"/>
    <w:rsid w:val="00072F4E"/>
    <w:rsid w:val="00073430"/>
    <w:rsid w:val="000737A2"/>
    <w:rsid w:val="00073892"/>
    <w:rsid w:val="00074D48"/>
    <w:rsid w:val="00074EC5"/>
    <w:rsid w:val="000753D0"/>
    <w:rsid w:val="000755FE"/>
    <w:rsid w:val="00076306"/>
    <w:rsid w:val="000763DD"/>
    <w:rsid w:val="00076412"/>
    <w:rsid w:val="00076559"/>
    <w:rsid w:val="00077EB3"/>
    <w:rsid w:val="00077F25"/>
    <w:rsid w:val="000802AB"/>
    <w:rsid w:val="00080520"/>
    <w:rsid w:val="000817E6"/>
    <w:rsid w:val="00082855"/>
    <w:rsid w:val="00082BD6"/>
    <w:rsid w:val="00082DA1"/>
    <w:rsid w:val="000845AE"/>
    <w:rsid w:val="00085F21"/>
    <w:rsid w:val="00087567"/>
    <w:rsid w:val="000877F2"/>
    <w:rsid w:val="00090968"/>
    <w:rsid w:val="0009108F"/>
    <w:rsid w:val="00091545"/>
    <w:rsid w:val="0009320F"/>
    <w:rsid w:val="000936B0"/>
    <w:rsid w:val="000940BA"/>
    <w:rsid w:val="0009427F"/>
    <w:rsid w:val="00094E25"/>
    <w:rsid w:val="000955AD"/>
    <w:rsid w:val="00096F47"/>
    <w:rsid w:val="0009724F"/>
    <w:rsid w:val="00097CA0"/>
    <w:rsid w:val="000A068B"/>
    <w:rsid w:val="000A0BBA"/>
    <w:rsid w:val="000A151A"/>
    <w:rsid w:val="000A1B81"/>
    <w:rsid w:val="000A20A0"/>
    <w:rsid w:val="000A21AE"/>
    <w:rsid w:val="000A28B1"/>
    <w:rsid w:val="000A37F2"/>
    <w:rsid w:val="000A421B"/>
    <w:rsid w:val="000A5A39"/>
    <w:rsid w:val="000A5AF2"/>
    <w:rsid w:val="000A6FAA"/>
    <w:rsid w:val="000A731E"/>
    <w:rsid w:val="000A77FB"/>
    <w:rsid w:val="000A7988"/>
    <w:rsid w:val="000A7DED"/>
    <w:rsid w:val="000B0729"/>
    <w:rsid w:val="000B1D6F"/>
    <w:rsid w:val="000B2F5D"/>
    <w:rsid w:val="000B31E4"/>
    <w:rsid w:val="000B3360"/>
    <w:rsid w:val="000B393F"/>
    <w:rsid w:val="000B3A34"/>
    <w:rsid w:val="000B3DD0"/>
    <w:rsid w:val="000B4577"/>
    <w:rsid w:val="000B48BF"/>
    <w:rsid w:val="000B5005"/>
    <w:rsid w:val="000B52E2"/>
    <w:rsid w:val="000B5FEE"/>
    <w:rsid w:val="000B62AB"/>
    <w:rsid w:val="000B6407"/>
    <w:rsid w:val="000B720E"/>
    <w:rsid w:val="000B7F2A"/>
    <w:rsid w:val="000C0306"/>
    <w:rsid w:val="000C051A"/>
    <w:rsid w:val="000C09E7"/>
    <w:rsid w:val="000C09E9"/>
    <w:rsid w:val="000C0B87"/>
    <w:rsid w:val="000C0BB6"/>
    <w:rsid w:val="000C0CE2"/>
    <w:rsid w:val="000C0FA3"/>
    <w:rsid w:val="000C1368"/>
    <w:rsid w:val="000C20B7"/>
    <w:rsid w:val="000C230E"/>
    <w:rsid w:val="000C3C61"/>
    <w:rsid w:val="000C44F4"/>
    <w:rsid w:val="000C6C23"/>
    <w:rsid w:val="000C6D36"/>
    <w:rsid w:val="000C764E"/>
    <w:rsid w:val="000C7B31"/>
    <w:rsid w:val="000D2819"/>
    <w:rsid w:val="000D313F"/>
    <w:rsid w:val="000D389C"/>
    <w:rsid w:val="000D39F0"/>
    <w:rsid w:val="000D3AD2"/>
    <w:rsid w:val="000D3B5A"/>
    <w:rsid w:val="000D4249"/>
    <w:rsid w:val="000D5C39"/>
    <w:rsid w:val="000D718E"/>
    <w:rsid w:val="000D78AF"/>
    <w:rsid w:val="000E0046"/>
    <w:rsid w:val="000E0130"/>
    <w:rsid w:val="000E02A8"/>
    <w:rsid w:val="000E03A4"/>
    <w:rsid w:val="000E0C1F"/>
    <w:rsid w:val="000E0DE8"/>
    <w:rsid w:val="000E1226"/>
    <w:rsid w:val="000E1D97"/>
    <w:rsid w:val="000E2AA6"/>
    <w:rsid w:val="000E2D50"/>
    <w:rsid w:val="000E3801"/>
    <w:rsid w:val="000E399C"/>
    <w:rsid w:val="000E47B9"/>
    <w:rsid w:val="000E5B60"/>
    <w:rsid w:val="000E6753"/>
    <w:rsid w:val="000F0504"/>
    <w:rsid w:val="000F0AC6"/>
    <w:rsid w:val="000F139D"/>
    <w:rsid w:val="000F17D5"/>
    <w:rsid w:val="000F2F5B"/>
    <w:rsid w:val="000F48FA"/>
    <w:rsid w:val="000F4BE8"/>
    <w:rsid w:val="000F4DE0"/>
    <w:rsid w:val="000F5BA6"/>
    <w:rsid w:val="000F6A78"/>
    <w:rsid w:val="000F73D5"/>
    <w:rsid w:val="000F74AB"/>
    <w:rsid w:val="001002D5"/>
    <w:rsid w:val="00100998"/>
    <w:rsid w:val="001010D0"/>
    <w:rsid w:val="0010187E"/>
    <w:rsid w:val="00102537"/>
    <w:rsid w:val="00103C57"/>
    <w:rsid w:val="00104263"/>
    <w:rsid w:val="00104325"/>
    <w:rsid w:val="0010490C"/>
    <w:rsid w:val="00104A99"/>
    <w:rsid w:val="001066A5"/>
    <w:rsid w:val="00106921"/>
    <w:rsid w:val="00106E2A"/>
    <w:rsid w:val="00107649"/>
    <w:rsid w:val="00110194"/>
    <w:rsid w:val="0011080B"/>
    <w:rsid w:val="00110E34"/>
    <w:rsid w:val="0011102C"/>
    <w:rsid w:val="00111634"/>
    <w:rsid w:val="00114F87"/>
    <w:rsid w:val="0011519A"/>
    <w:rsid w:val="00115CCB"/>
    <w:rsid w:val="001164DF"/>
    <w:rsid w:val="001166B9"/>
    <w:rsid w:val="001167CE"/>
    <w:rsid w:val="001177A4"/>
    <w:rsid w:val="00117B8F"/>
    <w:rsid w:val="00120D30"/>
    <w:rsid w:val="00120EFB"/>
    <w:rsid w:val="00121448"/>
    <w:rsid w:val="0012189A"/>
    <w:rsid w:val="00121AD8"/>
    <w:rsid w:val="001224D9"/>
    <w:rsid w:val="0012280D"/>
    <w:rsid w:val="00122AC5"/>
    <w:rsid w:val="00122D1E"/>
    <w:rsid w:val="00122E3A"/>
    <w:rsid w:val="00123234"/>
    <w:rsid w:val="00123631"/>
    <w:rsid w:val="00123641"/>
    <w:rsid w:val="00124246"/>
    <w:rsid w:val="00126A6F"/>
    <w:rsid w:val="00126B81"/>
    <w:rsid w:val="001276C9"/>
    <w:rsid w:val="00127ABA"/>
    <w:rsid w:val="0013013C"/>
    <w:rsid w:val="00130766"/>
    <w:rsid w:val="00132586"/>
    <w:rsid w:val="0013284A"/>
    <w:rsid w:val="0013288D"/>
    <w:rsid w:val="00132A55"/>
    <w:rsid w:val="00133581"/>
    <w:rsid w:val="00134168"/>
    <w:rsid w:val="001342D0"/>
    <w:rsid w:val="00134559"/>
    <w:rsid w:val="00135281"/>
    <w:rsid w:val="001358D0"/>
    <w:rsid w:val="00136461"/>
    <w:rsid w:val="00136B35"/>
    <w:rsid w:val="0013755B"/>
    <w:rsid w:val="00140000"/>
    <w:rsid w:val="0014037C"/>
    <w:rsid w:val="001406AA"/>
    <w:rsid w:val="00142051"/>
    <w:rsid w:val="00143E67"/>
    <w:rsid w:val="00144230"/>
    <w:rsid w:val="001467D8"/>
    <w:rsid w:val="00147487"/>
    <w:rsid w:val="001477A3"/>
    <w:rsid w:val="001504A8"/>
    <w:rsid w:val="00150CEF"/>
    <w:rsid w:val="001522A6"/>
    <w:rsid w:val="001527B0"/>
    <w:rsid w:val="00152A25"/>
    <w:rsid w:val="001532E8"/>
    <w:rsid w:val="0015485F"/>
    <w:rsid w:val="001548F2"/>
    <w:rsid w:val="00154A67"/>
    <w:rsid w:val="001554CC"/>
    <w:rsid w:val="00155A1B"/>
    <w:rsid w:val="001607FF"/>
    <w:rsid w:val="00161228"/>
    <w:rsid w:val="001615D4"/>
    <w:rsid w:val="0016179D"/>
    <w:rsid w:val="00161BDD"/>
    <w:rsid w:val="00162F21"/>
    <w:rsid w:val="001636ED"/>
    <w:rsid w:val="00163CA6"/>
    <w:rsid w:val="00163E9B"/>
    <w:rsid w:val="00164479"/>
    <w:rsid w:val="00164E09"/>
    <w:rsid w:val="001654AA"/>
    <w:rsid w:val="001655BC"/>
    <w:rsid w:val="0016593E"/>
    <w:rsid w:val="0016594A"/>
    <w:rsid w:val="00165DC0"/>
    <w:rsid w:val="0016608D"/>
    <w:rsid w:val="001668EA"/>
    <w:rsid w:val="00166D8A"/>
    <w:rsid w:val="001677F8"/>
    <w:rsid w:val="00170252"/>
    <w:rsid w:val="00170503"/>
    <w:rsid w:val="00171391"/>
    <w:rsid w:val="00171F82"/>
    <w:rsid w:val="001730A6"/>
    <w:rsid w:val="00173104"/>
    <w:rsid w:val="001732BC"/>
    <w:rsid w:val="001743FE"/>
    <w:rsid w:val="00174581"/>
    <w:rsid w:val="001753F4"/>
    <w:rsid w:val="0017590D"/>
    <w:rsid w:val="00176DA2"/>
    <w:rsid w:val="00176F94"/>
    <w:rsid w:val="001771F2"/>
    <w:rsid w:val="00177CC6"/>
    <w:rsid w:val="001809BD"/>
    <w:rsid w:val="00180AC0"/>
    <w:rsid w:val="0018102E"/>
    <w:rsid w:val="00181142"/>
    <w:rsid w:val="0018126A"/>
    <w:rsid w:val="001818A4"/>
    <w:rsid w:val="00181CD1"/>
    <w:rsid w:val="001826C9"/>
    <w:rsid w:val="00184BFD"/>
    <w:rsid w:val="00184CD4"/>
    <w:rsid w:val="00184F50"/>
    <w:rsid w:val="001850B7"/>
    <w:rsid w:val="0018569E"/>
    <w:rsid w:val="00186BF1"/>
    <w:rsid w:val="00186D8A"/>
    <w:rsid w:val="00186DC6"/>
    <w:rsid w:val="00186ECA"/>
    <w:rsid w:val="00191167"/>
    <w:rsid w:val="00191844"/>
    <w:rsid w:val="00191D8B"/>
    <w:rsid w:val="001920C4"/>
    <w:rsid w:val="00192287"/>
    <w:rsid w:val="001924B3"/>
    <w:rsid w:val="00192F24"/>
    <w:rsid w:val="00193389"/>
    <w:rsid w:val="001946D3"/>
    <w:rsid w:val="00194802"/>
    <w:rsid w:val="00194878"/>
    <w:rsid w:val="00195208"/>
    <w:rsid w:val="0019531B"/>
    <w:rsid w:val="00196260"/>
    <w:rsid w:val="00196E21"/>
    <w:rsid w:val="00197D89"/>
    <w:rsid w:val="001A0B15"/>
    <w:rsid w:val="001A169E"/>
    <w:rsid w:val="001A1881"/>
    <w:rsid w:val="001A24BB"/>
    <w:rsid w:val="001A3016"/>
    <w:rsid w:val="001A3394"/>
    <w:rsid w:val="001A3B52"/>
    <w:rsid w:val="001A526D"/>
    <w:rsid w:val="001A5330"/>
    <w:rsid w:val="001A53AA"/>
    <w:rsid w:val="001A54BD"/>
    <w:rsid w:val="001A5C6C"/>
    <w:rsid w:val="001A7048"/>
    <w:rsid w:val="001A714D"/>
    <w:rsid w:val="001A74FC"/>
    <w:rsid w:val="001A7800"/>
    <w:rsid w:val="001B0929"/>
    <w:rsid w:val="001B1CEF"/>
    <w:rsid w:val="001B2446"/>
    <w:rsid w:val="001B2F2A"/>
    <w:rsid w:val="001B339F"/>
    <w:rsid w:val="001B3820"/>
    <w:rsid w:val="001B4196"/>
    <w:rsid w:val="001B5D6C"/>
    <w:rsid w:val="001B6AA8"/>
    <w:rsid w:val="001B7CE2"/>
    <w:rsid w:val="001C08F8"/>
    <w:rsid w:val="001C1C81"/>
    <w:rsid w:val="001C1CD0"/>
    <w:rsid w:val="001C3B8E"/>
    <w:rsid w:val="001C4482"/>
    <w:rsid w:val="001C451C"/>
    <w:rsid w:val="001C46F4"/>
    <w:rsid w:val="001C4E10"/>
    <w:rsid w:val="001C52B9"/>
    <w:rsid w:val="001C5D21"/>
    <w:rsid w:val="001C744C"/>
    <w:rsid w:val="001D0937"/>
    <w:rsid w:val="001D0EA9"/>
    <w:rsid w:val="001D13C2"/>
    <w:rsid w:val="001D1780"/>
    <w:rsid w:val="001D3157"/>
    <w:rsid w:val="001D3625"/>
    <w:rsid w:val="001D3B96"/>
    <w:rsid w:val="001D54E9"/>
    <w:rsid w:val="001D6986"/>
    <w:rsid w:val="001E0958"/>
    <w:rsid w:val="001E0BDC"/>
    <w:rsid w:val="001E1174"/>
    <w:rsid w:val="001E17F6"/>
    <w:rsid w:val="001E417F"/>
    <w:rsid w:val="001E5264"/>
    <w:rsid w:val="001E5373"/>
    <w:rsid w:val="001E55B1"/>
    <w:rsid w:val="001E657F"/>
    <w:rsid w:val="001E678E"/>
    <w:rsid w:val="001E7F1B"/>
    <w:rsid w:val="001F0068"/>
    <w:rsid w:val="001F02E8"/>
    <w:rsid w:val="001F18BF"/>
    <w:rsid w:val="001F29C3"/>
    <w:rsid w:val="001F3916"/>
    <w:rsid w:val="001F3F2D"/>
    <w:rsid w:val="001F4402"/>
    <w:rsid w:val="001F455B"/>
    <w:rsid w:val="001F670E"/>
    <w:rsid w:val="001F6D53"/>
    <w:rsid w:val="001F7075"/>
    <w:rsid w:val="001F7172"/>
    <w:rsid w:val="0020047D"/>
    <w:rsid w:val="0020073A"/>
    <w:rsid w:val="00200800"/>
    <w:rsid w:val="0020156C"/>
    <w:rsid w:val="002023E5"/>
    <w:rsid w:val="00203217"/>
    <w:rsid w:val="00203345"/>
    <w:rsid w:val="0020341C"/>
    <w:rsid w:val="002049EF"/>
    <w:rsid w:val="00204B2E"/>
    <w:rsid w:val="002053C2"/>
    <w:rsid w:val="002062B3"/>
    <w:rsid w:val="002067C9"/>
    <w:rsid w:val="0020682E"/>
    <w:rsid w:val="00206A5C"/>
    <w:rsid w:val="0020794F"/>
    <w:rsid w:val="00210455"/>
    <w:rsid w:val="00211171"/>
    <w:rsid w:val="00211361"/>
    <w:rsid w:val="002113DB"/>
    <w:rsid w:val="00211CA6"/>
    <w:rsid w:val="00212259"/>
    <w:rsid w:val="00212396"/>
    <w:rsid w:val="0021266F"/>
    <w:rsid w:val="00212F85"/>
    <w:rsid w:val="002133B3"/>
    <w:rsid w:val="0021375F"/>
    <w:rsid w:val="002139B8"/>
    <w:rsid w:val="00214B00"/>
    <w:rsid w:val="00216A05"/>
    <w:rsid w:val="00216FA2"/>
    <w:rsid w:val="00220ED3"/>
    <w:rsid w:val="0022167B"/>
    <w:rsid w:val="0022181D"/>
    <w:rsid w:val="00221BBD"/>
    <w:rsid w:val="0022270F"/>
    <w:rsid w:val="0022324A"/>
    <w:rsid w:val="002245F6"/>
    <w:rsid w:val="00225813"/>
    <w:rsid w:val="002258D2"/>
    <w:rsid w:val="002269BD"/>
    <w:rsid w:val="00226B37"/>
    <w:rsid w:val="00226D5D"/>
    <w:rsid w:val="00227972"/>
    <w:rsid w:val="00230713"/>
    <w:rsid w:val="00233E3D"/>
    <w:rsid w:val="002342C5"/>
    <w:rsid w:val="0023458A"/>
    <w:rsid w:val="00234689"/>
    <w:rsid w:val="00234DB6"/>
    <w:rsid w:val="0023617B"/>
    <w:rsid w:val="00237E6D"/>
    <w:rsid w:val="002403D4"/>
    <w:rsid w:val="00240485"/>
    <w:rsid w:val="002409BE"/>
    <w:rsid w:val="00240CF1"/>
    <w:rsid w:val="002416CD"/>
    <w:rsid w:val="00242309"/>
    <w:rsid w:val="002432FA"/>
    <w:rsid w:val="0024353C"/>
    <w:rsid w:val="002440EA"/>
    <w:rsid w:val="0024600A"/>
    <w:rsid w:val="0024772F"/>
    <w:rsid w:val="002479D4"/>
    <w:rsid w:val="00247BF5"/>
    <w:rsid w:val="00247E71"/>
    <w:rsid w:val="00250281"/>
    <w:rsid w:val="002507FD"/>
    <w:rsid w:val="00250F8C"/>
    <w:rsid w:val="00251D98"/>
    <w:rsid w:val="0025228C"/>
    <w:rsid w:val="002522A3"/>
    <w:rsid w:val="0025285F"/>
    <w:rsid w:val="00252F62"/>
    <w:rsid w:val="002530AA"/>
    <w:rsid w:val="0025371F"/>
    <w:rsid w:val="00253ACD"/>
    <w:rsid w:val="00254512"/>
    <w:rsid w:val="0025687B"/>
    <w:rsid w:val="002574B6"/>
    <w:rsid w:val="0025781F"/>
    <w:rsid w:val="002600DC"/>
    <w:rsid w:val="00260233"/>
    <w:rsid w:val="002603FE"/>
    <w:rsid w:val="00260479"/>
    <w:rsid w:val="0026060E"/>
    <w:rsid w:val="002612D3"/>
    <w:rsid w:val="002615C6"/>
    <w:rsid w:val="002619CC"/>
    <w:rsid w:val="00261BDB"/>
    <w:rsid w:val="00262A92"/>
    <w:rsid w:val="00262BD2"/>
    <w:rsid w:val="00263E4F"/>
    <w:rsid w:val="0026456E"/>
    <w:rsid w:val="00264F60"/>
    <w:rsid w:val="00265552"/>
    <w:rsid w:val="0026564F"/>
    <w:rsid w:val="002668D1"/>
    <w:rsid w:val="002674E4"/>
    <w:rsid w:val="0027102F"/>
    <w:rsid w:val="002713D1"/>
    <w:rsid w:val="00271BCB"/>
    <w:rsid w:val="00271C83"/>
    <w:rsid w:val="00273199"/>
    <w:rsid w:val="00275396"/>
    <w:rsid w:val="002769AE"/>
    <w:rsid w:val="00276BB8"/>
    <w:rsid w:val="00277DEB"/>
    <w:rsid w:val="00280F27"/>
    <w:rsid w:val="00281F3A"/>
    <w:rsid w:val="00281FC9"/>
    <w:rsid w:val="002823F9"/>
    <w:rsid w:val="002826FA"/>
    <w:rsid w:val="0028277C"/>
    <w:rsid w:val="002827A7"/>
    <w:rsid w:val="0028293F"/>
    <w:rsid w:val="00282985"/>
    <w:rsid w:val="002831A0"/>
    <w:rsid w:val="002849A0"/>
    <w:rsid w:val="00284D9F"/>
    <w:rsid w:val="00284E82"/>
    <w:rsid w:val="00285323"/>
    <w:rsid w:val="00285C7D"/>
    <w:rsid w:val="00286538"/>
    <w:rsid w:val="00286687"/>
    <w:rsid w:val="002869F0"/>
    <w:rsid w:val="00287813"/>
    <w:rsid w:val="00287BDA"/>
    <w:rsid w:val="002917A1"/>
    <w:rsid w:val="00291BF0"/>
    <w:rsid w:val="002927DD"/>
    <w:rsid w:val="00292A78"/>
    <w:rsid w:val="00292DEB"/>
    <w:rsid w:val="0029315C"/>
    <w:rsid w:val="00293177"/>
    <w:rsid w:val="002931CE"/>
    <w:rsid w:val="00293749"/>
    <w:rsid w:val="00293EAA"/>
    <w:rsid w:val="00294AB8"/>
    <w:rsid w:val="002960BF"/>
    <w:rsid w:val="002961E5"/>
    <w:rsid w:val="00296741"/>
    <w:rsid w:val="0029752C"/>
    <w:rsid w:val="002977F7"/>
    <w:rsid w:val="00297D2C"/>
    <w:rsid w:val="002A01FD"/>
    <w:rsid w:val="002A1D5D"/>
    <w:rsid w:val="002A1F1A"/>
    <w:rsid w:val="002A240E"/>
    <w:rsid w:val="002A2C72"/>
    <w:rsid w:val="002A38B5"/>
    <w:rsid w:val="002A4121"/>
    <w:rsid w:val="002A41A6"/>
    <w:rsid w:val="002A4DCF"/>
    <w:rsid w:val="002A4E74"/>
    <w:rsid w:val="002A5460"/>
    <w:rsid w:val="002A5906"/>
    <w:rsid w:val="002A6226"/>
    <w:rsid w:val="002A6539"/>
    <w:rsid w:val="002A65BB"/>
    <w:rsid w:val="002A67F2"/>
    <w:rsid w:val="002A6E4A"/>
    <w:rsid w:val="002A707F"/>
    <w:rsid w:val="002A76A5"/>
    <w:rsid w:val="002A7F39"/>
    <w:rsid w:val="002B00AF"/>
    <w:rsid w:val="002B028E"/>
    <w:rsid w:val="002B1D14"/>
    <w:rsid w:val="002B1D81"/>
    <w:rsid w:val="002B1E45"/>
    <w:rsid w:val="002B2279"/>
    <w:rsid w:val="002B25A3"/>
    <w:rsid w:val="002B2A31"/>
    <w:rsid w:val="002B3AAD"/>
    <w:rsid w:val="002B4CD0"/>
    <w:rsid w:val="002B4D55"/>
    <w:rsid w:val="002B4D7C"/>
    <w:rsid w:val="002B5A4A"/>
    <w:rsid w:val="002B5B46"/>
    <w:rsid w:val="002B7532"/>
    <w:rsid w:val="002B7B24"/>
    <w:rsid w:val="002C072E"/>
    <w:rsid w:val="002C0BCE"/>
    <w:rsid w:val="002C14E7"/>
    <w:rsid w:val="002C2937"/>
    <w:rsid w:val="002C2BAA"/>
    <w:rsid w:val="002C38CF"/>
    <w:rsid w:val="002C3BC3"/>
    <w:rsid w:val="002C3CD9"/>
    <w:rsid w:val="002C410C"/>
    <w:rsid w:val="002C4216"/>
    <w:rsid w:val="002C442B"/>
    <w:rsid w:val="002C444D"/>
    <w:rsid w:val="002C4C04"/>
    <w:rsid w:val="002C51A7"/>
    <w:rsid w:val="002C5DE3"/>
    <w:rsid w:val="002C5E93"/>
    <w:rsid w:val="002C6019"/>
    <w:rsid w:val="002C6B5B"/>
    <w:rsid w:val="002D0738"/>
    <w:rsid w:val="002D0BAD"/>
    <w:rsid w:val="002D2680"/>
    <w:rsid w:val="002D2686"/>
    <w:rsid w:val="002D3235"/>
    <w:rsid w:val="002D3639"/>
    <w:rsid w:val="002D45B3"/>
    <w:rsid w:val="002D45E6"/>
    <w:rsid w:val="002D46C8"/>
    <w:rsid w:val="002D4B5C"/>
    <w:rsid w:val="002D55A4"/>
    <w:rsid w:val="002D5981"/>
    <w:rsid w:val="002D71E5"/>
    <w:rsid w:val="002D723F"/>
    <w:rsid w:val="002D73C2"/>
    <w:rsid w:val="002E139B"/>
    <w:rsid w:val="002E1D81"/>
    <w:rsid w:val="002E2299"/>
    <w:rsid w:val="002E4603"/>
    <w:rsid w:val="002E4A9B"/>
    <w:rsid w:val="002E575F"/>
    <w:rsid w:val="002E5944"/>
    <w:rsid w:val="002E6428"/>
    <w:rsid w:val="002E68F6"/>
    <w:rsid w:val="002F0A9F"/>
    <w:rsid w:val="002F107F"/>
    <w:rsid w:val="002F115C"/>
    <w:rsid w:val="002F12B9"/>
    <w:rsid w:val="002F17D4"/>
    <w:rsid w:val="002F1E7F"/>
    <w:rsid w:val="002F20D9"/>
    <w:rsid w:val="002F27C9"/>
    <w:rsid w:val="002F2AD9"/>
    <w:rsid w:val="002F32CE"/>
    <w:rsid w:val="002F5C28"/>
    <w:rsid w:val="002F5DF1"/>
    <w:rsid w:val="002F6187"/>
    <w:rsid w:val="00300C20"/>
    <w:rsid w:val="00301983"/>
    <w:rsid w:val="00302F08"/>
    <w:rsid w:val="00303D80"/>
    <w:rsid w:val="00304144"/>
    <w:rsid w:val="00304B2A"/>
    <w:rsid w:val="00305094"/>
    <w:rsid w:val="003051FD"/>
    <w:rsid w:val="00305EDF"/>
    <w:rsid w:val="00306F5E"/>
    <w:rsid w:val="00307A7E"/>
    <w:rsid w:val="00307C44"/>
    <w:rsid w:val="00307D83"/>
    <w:rsid w:val="00307DD3"/>
    <w:rsid w:val="00307EC4"/>
    <w:rsid w:val="003100E7"/>
    <w:rsid w:val="00310898"/>
    <w:rsid w:val="00310957"/>
    <w:rsid w:val="00311789"/>
    <w:rsid w:val="00311A6B"/>
    <w:rsid w:val="00312F18"/>
    <w:rsid w:val="00313B82"/>
    <w:rsid w:val="00313EAD"/>
    <w:rsid w:val="00314DF2"/>
    <w:rsid w:val="00314E04"/>
    <w:rsid w:val="00315165"/>
    <w:rsid w:val="00315EC6"/>
    <w:rsid w:val="0031666D"/>
    <w:rsid w:val="00316B41"/>
    <w:rsid w:val="0031740E"/>
    <w:rsid w:val="0031756A"/>
    <w:rsid w:val="003177EF"/>
    <w:rsid w:val="00317B26"/>
    <w:rsid w:val="003200C8"/>
    <w:rsid w:val="00321074"/>
    <w:rsid w:val="00321AE2"/>
    <w:rsid w:val="003226AD"/>
    <w:rsid w:val="0032301F"/>
    <w:rsid w:val="003234F9"/>
    <w:rsid w:val="00323718"/>
    <w:rsid w:val="00324473"/>
    <w:rsid w:val="00324D3B"/>
    <w:rsid w:val="0032641B"/>
    <w:rsid w:val="00327947"/>
    <w:rsid w:val="0033100B"/>
    <w:rsid w:val="00331284"/>
    <w:rsid w:val="003312AE"/>
    <w:rsid w:val="003316F0"/>
    <w:rsid w:val="003320FF"/>
    <w:rsid w:val="0033221C"/>
    <w:rsid w:val="00332639"/>
    <w:rsid w:val="00333FC1"/>
    <w:rsid w:val="003344E2"/>
    <w:rsid w:val="00334A47"/>
    <w:rsid w:val="00335000"/>
    <w:rsid w:val="00335018"/>
    <w:rsid w:val="00335424"/>
    <w:rsid w:val="003355CB"/>
    <w:rsid w:val="00335A05"/>
    <w:rsid w:val="00335D3B"/>
    <w:rsid w:val="00336599"/>
    <w:rsid w:val="0033676D"/>
    <w:rsid w:val="00337210"/>
    <w:rsid w:val="0034015E"/>
    <w:rsid w:val="0034084C"/>
    <w:rsid w:val="00340A6A"/>
    <w:rsid w:val="00340E9E"/>
    <w:rsid w:val="00342056"/>
    <w:rsid w:val="00342A7F"/>
    <w:rsid w:val="00343227"/>
    <w:rsid w:val="0034538C"/>
    <w:rsid w:val="00345C8E"/>
    <w:rsid w:val="00350DA3"/>
    <w:rsid w:val="00350E14"/>
    <w:rsid w:val="00351402"/>
    <w:rsid w:val="00351835"/>
    <w:rsid w:val="00351BBE"/>
    <w:rsid w:val="00352D66"/>
    <w:rsid w:val="00355193"/>
    <w:rsid w:val="00355506"/>
    <w:rsid w:val="003557DF"/>
    <w:rsid w:val="00355B68"/>
    <w:rsid w:val="003566B2"/>
    <w:rsid w:val="00356772"/>
    <w:rsid w:val="00360CA7"/>
    <w:rsid w:val="003612D0"/>
    <w:rsid w:val="00361BEB"/>
    <w:rsid w:val="00362691"/>
    <w:rsid w:val="00362B7B"/>
    <w:rsid w:val="00362C05"/>
    <w:rsid w:val="00362C44"/>
    <w:rsid w:val="0036367C"/>
    <w:rsid w:val="0036423F"/>
    <w:rsid w:val="0036451A"/>
    <w:rsid w:val="003646DA"/>
    <w:rsid w:val="003646F6"/>
    <w:rsid w:val="00365B67"/>
    <w:rsid w:val="00366296"/>
    <w:rsid w:val="0036762F"/>
    <w:rsid w:val="0036763F"/>
    <w:rsid w:val="00370791"/>
    <w:rsid w:val="00370C0B"/>
    <w:rsid w:val="00370D0E"/>
    <w:rsid w:val="0037125D"/>
    <w:rsid w:val="0037133B"/>
    <w:rsid w:val="00371545"/>
    <w:rsid w:val="00371A8C"/>
    <w:rsid w:val="0037231C"/>
    <w:rsid w:val="0037239B"/>
    <w:rsid w:val="00372BBF"/>
    <w:rsid w:val="0037313C"/>
    <w:rsid w:val="00373509"/>
    <w:rsid w:val="00373868"/>
    <w:rsid w:val="00373A89"/>
    <w:rsid w:val="003741CD"/>
    <w:rsid w:val="00374C9B"/>
    <w:rsid w:val="00375AA3"/>
    <w:rsid w:val="003765F8"/>
    <w:rsid w:val="00376734"/>
    <w:rsid w:val="0037713E"/>
    <w:rsid w:val="00377E2F"/>
    <w:rsid w:val="00381045"/>
    <w:rsid w:val="00381BBE"/>
    <w:rsid w:val="00381E6C"/>
    <w:rsid w:val="00382D04"/>
    <w:rsid w:val="00383E92"/>
    <w:rsid w:val="0038436B"/>
    <w:rsid w:val="003844E4"/>
    <w:rsid w:val="0038457A"/>
    <w:rsid w:val="00384E26"/>
    <w:rsid w:val="003853FF"/>
    <w:rsid w:val="00385903"/>
    <w:rsid w:val="00385A65"/>
    <w:rsid w:val="00386577"/>
    <w:rsid w:val="00386F05"/>
    <w:rsid w:val="00386F3D"/>
    <w:rsid w:val="00391120"/>
    <w:rsid w:val="0039125D"/>
    <w:rsid w:val="003915D8"/>
    <w:rsid w:val="00391A92"/>
    <w:rsid w:val="00391C80"/>
    <w:rsid w:val="00392CF5"/>
    <w:rsid w:val="00392EFA"/>
    <w:rsid w:val="0039454D"/>
    <w:rsid w:val="00394740"/>
    <w:rsid w:val="00395411"/>
    <w:rsid w:val="00395492"/>
    <w:rsid w:val="00395851"/>
    <w:rsid w:val="00395C12"/>
    <w:rsid w:val="00396ECC"/>
    <w:rsid w:val="003A03B2"/>
    <w:rsid w:val="003A1D7D"/>
    <w:rsid w:val="003A2535"/>
    <w:rsid w:val="003A2ED9"/>
    <w:rsid w:val="003A4DDC"/>
    <w:rsid w:val="003A6B52"/>
    <w:rsid w:val="003A71C0"/>
    <w:rsid w:val="003A7796"/>
    <w:rsid w:val="003B0EEB"/>
    <w:rsid w:val="003B1281"/>
    <w:rsid w:val="003B1FDD"/>
    <w:rsid w:val="003B2444"/>
    <w:rsid w:val="003B2926"/>
    <w:rsid w:val="003B3B0F"/>
    <w:rsid w:val="003B3E61"/>
    <w:rsid w:val="003B4B26"/>
    <w:rsid w:val="003B50BF"/>
    <w:rsid w:val="003B53E7"/>
    <w:rsid w:val="003B6B95"/>
    <w:rsid w:val="003B6DF4"/>
    <w:rsid w:val="003C02A3"/>
    <w:rsid w:val="003C0E9D"/>
    <w:rsid w:val="003C1B67"/>
    <w:rsid w:val="003C30F8"/>
    <w:rsid w:val="003C585C"/>
    <w:rsid w:val="003C59EC"/>
    <w:rsid w:val="003C5B95"/>
    <w:rsid w:val="003C6697"/>
    <w:rsid w:val="003C7504"/>
    <w:rsid w:val="003C7FAE"/>
    <w:rsid w:val="003D0391"/>
    <w:rsid w:val="003D0677"/>
    <w:rsid w:val="003D06B4"/>
    <w:rsid w:val="003D1189"/>
    <w:rsid w:val="003D2153"/>
    <w:rsid w:val="003D26E2"/>
    <w:rsid w:val="003D2763"/>
    <w:rsid w:val="003D44D9"/>
    <w:rsid w:val="003D46A4"/>
    <w:rsid w:val="003D4AA0"/>
    <w:rsid w:val="003D4C70"/>
    <w:rsid w:val="003D580A"/>
    <w:rsid w:val="003D7984"/>
    <w:rsid w:val="003D7BEB"/>
    <w:rsid w:val="003E0086"/>
    <w:rsid w:val="003E0544"/>
    <w:rsid w:val="003E07DA"/>
    <w:rsid w:val="003E0BC8"/>
    <w:rsid w:val="003E0FD7"/>
    <w:rsid w:val="003E1AE3"/>
    <w:rsid w:val="003E2AE4"/>
    <w:rsid w:val="003E2C75"/>
    <w:rsid w:val="003E2C83"/>
    <w:rsid w:val="003E3035"/>
    <w:rsid w:val="003E382B"/>
    <w:rsid w:val="003E3C67"/>
    <w:rsid w:val="003E44D0"/>
    <w:rsid w:val="003E4CC2"/>
    <w:rsid w:val="003E4CDA"/>
    <w:rsid w:val="003E4DCE"/>
    <w:rsid w:val="003E505F"/>
    <w:rsid w:val="003E5DA9"/>
    <w:rsid w:val="003E6810"/>
    <w:rsid w:val="003E71F4"/>
    <w:rsid w:val="003E729D"/>
    <w:rsid w:val="003E73FD"/>
    <w:rsid w:val="003E74B3"/>
    <w:rsid w:val="003F02E5"/>
    <w:rsid w:val="003F11FE"/>
    <w:rsid w:val="003F238C"/>
    <w:rsid w:val="003F23C0"/>
    <w:rsid w:val="003F3217"/>
    <w:rsid w:val="003F352F"/>
    <w:rsid w:val="003F395C"/>
    <w:rsid w:val="003F4DB6"/>
    <w:rsid w:val="003F5953"/>
    <w:rsid w:val="003F5C54"/>
    <w:rsid w:val="003F5FC4"/>
    <w:rsid w:val="003F6323"/>
    <w:rsid w:val="003F71F5"/>
    <w:rsid w:val="003F72CD"/>
    <w:rsid w:val="003F7A66"/>
    <w:rsid w:val="003F7E18"/>
    <w:rsid w:val="0040056D"/>
    <w:rsid w:val="004015A5"/>
    <w:rsid w:val="0040199E"/>
    <w:rsid w:val="00401E01"/>
    <w:rsid w:val="00401F0A"/>
    <w:rsid w:val="00404231"/>
    <w:rsid w:val="004058B3"/>
    <w:rsid w:val="004063BC"/>
    <w:rsid w:val="00406C28"/>
    <w:rsid w:val="00407636"/>
    <w:rsid w:val="00407BF6"/>
    <w:rsid w:val="004109FB"/>
    <w:rsid w:val="00410A10"/>
    <w:rsid w:val="00410AB5"/>
    <w:rsid w:val="004113AF"/>
    <w:rsid w:val="0041168E"/>
    <w:rsid w:val="00411896"/>
    <w:rsid w:val="00411B58"/>
    <w:rsid w:val="00411F5F"/>
    <w:rsid w:val="00412B09"/>
    <w:rsid w:val="004135D7"/>
    <w:rsid w:val="00413BD1"/>
    <w:rsid w:val="004150E4"/>
    <w:rsid w:val="004167BD"/>
    <w:rsid w:val="00416F35"/>
    <w:rsid w:val="004178DB"/>
    <w:rsid w:val="0042395D"/>
    <w:rsid w:val="0042419A"/>
    <w:rsid w:val="00424F9F"/>
    <w:rsid w:val="00425401"/>
    <w:rsid w:val="00425D42"/>
    <w:rsid w:val="0042661E"/>
    <w:rsid w:val="0042766C"/>
    <w:rsid w:val="00427B52"/>
    <w:rsid w:val="00427DC0"/>
    <w:rsid w:val="00427F94"/>
    <w:rsid w:val="0043017D"/>
    <w:rsid w:val="0043024E"/>
    <w:rsid w:val="00430AE7"/>
    <w:rsid w:val="00431CFF"/>
    <w:rsid w:val="004320E5"/>
    <w:rsid w:val="00432254"/>
    <w:rsid w:val="00432300"/>
    <w:rsid w:val="004329FF"/>
    <w:rsid w:val="00434770"/>
    <w:rsid w:val="00434878"/>
    <w:rsid w:val="00434F5F"/>
    <w:rsid w:val="004351A8"/>
    <w:rsid w:val="004359BF"/>
    <w:rsid w:val="00436111"/>
    <w:rsid w:val="0043700A"/>
    <w:rsid w:val="004400B9"/>
    <w:rsid w:val="004405BD"/>
    <w:rsid w:val="00440C1E"/>
    <w:rsid w:val="00442692"/>
    <w:rsid w:val="00442B49"/>
    <w:rsid w:val="00443403"/>
    <w:rsid w:val="00444250"/>
    <w:rsid w:val="00446AA7"/>
    <w:rsid w:val="00446EF9"/>
    <w:rsid w:val="004470B7"/>
    <w:rsid w:val="0044747E"/>
    <w:rsid w:val="00447916"/>
    <w:rsid w:val="00450208"/>
    <w:rsid w:val="004502B0"/>
    <w:rsid w:val="00450C7A"/>
    <w:rsid w:val="00450E0C"/>
    <w:rsid w:val="00450F7F"/>
    <w:rsid w:val="004510CB"/>
    <w:rsid w:val="004516F6"/>
    <w:rsid w:val="00452BA2"/>
    <w:rsid w:val="00452EDF"/>
    <w:rsid w:val="00454088"/>
    <w:rsid w:val="0045441B"/>
    <w:rsid w:val="00454A4A"/>
    <w:rsid w:val="00454C89"/>
    <w:rsid w:val="004562AB"/>
    <w:rsid w:val="00456761"/>
    <w:rsid w:val="004615E0"/>
    <w:rsid w:val="00461751"/>
    <w:rsid w:val="00461C2F"/>
    <w:rsid w:val="00461E86"/>
    <w:rsid w:val="00462064"/>
    <w:rsid w:val="00462D36"/>
    <w:rsid w:val="00463950"/>
    <w:rsid w:val="00463C97"/>
    <w:rsid w:val="00463F53"/>
    <w:rsid w:val="00465BB4"/>
    <w:rsid w:val="00465DFF"/>
    <w:rsid w:val="00465E61"/>
    <w:rsid w:val="00466D04"/>
    <w:rsid w:val="00466FFE"/>
    <w:rsid w:val="0046752E"/>
    <w:rsid w:val="00467639"/>
    <w:rsid w:val="00467DDB"/>
    <w:rsid w:val="004702F2"/>
    <w:rsid w:val="00470910"/>
    <w:rsid w:val="00470E42"/>
    <w:rsid w:val="0047322E"/>
    <w:rsid w:val="00473313"/>
    <w:rsid w:val="00474432"/>
    <w:rsid w:val="00474D5A"/>
    <w:rsid w:val="004751E5"/>
    <w:rsid w:val="004772FB"/>
    <w:rsid w:val="00477444"/>
    <w:rsid w:val="00477540"/>
    <w:rsid w:val="00477DBC"/>
    <w:rsid w:val="0048003A"/>
    <w:rsid w:val="00480882"/>
    <w:rsid w:val="0048241C"/>
    <w:rsid w:val="004826CF"/>
    <w:rsid w:val="00483413"/>
    <w:rsid w:val="00483739"/>
    <w:rsid w:val="0048574F"/>
    <w:rsid w:val="00485B9F"/>
    <w:rsid w:val="004862F6"/>
    <w:rsid w:val="004905F7"/>
    <w:rsid w:val="00490B1A"/>
    <w:rsid w:val="00490C25"/>
    <w:rsid w:val="00490D05"/>
    <w:rsid w:val="00491710"/>
    <w:rsid w:val="00491E06"/>
    <w:rsid w:val="00492F9F"/>
    <w:rsid w:val="004934D9"/>
    <w:rsid w:val="00493BAF"/>
    <w:rsid w:val="00493C8D"/>
    <w:rsid w:val="0049548E"/>
    <w:rsid w:val="00495636"/>
    <w:rsid w:val="00495CB6"/>
    <w:rsid w:val="00495E54"/>
    <w:rsid w:val="00495E94"/>
    <w:rsid w:val="00496E97"/>
    <w:rsid w:val="00497178"/>
    <w:rsid w:val="00497B6D"/>
    <w:rsid w:val="00497EA4"/>
    <w:rsid w:val="00497FEA"/>
    <w:rsid w:val="004A09FE"/>
    <w:rsid w:val="004A1999"/>
    <w:rsid w:val="004A1E4A"/>
    <w:rsid w:val="004A22CD"/>
    <w:rsid w:val="004A235B"/>
    <w:rsid w:val="004A2EC9"/>
    <w:rsid w:val="004A2EE8"/>
    <w:rsid w:val="004A3598"/>
    <w:rsid w:val="004A393F"/>
    <w:rsid w:val="004A5CF8"/>
    <w:rsid w:val="004A60A9"/>
    <w:rsid w:val="004A6FE9"/>
    <w:rsid w:val="004A7A19"/>
    <w:rsid w:val="004B0B55"/>
    <w:rsid w:val="004B0ECC"/>
    <w:rsid w:val="004B1CB6"/>
    <w:rsid w:val="004B1D69"/>
    <w:rsid w:val="004B2663"/>
    <w:rsid w:val="004B2932"/>
    <w:rsid w:val="004B2FF6"/>
    <w:rsid w:val="004B3355"/>
    <w:rsid w:val="004B352F"/>
    <w:rsid w:val="004B3B4C"/>
    <w:rsid w:val="004B4769"/>
    <w:rsid w:val="004B4CE1"/>
    <w:rsid w:val="004B52CF"/>
    <w:rsid w:val="004B5A48"/>
    <w:rsid w:val="004B7CF7"/>
    <w:rsid w:val="004C00AB"/>
    <w:rsid w:val="004C0159"/>
    <w:rsid w:val="004C2582"/>
    <w:rsid w:val="004C262A"/>
    <w:rsid w:val="004C275E"/>
    <w:rsid w:val="004C3AC2"/>
    <w:rsid w:val="004C455E"/>
    <w:rsid w:val="004C47B5"/>
    <w:rsid w:val="004C4947"/>
    <w:rsid w:val="004C5505"/>
    <w:rsid w:val="004C5FA4"/>
    <w:rsid w:val="004C60E5"/>
    <w:rsid w:val="004C6212"/>
    <w:rsid w:val="004C6AF1"/>
    <w:rsid w:val="004C7290"/>
    <w:rsid w:val="004C7600"/>
    <w:rsid w:val="004C77A5"/>
    <w:rsid w:val="004C7C89"/>
    <w:rsid w:val="004C7CD7"/>
    <w:rsid w:val="004D11E4"/>
    <w:rsid w:val="004D2690"/>
    <w:rsid w:val="004D27B9"/>
    <w:rsid w:val="004D3A6C"/>
    <w:rsid w:val="004D3F5D"/>
    <w:rsid w:val="004D41DD"/>
    <w:rsid w:val="004D4521"/>
    <w:rsid w:val="004D4704"/>
    <w:rsid w:val="004D4B6D"/>
    <w:rsid w:val="004D520C"/>
    <w:rsid w:val="004D52AC"/>
    <w:rsid w:val="004D542B"/>
    <w:rsid w:val="004D5DFB"/>
    <w:rsid w:val="004D5F1E"/>
    <w:rsid w:val="004D6852"/>
    <w:rsid w:val="004D6C94"/>
    <w:rsid w:val="004D7850"/>
    <w:rsid w:val="004D7992"/>
    <w:rsid w:val="004D7DE6"/>
    <w:rsid w:val="004E00A8"/>
    <w:rsid w:val="004E01E8"/>
    <w:rsid w:val="004E020A"/>
    <w:rsid w:val="004E0947"/>
    <w:rsid w:val="004E0A4B"/>
    <w:rsid w:val="004E0AE6"/>
    <w:rsid w:val="004E14BD"/>
    <w:rsid w:val="004E28AD"/>
    <w:rsid w:val="004E2BD1"/>
    <w:rsid w:val="004E33F3"/>
    <w:rsid w:val="004E38D2"/>
    <w:rsid w:val="004E3A83"/>
    <w:rsid w:val="004E4688"/>
    <w:rsid w:val="004E52A6"/>
    <w:rsid w:val="004E552E"/>
    <w:rsid w:val="004E59A0"/>
    <w:rsid w:val="004E5A52"/>
    <w:rsid w:val="004E5EE8"/>
    <w:rsid w:val="004E6075"/>
    <w:rsid w:val="004E612B"/>
    <w:rsid w:val="004F0653"/>
    <w:rsid w:val="004F29A0"/>
    <w:rsid w:val="004F2F99"/>
    <w:rsid w:val="004F35B9"/>
    <w:rsid w:val="004F4C09"/>
    <w:rsid w:val="004F5C0F"/>
    <w:rsid w:val="004F6567"/>
    <w:rsid w:val="004F66FA"/>
    <w:rsid w:val="004F6B1C"/>
    <w:rsid w:val="004F7390"/>
    <w:rsid w:val="004F774D"/>
    <w:rsid w:val="004F7B67"/>
    <w:rsid w:val="00500EC1"/>
    <w:rsid w:val="00501345"/>
    <w:rsid w:val="005015D7"/>
    <w:rsid w:val="00501C8A"/>
    <w:rsid w:val="00502810"/>
    <w:rsid w:val="00503DE2"/>
    <w:rsid w:val="005044BA"/>
    <w:rsid w:val="00504A78"/>
    <w:rsid w:val="00504AEE"/>
    <w:rsid w:val="00504DE4"/>
    <w:rsid w:val="005050F6"/>
    <w:rsid w:val="00505490"/>
    <w:rsid w:val="00506421"/>
    <w:rsid w:val="0050659A"/>
    <w:rsid w:val="005067FC"/>
    <w:rsid w:val="00506ADF"/>
    <w:rsid w:val="005108B7"/>
    <w:rsid w:val="00510A6C"/>
    <w:rsid w:val="00511666"/>
    <w:rsid w:val="00513282"/>
    <w:rsid w:val="00514805"/>
    <w:rsid w:val="00514C36"/>
    <w:rsid w:val="005157B4"/>
    <w:rsid w:val="00515BCF"/>
    <w:rsid w:val="00517FE2"/>
    <w:rsid w:val="00520550"/>
    <w:rsid w:val="005213EC"/>
    <w:rsid w:val="0052146F"/>
    <w:rsid w:val="005220F5"/>
    <w:rsid w:val="00523777"/>
    <w:rsid w:val="00523B06"/>
    <w:rsid w:val="00523B2A"/>
    <w:rsid w:val="00523D9D"/>
    <w:rsid w:val="0052422E"/>
    <w:rsid w:val="00524582"/>
    <w:rsid w:val="00524677"/>
    <w:rsid w:val="005247DE"/>
    <w:rsid w:val="0052492A"/>
    <w:rsid w:val="005249B0"/>
    <w:rsid w:val="00527C34"/>
    <w:rsid w:val="00530816"/>
    <w:rsid w:val="00530D80"/>
    <w:rsid w:val="005319A4"/>
    <w:rsid w:val="00533609"/>
    <w:rsid w:val="005340A8"/>
    <w:rsid w:val="0053480E"/>
    <w:rsid w:val="00535549"/>
    <w:rsid w:val="00536163"/>
    <w:rsid w:val="00536834"/>
    <w:rsid w:val="0054003C"/>
    <w:rsid w:val="005401AD"/>
    <w:rsid w:val="005419F8"/>
    <w:rsid w:val="00541A7B"/>
    <w:rsid w:val="00541C39"/>
    <w:rsid w:val="00541D14"/>
    <w:rsid w:val="0054233A"/>
    <w:rsid w:val="00542AC7"/>
    <w:rsid w:val="005432C2"/>
    <w:rsid w:val="005433F5"/>
    <w:rsid w:val="005434D7"/>
    <w:rsid w:val="0054639D"/>
    <w:rsid w:val="00546DD2"/>
    <w:rsid w:val="00547185"/>
    <w:rsid w:val="0055078F"/>
    <w:rsid w:val="005509FD"/>
    <w:rsid w:val="005510D5"/>
    <w:rsid w:val="00552422"/>
    <w:rsid w:val="00552E61"/>
    <w:rsid w:val="005530CF"/>
    <w:rsid w:val="0055313B"/>
    <w:rsid w:val="005535DE"/>
    <w:rsid w:val="00553F1F"/>
    <w:rsid w:val="0055484C"/>
    <w:rsid w:val="0055488D"/>
    <w:rsid w:val="00554B79"/>
    <w:rsid w:val="00554F96"/>
    <w:rsid w:val="00555237"/>
    <w:rsid w:val="00556047"/>
    <w:rsid w:val="005571FE"/>
    <w:rsid w:val="00557934"/>
    <w:rsid w:val="00557AEF"/>
    <w:rsid w:val="00561B80"/>
    <w:rsid w:val="00562568"/>
    <w:rsid w:val="00562CAF"/>
    <w:rsid w:val="00563843"/>
    <w:rsid w:val="00563DD5"/>
    <w:rsid w:val="0056470B"/>
    <w:rsid w:val="00564F34"/>
    <w:rsid w:val="0056513A"/>
    <w:rsid w:val="00565539"/>
    <w:rsid w:val="005703C3"/>
    <w:rsid w:val="00570F10"/>
    <w:rsid w:val="00570FE9"/>
    <w:rsid w:val="0057145E"/>
    <w:rsid w:val="00571CA5"/>
    <w:rsid w:val="00573608"/>
    <w:rsid w:val="00574FCD"/>
    <w:rsid w:val="005751C2"/>
    <w:rsid w:val="00575673"/>
    <w:rsid w:val="005756B1"/>
    <w:rsid w:val="00575F3E"/>
    <w:rsid w:val="00576EDA"/>
    <w:rsid w:val="0057763B"/>
    <w:rsid w:val="00577B5A"/>
    <w:rsid w:val="00577D21"/>
    <w:rsid w:val="005807A8"/>
    <w:rsid w:val="00580DC2"/>
    <w:rsid w:val="00581542"/>
    <w:rsid w:val="005820AD"/>
    <w:rsid w:val="00582DBC"/>
    <w:rsid w:val="005830EB"/>
    <w:rsid w:val="00583933"/>
    <w:rsid w:val="0058473F"/>
    <w:rsid w:val="00584761"/>
    <w:rsid w:val="00584CC1"/>
    <w:rsid w:val="005856EC"/>
    <w:rsid w:val="0058575F"/>
    <w:rsid w:val="00586A51"/>
    <w:rsid w:val="00586C40"/>
    <w:rsid w:val="00586CFA"/>
    <w:rsid w:val="00586FFF"/>
    <w:rsid w:val="00590506"/>
    <w:rsid w:val="005906A0"/>
    <w:rsid w:val="00591613"/>
    <w:rsid w:val="00591961"/>
    <w:rsid w:val="0059260E"/>
    <w:rsid w:val="00593B11"/>
    <w:rsid w:val="00594D3A"/>
    <w:rsid w:val="0059568E"/>
    <w:rsid w:val="00595FCA"/>
    <w:rsid w:val="00596092"/>
    <w:rsid w:val="0059649A"/>
    <w:rsid w:val="00597522"/>
    <w:rsid w:val="0059771E"/>
    <w:rsid w:val="00597869"/>
    <w:rsid w:val="00597E90"/>
    <w:rsid w:val="005A0123"/>
    <w:rsid w:val="005A060E"/>
    <w:rsid w:val="005A06AB"/>
    <w:rsid w:val="005A0B25"/>
    <w:rsid w:val="005A0B60"/>
    <w:rsid w:val="005A0F5D"/>
    <w:rsid w:val="005A174C"/>
    <w:rsid w:val="005A23CC"/>
    <w:rsid w:val="005A23E7"/>
    <w:rsid w:val="005A3671"/>
    <w:rsid w:val="005A5098"/>
    <w:rsid w:val="005A50DB"/>
    <w:rsid w:val="005A50E3"/>
    <w:rsid w:val="005A5508"/>
    <w:rsid w:val="005A63AC"/>
    <w:rsid w:val="005A66F5"/>
    <w:rsid w:val="005A717A"/>
    <w:rsid w:val="005A7436"/>
    <w:rsid w:val="005A79E8"/>
    <w:rsid w:val="005B02AB"/>
    <w:rsid w:val="005B0502"/>
    <w:rsid w:val="005B07D3"/>
    <w:rsid w:val="005B07E7"/>
    <w:rsid w:val="005B0856"/>
    <w:rsid w:val="005B0FE0"/>
    <w:rsid w:val="005B153F"/>
    <w:rsid w:val="005B1952"/>
    <w:rsid w:val="005B2AF8"/>
    <w:rsid w:val="005B38A3"/>
    <w:rsid w:val="005B3DD8"/>
    <w:rsid w:val="005B6B4E"/>
    <w:rsid w:val="005B6B9D"/>
    <w:rsid w:val="005B6DC0"/>
    <w:rsid w:val="005B6DE4"/>
    <w:rsid w:val="005B6E61"/>
    <w:rsid w:val="005B7ECF"/>
    <w:rsid w:val="005C07FF"/>
    <w:rsid w:val="005C1628"/>
    <w:rsid w:val="005C18F4"/>
    <w:rsid w:val="005C3F2F"/>
    <w:rsid w:val="005C4AD0"/>
    <w:rsid w:val="005C531C"/>
    <w:rsid w:val="005D00DA"/>
    <w:rsid w:val="005D01F4"/>
    <w:rsid w:val="005D079A"/>
    <w:rsid w:val="005D2368"/>
    <w:rsid w:val="005D28BA"/>
    <w:rsid w:val="005D3491"/>
    <w:rsid w:val="005D3870"/>
    <w:rsid w:val="005D38D5"/>
    <w:rsid w:val="005D3FE4"/>
    <w:rsid w:val="005D497B"/>
    <w:rsid w:val="005D4B75"/>
    <w:rsid w:val="005D74A3"/>
    <w:rsid w:val="005D7612"/>
    <w:rsid w:val="005D7652"/>
    <w:rsid w:val="005D7A19"/>
    <w:rsid w:val="005D7C94"/>
    <w:rsid w:val="005D7DA2"/>
    <w:rsid w:val="005E052C"/>
    <w:rsid w:val="005E089B"/>
    <w:rsid w:val="005E08BF"/>
    <w:rsid w:val="005E0DF7"/>
    <w:rsid w:val="005E0E15"/>
    <w:rsid w:val="005E0E8E"/>
    <w:rsid w:val="005E1899"/>
    <w:rsid w:val="005E266D"/>
    <w:rsid w:val="005E3394"/>
    <w:rsid w:val="005E37EE"/>
    <w:rsid w:val="005E3CC9"/>
    <w:rsid w:val="005E5B62"/>
    <w:rsid w:val="005E5BBA"/>
    <w:rsid w:val="005E635D"/>
    <w:rsid w:val="005E7807"/>
    <w:rsid w:val="005E7D4F"/>
    <w:rsid w:val="005F1CA7"/>
    <w:rsid w:val="005F1D9A"/>
    <w:rsid w:val="005F1F21"/>
    <w:rsid w:val="005F213B"/>
    <w:rsid w:val="005F2488"/>
    <w:rsid w:val="005F2E3B"/>
    <w:rsid w:val="005F2E71"/>
    <w:rsid w:val="005F3496"/>
    <w:rsid w:val="005F398D"/>
    <w:rsid w:val="005F4979"/>
    <w:rsid w:val="005F4C1D"/>
    <w:rsid w:val="005F5744"/>
    <w:rsid w:val="005F5A9F"/>
    <w:rsid w:val="005F5ABD"/>
    <w:rsid w:val="005F5CE8"/>
    <w:rsid w:val="005F5F67"/>
    <w:rsid w:val="005F72DB"/>
    <w:rsid w:val="005F769F"/>
    <w:rsid w:val="005F7851"/>
    <w:rsid w:val="006008D8"/>
    <w:rsid w:val="006008FA"/>
    <w:rsid w:val="00600DA8"/>
    <w:rsid w:val="00601201"/>
    <w:rsid w:val="00601314"/>
    <w:rsid w:val="006015F2"/>
    <w:rsid w:val="00601854"/>
    <w:rsid w:val="00601EBB"/>
    <w:rsid w:val="0060244D"/>
    <w:rsid w:val="00602748"/>
    <w:rsid w:val="00603607"/>
    <w:rsid w:val="00603DB0"/>
    <w:rsid w:val="00604934"/>
    <w:rsid w:val="006061D6"/>
    <w:rsid w:val="0060622E"/>
    <w:rsid w:val="00606C21"/>
    <w:rsid w:val="006101B9"/>
    <w:rsid w:val="00610CDA"/>
    <w:rsid w:val="00610CE2"/>
    <w:rsid w:val="006117B0"/>
    <w:rsid w:val="00611B11"/>
    <w:rsid w:val="006128F2"/>
    <w:rsid w:val="00612A7D"/>
    <w:rsid w:val="00612D11"/>
    <w:rsid w:val="0061306F"/>
    <w:rsid w:val="006135F9"/>
    <w:rsid w:val="00613711"/>
    <w:rsid w:val="00614E2C"/>
    <w:rsid w:val="006161FE"/>
    <w:rsid w:val="00616799"/>
    <w:rsid w:val="0061679F"/>
    <w:rsid w:val="00616C18"/>
    <w:rsid w:val="00616E01"/>
    <w:rsid w:val="006179B8"/>
    <w:rsid w:val="0062159C"/>
    <w:rsid w:val="00622839"/>
    <w:rsid w:val="00622C5E"/>
    <w:rsid w:val="00623516"/>
    <w:rsid w:val="00624561"/>
    <w:rsid w:val="006245D3"/>
    <w:rsid w:val="00624E2D"/>
    <w:rsid w:val="00625425"/>
    <w:rsid w:val="00625629"/>
    <w:rsid w:val="00626E0D"/>
    <w:rsid w:val="00627952"/>
    <w:rsid w:val="00627D5B"/>
    <w:rsid w:val="00630085"/>
    <w:rsid w:val="00630214"/>
    <w:rsid w:val="00630BAD"/>
    <w:rsid w:val="00630EED"/>
    <w:rsid w:val="00631723"/>
    <w:rsid w:val="00632B26"/>
    <w:rsid w:val="00633805"/>
    <w:rsid w:val="006361A8"/>
    <w:rsid w:val="006364D3"/>
    <w:rsid w:val="00636894"/>
    <w:rsid w:val="00636E7F"/>
    <w:rsid w:val="00637843"/>
    <w:rsid w:val="00637B6C"/>
    <w:rsid w:val="00637C1B"/>
    <w:rsid w:val="00637D7D"/>
    <w:rsid w:val="006401B9"/>
    <w:rsid w:val="0064170D"/>
    <w:rsid w:val="00642E71"/>
    <w:rsid w:val="00644530"/>
    <w:rsid w:val="00644D2E"/>
    <w:rsid w:val="0064525F"/>
    <w:rsid w:val="00645389"/>
    <w:rsid w:val="0064671D"/>
    <w:rsid w:val="0064773E"/>
    <w:rsid w:val="006504D4"/>
    <w:rsid w:val="006511B9"/>
    <w:rsid w:val="0065339A"/>
    <w:rsid w:val="00653635"/>
    <w:rsid w:val="006536F4"/>
    <w:rsid w:val="00654848"/>
    <w:rsid w:val="006555D8"/>
    <w:rsid w:val="00655777"/>
    <w:rsid w:val="00655DCC"/>
    <w:rsid w:val="00660335"/>
    <w:rsid w:val="00660C50"/>
    <w:rsid w:val="006616CE"/>
    <w:rsid w:val="006628F9"/>
    <w:rsid w:val="00662F29"/>
    <w:rsid w:val="00663E8D"/>
    <w:rsid w:val="00665088"/>
    <w:rsid w:val="00665A8D"/>
    <w:rsid w:val="00666525"/>
    <w:rsid w:val="00667439"/>
    <w:rsid w:val="00667B2C"/>
    <w:rsid w:val="00667F1F"/>
    <w:rsid w:val="00670838"/>
    <w:rsid w:val="00670898"/>
    <w:rsid w:val="00671662"/>
    <w:rsid w:val="00671825"/>
    <w:rsid w:val="00671856"/>
    <w:rsid w:val="00671DE9"/>
    <w:rsid w:val="00673214"/>
    <w:rsid w:val="00673B51"/>
    <w:rsid w:val="00673FED"/>
    <w:rsid w:val="006740BB"/>
    <w:rsid w:val="006740ED"/>
    <w:rsid w:val="006745A2"/>
    <w:rsid w:val="00675002"/>
    <w:rsid w:val="006750BC"/>
    <w:rsid w:val="0067563C"/>
    <w:rsid w:val="00675C82"/>
    <w:rsid w:val="00676389"/>
    <w:rsid w:val="0067638B"/>
    <w:rsid w:val="006765CB"/>
    <w:rsid w:val="00676759"/>
    <w:rsid w:val="0067729C"/>
    <w:rsid w:val="00680B54"/>
    <w:rsid w:val="006811B1"/>
    <w:rsid w:val="00681A28"/>
    <w:rsid w:val="00681A29"/>
    <w:rsid w:val="00681E02"/>
    <w:rsid w:val="006823E8"/>
    <w:rsid w:val="006824BC"/>
    <w:rsid w:val="006824CD"/>
    <w:rsid w:val="00683028"/>
    <w:rsid w:val="006835CC"/>
    <w:rsid w:val="0068360E"/>
    <w:rsid w:val="00683695"/>
    <w:rsid w:val="0068474C"/>
    <w:rsid w:val="0068504A"/>
    <w:rsid w:val="006854A3"/>
    <w:rsid w:val="006854BE"/>
    <w:rsid w:val="00687398"/>
    <w:rsid w:val="00690540"/>
    <w:rsid w:val="00690AEF"/>
    <w:rsid w:val="00690D12"/>
    <w:rsid w:val="0069136F"/>
    <w:rsid w:val="00691454"/>
    <w:rsid w:val="00691579"/>
    <w:rsid w:val="006915AA"/>
    <w:rsid w:val="00691BDC"/>
    <w:rsid w:val="00692CB0"/>
    <w:rsid w:val="00692D7C"/>
    <w:rsid w:val="00693301"/>
    <w:rsid w:val="00694C21"/>
    <w:rsid w:val="00694E98"/>
    <w:rsid w:val="00694F27"/>
    <w:rsid w:val="0069573F"/>
    <w:rsid w:val="006972BA"/>
    <w:rsid w:val="006975D1"/>
    <w:rsid w:val="006979B4"/>
    <w:rsid w:val="00697AB9"/>
    <w:rsid w:val="00697F84"/>
    <w:rsid w:val="006A0874"/>
    <w:rsid w:val="006A0D42"/>
    <w:rsid w:val="006A0FE3"/>
    <w:rsid w:val="006A1255"/>
    <w:rsid w:val="006A15C0"/>
    <w:rsid w:val="006A419C"/>
    <w:rsid w:val="006A43A0"/>
    <w:rsid w:val="006A46F4"/>
    <w:rsid w:val="006A4BE3"/>
    <w:rsid w:val="006A7768"/>
    <w:rsid w:val="006B0FA9"/>
    <w:rsid w:val="006B1940"/>
    <w:rsid w:val="006B198A"/>
    <w:rsid w:val="006B1FF7"/>
    <w:rsid w:val="006B2296"/>
    <w:rsid w:val="006B2315"/>
    <w:rsid w:val="006B2D7F"/>
    <w:rsid w:val="006B2FAF"/>
    <w:rsid w:val="006B38A8"/>
    <w:rsid w:val="006B3F94"/>
    <w:rsid w:val="006B429D"/>
    <w:rsid w:val="006B4A9B"/>
    <w:rsid w:val="006B52C2"/>
    <w:rsid w:val="006B5E38"/>
    <w:rsid w:val="006B5EA1"/>
    <w:rsid w:val="006B61A6"/>
    <w:rsid w:val="006B7609"/>
    <w:rsid w:val="006B7CC2"/>
    <w:rsid w:val="006B7DBD"/>
    <w:rsid w:val="006C0999"/>
    <w:rsid w:val="006C0B90"/>
    <w:rsid w:val="006C131A"/>
    <w:rsid w:val="006C15A3"/>
    <w:rsid w:val="006C265F"/>
    <w:rsid w:val="006C2992"/>
    <w:rsid w:val="006C2B74"/>
    <w:rsid w:val="006C2CE2"/>
    <w:rsid w:val="006C2DEE"/>
    <w:rsid w:val="006C3307"/>
    <w:rsid w:val="006C42DE"/>
    <w:rsid w:val="006C4A32"/>
    <w:rsid w:val="006C55C3"/>
    <w:rsid w:val="006C5A27"/>
    <w:rsid w:val="006C5DD6"/>
    <w:rsid w:val="006C6676"/>
    <w:rsid w:val="006C6F79"/>
    <w:rsid w:val="006C737C"/>
    <w:rsid w:val="006C7C4C"/>
    <w:rsid w:val="006D1172"/>
    <w:rsid w:val="006D1460"/>
    <w:rsid w:val="006D260D"/>
    <w:rsid w:val="006D28C1"/>
    <w:rsid w:val="006D294B"/>
    <w:rsid w:val="006D299D"/>
    <w:rsid w:val="006D3268"/>
    <w:rsid w:val="006D4CA5"/>
    <w:rsid w:val="006D52AF"/>
    <w:rsid w:val="006D545E"/>
    <w:rsid w:val="006D744B"/>
    <w:rsid w:val="006D770A"/>
    <w:rsid w:val="006E0007"/>
    <w:rsid w:val="006E143A"/>
    <w:rsid w:val="006E1829"/>
    <w:rsid w:val="006E1E52"/>
    <w:rsid w:val="006E26B8"/>
    <w:rsid w:val="006E287F"/>
    <w:rsid w:val="006E28F0"/>
    <w:rsid w:val="006E375A"/>
    <w:rsid w:val="006E3979"/>
    <w:rsid w:val="006E3AF5"/>
    <w:rsid w:val="006E3BC5"/>
    <w:rsid w:val="006E413C"/>
    <w:rsid w:val="006E4FA2"/>
    <w:rsid w:val="006E771E"/>
    <w:rsid w:val="006F101C"/>
    <w:rsid w:val="006F159B"/>
    <w:rsid w:val="006F208C"/>
    <w:rsid w:val="006F2638"/>
    <w:rsid w:val="006F29EE"/>
    <w:rsid w:val="006F3778"/>
    <w:rsid w:val="006F4836"/>
    <w:rsid w:val="006F497E"/>
    <w:rsid w:val="006F563B"/>
    <w:rsid w:val="006F565F"/>
    <w:rsid w:val="006F632C"/>
    <w:rsid w:val="006F6ED1"/>
    <w:rsid w:val="006F719B"/>
    <w:rsid w:val="006F7B99"/>
    <w:rsid w:val="00700312"/>
    <w:rsid w:val="00700980"/>
    <w:rsid w:val="00701A38"/>
    <w:rsid w:val="00702443"/>
    <w:rsid w:val="00702864"/>
    <w:rsid w:val="007030F7"/>
    <w:rsid w:val="00703865"/>
    <w:rsid w:val="00703869"/>
    <w:rsid w:val="00704815"/>
    <w:rsid w:val="0070550B"/>
    <w:rsid w:val="00706D62"/>
    <w:rsid w:val="007072F3"/>
    <w:rsid w:val="00707BAF"/>
    <w:rsid w:val="00707D73"/>
    <w:rsid w:val="007103B9"/>
    <w:rsid w:val="0071048B"/>
    <w:rsid w:val="00710CE0"/>
    <w:rsid w:val="007134D0"/>
    <w:rsid w:val="007139FB"/>
    <w:rsid w:val="00713A23"/>
    <w:rsid w:val="007154E1"/>
    <w:rsid w:val="00715FA7"/>
    <w:rsid w:val="007160CF"/>
    <w:rsid w:val="007162BB"/>
    <w:rsid w:val="0071650A"/>
    <w:rsid w:val="007168E4"/>
    <w:rsid w:val="007171C0"/>
    <w:rsid w:val="00720055"/>
    <w:rsid w:val="0072038F"/>
    <w:rsid w:val="0072069F"/>
    <w:rsid w:val="00720987"/>
    <w:rsid w:val="007229ED"/>
    <w:rsid w:val="00722EF5"/>
    <w:rsid w:val="00723047"/>
    <w:rsid w:val="00723538"/>
    <w:rsid w:val="00724621"/>
    <w:rsid w:val="00724835"/>
    <w:rsid w:val="0072506D"/>
    <w:rsid w:val="00725AC9"/>
    <w:rsid w:val="00725BDF"/>
    <w:rsid w:val="007264E1"/>
    <w:rsid w:val="00727F14"/>
    <w:rsid w:val="007306EF"/>
    <w:rsid w:val="007319CE"/>
    <w:rsid w:val="007324A0"/>
    <w:rsid w:val="007329C3"/>
    <w:rsid w:val="00732B32"/>
    <w:rsid w:val="007336D2"/>
    <w:rsid w:val="00733756"/>
    <w:rsid w:val="00734195"/>
    <w:rsid w:val="007350D9"/>
    <w:rsid w:val="00735968"/>
    <w:rsid w:val="00735B7B"/>
    <w:rsid w:val="00736CFB"/>
    <w:rsid w:val="00737586"/>
    <w:rsid w:val="007378EE"/>
    <w:rsid w:val="0073790B"/>
    <w:rsid w:val="00737A17"/>
    <w:rsid w:val="00737FA8"/>
    <w:rsid w:val="007413BD"/>
    <w:rsid w:val="0074159E"/>
    <w:rsid w:val="007421DB"/>
    <w:rsid w:val="00742494"/>
    <w:rsid w:val="00742634"/>
    <w:rsid w:val="00742DEF"/>
    <w:rsid w:val="007430A9"/>
    <w:rsid w:val="00743220"/>
    <w:rsid w:val="00743E8F"/>
    <w:rsid w:val="00744538"/>
    <w:rsid w:val="0074459F"/>
    <w:rsid w:val="007445E6"/>
    <w:rsid w:val="007447CE"/>
    <w:rsid w:val="00744C67"/>
    <w:rsid w:val="00747075"/>
    <w:rsid w:val="00747BFA"/>
    <w:rsid w:val="00751F08"/>
    <w:rsid w:val="0075288F"/>
    <w:rsid w:val="007528A0"/>
    <w:rsid w:val="007542E1"/>
    <w:rsid w:val="0075547B"/>
    <w:rsid w:val="007567B4"/>
    <w:rsid w:val="00756B38"/>
    <w:rsid w:val="00756FEE"/>
    <w:rsid w:val="00757C96"/>
    <w:rsid w:val="00760863"/>
    <w:rsid w:val="0076106F"/>
    <w:rsid w:val="0076117B"/>
    <w:rsid w:val="00761411"/>
    <w:rsid w:val="007617BD"/>
    <w:rsid w:val="00761DD8"/>
    <w:rsid w:val="007622B6"/>
    <w:rsid w:val="00762DB5"/>
    <w:rsid w:val="0076319D"/>
    <w:rsid w:val="0076356B"/>
    <w:rsid w:val="00765C41"/>
    <w:rsid w:val="00766A6B"/>
    <w:rsid w:val="00766B1C"/>
    <w:rsid w:val="00767770"/>
    <w:rsid w:val="00767C83"/>
    <w:rsid w:val="0077021D"/>
    <w:rsid w:val="00771900"/>
    <w:rsid w:val="00772812"/>
    <w:rsid w:val="007746FF"/>
    <w:rsid w:val="00774AC2"/>
    <w:rsid w:val="007759FC"/>
    <w:rsid w:val="007762C1"/>
    <w:rsid w:val="00776598"/>
    <w:rsid w:val="00777A8A"/>
    <w:rsid w:val="0078023C"/>
    <w:rsid w:val="00781B2F"/>
    <w:rsid w:val="00781DDA"/>
    <w:rsid w:val="00781FE5"/>
    <w:rsid w:val="00782037"/>
    <w:rsid w:val="007826D0"/>
    <w:rsid w:val="00782748"/>
    <w:rsid w:val="00783172"/>
    <w:rsid w:val="007839E5"/>
    <w:rsid w:val="00785404"/>
    <w:rsid w:val="00785F55"/>
    <w:rsid w:val="0078607F"/>
    <w:rsid w:val="00786BAC"/>
    <w:rsid w:val="00786DC9"/>
    <w:rsid w:val="00790E6B"/>
    <w:rsid w:val="00790F8E"/>
    <w:rsid w:val="00791D23"/>
    <w:rsid w:val="007922BB"/>
    <w:rsid w:val="00794072"/>
    <w:rsid w:val="0079457C"/>
    <w:rsid w:val="007947DC"/>
    <w:rsid w:val="00794BA9"/>
    <w:rsid w:val="00795A73"/>
    <w:rsid w:val="00797937"/>
    <w:rsid w:val="007A140F"/>
    <w:rsid w:val="007A15CE"/>
    <w:rsid w:val="007A31AC"/>
    <w:rsid w:val="007A31B7"/>
    <w:rsid w:val="007A3748"/>
    <w:rsid w:val="007A3DEF"/>
    <w:rsid w:val="007A43F6"/>
    <w:rsid w:val="007A4B3E"/>
    <w:rsid w:val="007A4BFB"/>
    <w:rsid w:val="007A5714"/>
    <w:rsid w:val="007A6B8B"/>
    <w:rsid w:val="007A7487"/>
    <w:rsid w:val="007A77E4"/>
    <w:rsid w:val="007B0B3C"/>
    <w:rsid w:val="007B10ED"/>
    <w:rsid w:val="007B1678"/>
    <w:rsid w:val="007B16A6"/>
    <w:rsid w:val="007B176B"/>
    <w:rsid w:val="007B239B"/>
    <w:rsid w:val="007B2FCA"/>
    <w:rsid w:val="007B3CFB"/>
    <w:rsid w:val="007B4AB6"/>
    <w:rsid w:val="007B4D83"/>
    <w:rsid w:val="007B5189"/>
    <w:rsid w:val="007B5917"/>
    <w:rsid w:val="007B5C1E"/>
    <w:rsid w:val="007B628F"/>
    <w:rsid w:val="007B650D"/>
    <w:rsid w:val="007B6B0E"/>
    <w:rsid w:val="007B7814"/>
    <w:rsid w:val="007C138E"/>
    <w:rsid w:val="007C1A8C"/>
    <w:rsid w:val="007C1FDF"/>
    <w:rsid w:val="007C20DA"/>
    <w:rsid w:val="007C324C"/>
    <w:rsid w:val="007C32D9"/>
    <w:rsid w:val="007C394F"/>
    <w:rsid w:val="007C3FE7"/>
    <w:rsid w:val="007C4434"/>
    <w:rsid w:val="007C464A"/>
    <w:rsid w:val="007C4698"/>
    <w:rsid w:val="007C4B8C"/>
    <w:rsid w:val="007C502A"/>
    <w:rsid w:val="007C5110"/>
    <w:rsid w:val="007C57FE"/>
    <w:rsid w:val="007C5CD5"/>
    <w:rsid w:val="007C6E8D"/>
    <w:rsid w:val="007C6F93"/>
    <w:rsid w:val="007C7798"/>
    <w:rsid w:val="007C7BD4"/>
    <w:rsid w:val="007D168B"/>
    <w:rsid w:val="007D1871"/>
    <w:rsid w:val="007D1B1A"/>
    <w:rsid w:val="007D2264"/>
    <w:rsid w:val="007D285A"/>
    <w:rsid w:val="007D4149"/>
    <w:rsid w:val="007D4FFD"/>
    <w:rsid w:val="007D501A"/>
    <w:rsid w:val="007D67CE"/>
    <w:rsid w:val="007D6BA4"/>
    <w:rsid w:val="007D70A6"/>
    <w:rsid w:val="007D7FDF"/>
    <w:rsid w:val="007E09C0"/>
    <w:rsid w:val="007E148C"/>
    <w:rsid w:val="007E149E"/>
    <w:rsid w:val="007E1771"/>
    <w:rsid w:val="007E1E24"/>
    <w:rsid w:val="007E27CB"/>
    <w:rsid w:val="007E54FA"/>
    <w:rsid w:val="007E67D7"/>
    <w:rsid w:val="007E7CB6"/>
    <w:rsid w:val="007E7F55"/>
    <w:rsid w:val="007F0219"/>
    <w:rsid w:val="007F0E06"/>
    <w:rsid w:val="007F1DA8"/>
    <w:rsid w:val="007F219F"/>
    <w:rsid w:val="007F257B"/>
    <w:rsid w:val="007F2E27"/>
    <w:rsid w:val="007F2E66"/>
    <w:rsid w:val="007F4467"/>
    <w:rsid w:val="007F538F"/>
    <w:rsid w:val="007F72D9"/>
    <w:rsid w:val="007F7672"/>
    <w:rsid w:val="007F7822"/>
    <w:rsid w:val="008002E6"/>
    <w:rsid w:val="0080037B"/>
    <w:rsid w:val="0080070B"/>
    <w:rsid w:val="00801A57"/>
    <w:rsid w:val="00802ECD"/>
    <w:rsid w:val="00803DB4"/>
    <w:rsid w:val="00803DBC"/>
    <w:rsid w:val="00804711"/>
    <w:rsid w:val="0080483B"/>
    <w:rsid w:val="00805D44"/>
    <w:rsid w:val="00806904"/>
    <w:rsid w:val="00807089"/>
    <w:rsid w:val="008079CA"/>
    <w:rsid w:val="00807C45"/>
    <w:rsid w:val="00807E7E"/>
    <w:rsid w:val="0081047C"/>
    <w:rsid w:val="008108FD"/>
    <w:rsid w:val="00812370"/>
    <w:rsid w:val="00812A4F"/>
    <w:rsid w:val="00813BE6"/>
    <w:rsid w:val="008141E0"/>
    <w:rsid w:val="00814F36"/>
    <w:rsid w:val="00815D80"/>
    <w:rsid w:val="00816102"/>
    <w:rsid w:val="00816C9F"/>
    <w:rsid w:val="008174E0"/>
    <w:rsid w:val="008176B8"/>
    <w:rsid w:val="00820324"/>
    <w:rsid w:val="00820BFF"/>
    <w:rsid w:val="008214AE"/>
    <w:rsid w:val="00821DA1"/>
    <w:rsid w:val="00822079"/>
    <w:rsid w:val="008222FB"/>
    <w:rsid w:val="0082284E"/>
    <w:rsid w:val="00822FA6"/>
    <w:rsid w:val="008238DA"/>
    <w:rsid w:val="00823FEC"/>
    <w:rsid w:val="00824B0F"/>
    <w:rsid w:val="0082570A"/>
    <w:rsid w:val="0082593C"/>
    <w:rsid w:val="00825F4D"/>
    <w:rsid w:val="008268E0"/>
    <w:rsid w:val="00826CD3"/>
    <w:rsid w:val="00826D32"/>
    <w:rsid w:val="00827994"/>
    <w:rsid w:val="00827C6F"/>
    <w:rsid w:val="008307AC"/>
    <w:rsid w:val="00830917"/>
    <w:rsid w:val="00830AAD"/>
    <w:rsid w:val="008318FB"/>
    <w:rsid w:val="008319C6"/>
    <w:rsid w:val="00831EBE"/>
    <w:rsid w:val="008330E5"/>
    <w:rsid w:val="008345A1"/>
    <w:rsid w:val="008346A8"/>
    <w:rsid w:val="00835B02"/>
    <w:rsid w:val="00836C5D"/>
    <w:rsid w:val="00836DBC"/>
    <w:rsid w:val="00836EE3"/>
    <w:rsid w:val="008405EE"/>
    <w:rsid w:val="008407D4"/>
    <w:rsid w:val="00840FE9"/>
    <w:rsid w:val="008410B9"/>
    <w:rsid w:val="0084183D"/>
    <w:rsid w:val="0084283A"/>
    <w:rsid w:val="00843991"/>
    <w:rsid w:val="0084574A"/>
    <w:rsid w:val="00845A52"/>
    <w:rsid w:val="00845BA1"/>
    <w:rsid w:val="0084695F"/>
    <w:rsid w:val="00847C82"/>
    <w:rsid w:val="00847CA6"/>
    <w:rsid w:val="00850C65"/>
    <w:rsid w:val="00850F8D"/>
    <w:rsid w:val="008516AF"/>
    <w:rsid w:val="00851BA0"/>
    <w:rsid w:val="00852609"/>
    <w:rsid w:val="00852B87"/>
    <w:rsid w:val="008537E4"/>
    <w:rsid w:val="00855001"/>
    <w:rsid w:val="0085571A"/>
    <w:rsid w:val="00855A67"/>
    <w:rsid w:val="00855B1B"/>
    <w:rsid w:val="00855BC3"/>
    <w:rsid w:val="00856075"/>
    <w:rsid w:val="008571E3"/>
    <w:rsid w:val="0085753D"/>
    <w:rsid w:val="0086246E"/>
    <w:rsid w:val="0086346E"/>
    <w:rsid w:val="0086458B"/>
    <w:rsid w:val="00865145"/>
    <w:rsid w:val="00865F4C"/>
    <w:rsid w:val="0086612C"/>
    <w:rsid w:val="0086667A"/>
    <w:rsid w:val="00866ADC"/>
    <w:rsid w:val="00866EDB"/>
    <w:rsid w:val="00867385"/>
    <w:rsid w:val="00870C12"/>
    <w:rsid w:val="008724C8"/>
    <w:rsid w:val="0087551B"/>
    <w:rsid w:val="0087616F"/>
    <w:rsid w:val="00876CD1"/>
    <w:rsid w:val="0088041F"/>
    <w:rsid w:val="0088152B"/>
    <w:rsid w:val="008817DE"/>
    <w:rsid w:val="00881BE2"/>
    <w:rsid w:val="0088303F"/>
    <w:rsid w:val="0088432E"/>
    <w:rsid w:val="0088436C"/>
    <w:rsid w:val="00884B57"/>
    <w:rsid w:val="00885134"/>
    <w:rsid w:val="0088559B"/>
    <w:rsid w:val="00885B2F"/>
    <w:rsid w:val="00886BFB"/>
    <w:rsid w:val="00887CE7"/>
    <w:rsid w:val="0089094B"/>
    <w:rsid w:val="00891855"/>
    <w:rsid w:val="00891F16"/>
    <w:rsid w:val="00893A76"/>
    <w:rsid w:val="00893BA8"/>
    <w:rsid w:val="00893DC4"/>
    <w:rsid w:val="00894FBC"/>
    <w:rsid w:val="00895B49"/>
    <w:rsid w:val="00896127"/>
    <w:rsid w:val="00896869"/>
    <w:rsid w:val="00897794"/>
    <w:rsid w:val="008977A7"/>
    <w:rsid w:val="008A00F5"/>
    <w:rsid w:val="008A1323"/>
    <w:rsid w:val="008A1C17"/>
    <w:rsid w:val="008A2088"/>
    <w:rsid w:val="008A2BAC"/>
    <w:rsid w:val="008A2BFC"/>
    <w:rsid w:val="008A2C3E"/>
    <w:rsid w:val="008A2F47"/>
    <w:rsid w:val="008A2F98"/>
    <w:rsid w:val="008A3639"/>
    <w:rsid w:val="008A3731"/>
    <w:rsid w:val="008A4BAF"/>
    <w:rsid w:val="008A60C7"/>
    <w:rsid w:val="008A6358"/>
    <w:rsid w:val="008A6699"/>
    <w:rsid w:val="008A6E00"/>
    <w:rsid w:val="008B0623"/>
    <w:rsid w:val="008B0679"/>
    <w:rsid w:val="008B0DBF"/>
    <w:rsid w:val="008B0DC3"/>
    <w:rsid w:val="008B2319"/>
    <w:rsid w:val="008B2388"/>
    <w:rsid w:val="008B23CB"/>
    <w:rsid w:val="008B34A8"/>
    <w:rsid w:val="008B37A1"/>
    <w:rsid w:val="008B4824"/>
    <w:rsid w:val="008B55E8"/>
    <w:rsid w:val="008B63D5"/>
    <w:rsid w:val="008B6C6E"/>
    <w:rsid w:val="008B6FC0"/>
    <w:rsid w:val="008B74C7"/>
    <w:rsid w:val="008B77EC"/>
    <w:rsid w:val="008C02E8"/>
    <w:rsid w:val="008C070E"/>
    <w:rsid w:val="008C081C"/>
    <w:rsid w:val="008C0C25"/>
    <w:rsid w:val="008C12F0"/>
    <w:rsid w:val="008C132C"/>
    <w:rsid w:val="008C186D"/>
    <w:rsid w:val="008C18F9"/>
    <w:rsid w:val="008C2602"/>
    <w:rsid w:val="008C33C6"/>
    <w:rsid w:val="008C381B"/>
    <w:rsid w:val="008C3932"/>
    <w:rsid w:val="008C4F78"/>
    <w:rsid w:val="008C559B"/>
    <w:rsid w:val="008C5A8F"/>
    <w:rsid w:val="008C5F0A"/>
    <w:rsid w:val="008C6307"/>
    <w:rsid w:val="008C63C3"/>
    <w:rsid w:val="008C6806"/>
    <w:rsid w:val="008C7A8D"/>
    <w:rsid w:val="008C7D76"/>
    <w:rsid w:val="008C7DAE"/>
    <w:rsid w:val="008D092C"/>
    <w:rsid w:val="008D0D40"/>
    <w:rsid w:val="008D125B"/>
    <w:rsid w:val="008D1F8D"/>
    <w:rsid w:val="008D3479"/>
    <w:rsid w:val="008D38AE"/>
    <w:rsid w:val="008D38DD"/>
    <w:rsid w:val="008D3FB1"/>
    <w:rsid w:val="008D458B"/>
    <w:rsid w:val="008D4F0F"/>
    <w:rsid w:val="008D5045"/>
    <w:rsid w:val="008D518F"/>
    <w:rsid w:val="008D53E9"/>
    <w:rsid w:val="008D6BC5"/>
    <w:rsid w:val="008D79D0"/>
    <w:rsid w:val="008E04AA"/>
    <w:rsid w:val="008E0536"/>
    <w:rsid w:val="008E6727"/>
    <w:rsid w:val="008E68A7"/>
    <w:rsid w:val="008E6969"/>
    <w:rsid w:val="008E6AD4"/>
    <w:rsid w:val="008E78AC"/>
    <w:rsid w:val="008F0F9B"/>
    <w:rsid w:val="008F2989"/>
    <w:rsid w:val="008F3324"/>
    <w:rsid w:val="008F3515"/>
    <w:rsid w:val="008F36F3"/>
    <w:rsid w:val="008F3C85"/>
    <w:rsid w:val="008F42C7"/>
    <w:rsid w:val="008F4E1D"/>
    <w:rsid w:val="008F5502"/>
    <w:rsid w:val="008F69FF"/>
    <w:rsid w:val="008F763E"/>
    <w:rsid w:val="008F78F3"/>
    <w:rsid w:val="009005F0"/>
    <w:rsid w:val="0090141C"/>
    <w:rsid w:val="00901C79"/>
    <w:rsid w:val="00902849"/>
    <w:rsid w:val="00902C68"/>
    <w:rsid w:val="00902FDD"/>
    <w:rsid w:val="00903181"/>
    <w:rsid w:val="00904CBA"/>
    <w:rsid w:val="00905627"/>
    <w:rsid w:val="00906C49"/>
    <w:rsid w:val="009077E4"/>
    <w:rsid w:val="00907BCA"/>
    <w:rsid w:val="009100F9"/>
    <w:rsid w:val="00910EF6"/>
    <w:rsid w:val="00912403"/>
    <w:rsid w:val="00913711"/>
    <w:rsid w:val="00915B21"/>
    <w:rsid w:val="00916195"/>
    <w:rsid w:val="00917363"/>
    <w:rsid w:val="00917578"/>
    <w:rsid w:val="00917788"/>
    <w:rsid w:val="00917D24"/>
    <w:rsid w:val="00920313"/>
    <w:rsid w:val="0092216B"/>
    <w:rsid w:val="009229E8"/>
    <w:rsid w:val="00923C62"/>
    <w:rsid w:val="00923E78"/>
    <w:rsid w:val="009262A6"/>
    <w:rsid w:val="0092770B"/>
    <w:rsid w:val="00927720"/>
    <w:rsid w:val="0092782E"/>
    <w:rsid w:val="00927C4C"/>
    <w:rsid w:val="0093054C"/>
    <w:rsid w:val="009306C5"/>
    <w:rsid w:val="00930DEE"/>
    <w:rsid w:val="00931024"/>
    <w:rsid w:val="009313BD"/>
    <w:rsid w:val="00931CA8"/>
    <w:rsid w:val="00931E0F"/>
    <w:rsid w:val="00932426"/>
    <w:rsid w:val="009327FC"/>
    <w:rsid w:val="00932A12"/>
    <w:rsid w:val="00932AD4"/>
    <w:rsid w:val="00933353"/>
    <w:rsid w:val="00933C96"/>
    <w:rsid w:val="00933C9A"/>
    <w:rsid w:val="009354CC"/>
    <w:rsid w:val="00936EB3"/>
    <w:rsid w:val="00937634"/>
    <w:rsid w:val="00940398"/>
    <w:rsid w:val="00940D18"/>
    <w:rsid w:val="0094130A"/>
    <w:rsid w:val="0094137F"/>
    <w:rsid w:val="00941B3B"/>
    <w:rsid w:val="00941CDC"/>
    <w:rsid w:val="00941FB0"/>
    <w:rsid w:val="00942B9F"/>
    <w:rsid w:val="00942E03"/>
    <w:rsid w:val="0094373D"/>
    <w:rsid w:val="009437ED"/>
    <w:rsid w:val="009440DE"/>
    <w:rsid w:val="009440E4"/>
    <w:rsid w:val="009441E4"/>
    <w:rsid w:val="0094467B"/>
    <w:rsid w:val="00945565"/>
    <w:rsid w:val="00946191"/>
    <w:rsid w:val="009462C4"/>
    <w:rsid w:val="009463A2"/>
    <w:rsid w:val="00946A52"/>
    <w:rsid w:val="00947108"/>
    <w:rsid w:val="0094746B"/>
    <w:rsid w:val="009502EA"/>
    <w:rsid w:val="0095034B"/>
    <w:rsid w:val="009513BF"/>
    <w:rsid w:val="009516AE"/>
    <w:rsid w:val="009516E5"/>
    <w:rsid w:val="00951C12"/>
    <w:rsid w:val="009543E8"/>
    <w:rsid w:val="009549B0"/>
    <w:rsid w:val="009549B7"/>
    <w:rsid w:val="00954D32"/>
    <w:rsid w:val="009557A0"/>
    <w:rsid w:val="00955EB2"/>
    <w:rsid w:val="009604D3"/>
    <w:rsid w:val="00960545"/>
    <w:rsid w:val="00960868"/>
    <w:rsid w:val="00964A05"/>
    <w:rsid w:val="009652C5"/>
    <w:rsid w:val="00965CCE"/>
    <w:rsid w:val="0096770B"/>
    <w:rsid w:val="0096775A"/>
    <w:rsid w:val="00967940"/>
    <w:rsid w:val="00967A21"/>
    <w:rsid w:val="0097031D"/>
    <w:rsid w:val="009708C6"/>
    <w:rsid w:val="00970A21"/>
    <w:rsid w:val="00972DDE"/>
    <w:rsid w:val="00972F1B"/>
    <w:rsid w:val="00973A18"/>
    <w:rsid w:val="00973F5E"/>
    <w:rsid w:val="00974278"/>
    <w:rsid w:val="009748D9"/>
    <w:rsid w:val="00977843"/>
    <w:rsid w:val="009800D7"/>
    <w:rsid w:val="00980D14"/>
    <w:rsid w:val="009826C1"/>
    <w:rsid w:val="009826D7"/>
    <w:rsid w:val="00985149"/>
    <w:rsid w:val="00985A6B"/>
    <w:rsid w:val="009866BD"/>
    <w:rsid w:val="00986907"/>
    <w:rsid w:val="009876B7"/>
    <w:rsid w:val="00987BBF"/>
    <w:rsid w:val="00987EFA"/>
    <w:rsid w:val="00990FDB"/>
    <w:rsid w:val="009912AF"/>
    <w:rsid w:val="00991797"/>
    <w:rsid w:val="0099190F"/>
    <w:rsid w:val="0099211E"/>
    <w:rsid w:val="0099266A"/>
    <w:rsid w:val="00992983"/>
    <w:rsid w:val="00993271"/>
    <w:rsid w:val="00993D2D"/>
    <w:rsid w:val="00993D82"/>
    <w:rsid w:val="00994C12"/>
    <w:rsid w:val="009961D6"/>
    <w:rsid w:val="009976C7"/>
    <w:rsid w:val="00997A22"/>
    <w:rsid w:val="009A1E1D"/>
    <w:rsid w:val="009A220D"/>
    <w:rsid w:val="009A2C39"/>
    <w:rsid w:val="009A3833"/>
    <w:rsid w:val="009A3B76"/>
    <w:rsid w:val="009A405E"/>
    <w:rsid w:val="009A6F8A"/>
    <w:rsid w:val="009A7121"/>
    <w:rsid w:val="009A7415"/>
    <w:rsid w:val="009A75DB"/>
    <w:rsid w:val="009A7655"/>
    <w:rsid w:val="009A771D"/>
    <w:rsid w:val="009B12BB"/>
    <w:rsid w:val="009B1470"/>
    <w:rsid w:val="009B1915"/>
    <w:rsid w:val="009B29AF"/>
    <w:rsid w:val="009B29C7"/>
    <w:rsid w:val="009B337C"/>
    <w:rsid w:val="009B3701"/>
    <w:rsid w:val="009B3EE4"/>
    <w:rsid w:val="009B4637"/>
    <w:rsid w:val="009B46E6"/>
    <w:rsid w:val="009B4DDD"/>
    <w:rsid w:val="009B58B8"/>
    <w:rsid w:val="009B6093"/>
    <w:rsid w:val="009B7613"/>
    <w:rsid w:val="009B7837"/>
    <w:rsid w:val="009B7D7C"/>
    <w:rsid w:val="009C0BEB"/>
    <w:rsid w:val="009C17FE"/>
    <w:rsid w:val="009C1838"/>
    <w:rsid w:val="009C1899"/>
    <w:rsid w:val="009C1DE5"/>
    <w:rsid w:val="009C2613"/>
    <w:rsid w:val="009C3AA2"/>
    <w:rsid w:val="009C3D8A"/>
    <w:rsid w:val="009C46D3"/>
    <w:rsid w:val="009C4993"/>
    <w:rsid w:val="009C4CE2"/>
    <w:rsid w:val="009C4E1C"/>
    <w:rsid w:val="009C63EC"/>
    <w:rsid w:val="009C64D4"/>
    <w:rsid w:val="009D0394"/>
    <w:rsid w:val="009D1AE4"/>
    <w:rsid w:val="009D224A"/>
    <w:rsid w:val="009D32D4"/>
    <w:rsid w:val="009D3607"/>
    <w:rsid w:val="009D3A38"/>
    <w:rsid w:val="009D3DD9"/>
    <w:rsid w:val="009D43F8"/>
    <w:rsid w:val="009D55C2"/>
    <w:rsid w:val="009D5F24"/>
    <w:rsid w:val="009D5F42"/>
    <w:rsid w:val="009E0F2E"/>
    <w:rsid w:val="009E182B"/>
    <w:rsid w:val="009E19E7"/>
    <w:rsid w:val="009E213E"/>
    <w:rsid w:val="009E240B"/>
    <w:rsid w:val="009E2D95"/>
    <w:rsid w:val="009E41D6"/>
    <w:rsid w:val="009E48FC"/>
    <w:rsid w:val="009E4EA9"/>
    <w:rsid w:val="009E5878"/>
    <w:rsid w:val="009E5E24"/>
    <w:rsid w:val="009E6551"/>
    <w:rsid w:val="009E6CEA"/>
    <w:rsid w:val="009E72FF"/>
    <w:rsid w:val="009E73EF"/>
    <w:rsid w:val="009E78A5"/>
    <w:rsid w:val="009F0AEE"/>
    <w:rsid w:val="009F1226"/>
    <w:rsid w:val="009F12DF"/>
    <w:rsid w:val="009F1A0B"/>
    <w:rsid w:val="009F1FE2"/>
    <w:rsid w:val="009F29B0"/>
    <w:rsid w:val="009F35E1"/>
    <w:rsid w:val="009F36EE"/>
    <w:rsid w:val="009F3906"/>
    <w:rsid w:val="009F3BBC"/>
    <w:rsid w:val="009F46AB"/>
    <w:rsid w:val="009F4F65"/>
    <w:rsid w:val="009F6792"/>
    <w:rsid w:val="009F7536"/>
    <w:rsid w:val="00A00279"/>
    <w:rsid w:val="00A01046"/>
    <w:rsid w:val="00A024C0"/>
    <w:rsid w:val="00A0342B"/>
    <w:rsid w:val="00A03792"/>
    <w:rsid w:val="00A04145"/>
    <w:rsid w:val="00A04413"/>
    <w:rsid w:val="00A04CAD"/>
    <w:rsid w:val="00A04E64"/>
    <w:rsid w:val="00A0508E"/>
    <w:rsid w:val="00A05358"/>
    <w:rsid w:val="00A058E5"/>
    <w:rsid w:val="00A05BFC"/>
    <w:rsid w:val="00A05CAB"/>
    <w:rsid w:val="00A0607E"/>
    <w:rsid w:val="00A0796B"/>
    <w:rsid w:val="00A07A0C"/>
    <w:rsid w:val="00A10CEA"/>
    <w:rsid w:val="00A10D91"/>
    <w:rsid w:val="00A10F0D"/>
    <w:rsid w:val="00A115F5"/>
    <w:rsid w:val="00A1192D"/>
    <w:rsid w:val="00A119BD"/>
    <w:rsid w:val="00A11C6A"/>
    <w:rsid w:val="00A11EE4"/>
    <w:rsid w:val="00A12543"/>
    <w:rsid w:val="00A12BD0"/>
    <w:rsid w:val="00A143A9"/>
    <w:rsid w:val="00A15C3F"/>
    <w:rsid w:val="00A15F25"/>
    <w:rsid w:val="00A1632B"/>
    <w:rsid w:val="00A16578"/>
    <w:rsid w:val="00A16E19"/>
    <w:rsid w:val="00A17AA9"/>
    <w:rsid w:val="00A2042B"/>
    <w:rsid w:val="00A213DE"/>
    <w:rsid w:val="00A229C1"/>
    <w:rsid w:val="00A23189"/>
    <w:rsid w:val="00A23925"/>
    <w:rsid w:val="00A23976"/>
    <w:rsid w:val="00A23E97"/>
    <w:rsid w:val="00A2472D"/>
    <w:rsid w:val="00A247E2"/>
    <w:rsid w:val="00A24CAD"/>
    <w:rsid w:val="00A2581E"/>
    <w:rsid w:val="00A273EB"/>
    <w:rsid w:val="00A277DE"/>
    <w:rsid w:val="00A27D4A"/>
    <w:rsid w:val="00A27E24"/>
    <w:rsid w:val="00A30E15"/>
    <w:rsid w:val="00A32BF7"/>
    <w:rsid w:val="00A34DA2"/>
    <w:rsid w:val="00A356BD"/>
    <w:rsid w:val="00A35C3A"/>
    <w:rsid w:val="00A366A5"/>
    <w:rsid w:val="00A36B01"/>
    <w:rsid w:val="00A3795B"/>
    <w:rsid w:val="00A37CC9"/>
    <w:rsid w:val="00A419E6"/>
    <w:rsid w:val="00A42773"/>
    <w:rsid w:val="00A428EC"/>
    <w:rsid w:val="00A43DD7"/>
    <w:rsid w:val="00A44742"/>
    <w:rsid w:val="00A4679E"/>
    <w:rsid w:val="00A47840"/>
    <w:rsid w:val="00A50BCB"/>
    <w:rsid w:val="00A521E8"/>
    <w:rsid w:val="00A5304E"/>
    <w:rsid w:val="00A5445D"/>
    <w:rsid w:val="00A54B21"/>
    <w:rsid w:val="00A55C30"/>
    <w:rsid w:val="00A5621F"/>
    <w:rsid w:val="00A56ACE"/>
    <w:rsid w:val="00A5785E"/>
    <w:rsid w:val="00A60703"/>
    <w:rsid w:val="00A60729"/>
    <w:rsid w:val="00A6091A"/>
    <w:rsid w:val="00A60A4E"/>
    <w:rsid w:val="00A60B49"/>
    <w:rsid w:val="00A60C8F"/>
    <w:rsid w:val="00A611D5"/>
    <w:rsid w:val="00A61E39"/>
    <w:rsid w:val="00A61ED2"/>
    <w:rsid w:val="00A6201E"/>
    <w:rsid w:val="00A623C2"/>
    <w:rsid w:val="00A62F48"/>
    <w:rsid w:val="00A63A4B"/>
    <w:rsid w:val="00A6438B"/>
    <w:rsid w:val="00A64394"/>
    <w:rsid w:val="00A649CE"/>
    <w:rsid w:val="00A6504D"/>
    <w:rsid w:val="00A652E9"/>
    <w:rsid w:val="00A653AA"/>
    <w:rsid w:val="00A66924"/>
    <w:rsid w:val="00A66EE3"/>
    <w:rsid w:val="00A67B6C"/>
    <w:rsid w:val="00A70A17"/>
    <w:rsid w:val="00A70C6F"/>
    <w:rsid w:val="00A70D9D"/>
    <w:rsid w:val="00A71306"/>
    <w:rsid w:val="00A71897"/>
    <w:rsid w:val="00A725E4"/>
    <w:rsid w:val="00A74221"/>
    <w:rsid w:val="00A74252"/>
    <w:rsid w:val="00A74F89"/>
    <w:rsid w:val="00A75280"/>
    <w:rsid w:val="00A75BBB"/>
    <w:rsid w:val="00A75E22"/>
    <w:rsid w:val="00A7627F"/>
    <w:rsid w:val="00A77521"/>
    <w:rsid w:val="00A77C9F"/>
    <w:rsid w:val="00A80A63"/>
    <w:rsid w:val="00A81082"/>
    <w:rsid w:val="00A81D53"/>
    <w:rsid w:val="00A827EA"/>
    <w:rsid w:val="00A82F8A"/>
    <w:rsid w:val="00A83063"/>
    <w:rsid w:val="00A8349A"/>
    <w:rsid w:val="00A8397A"/>
    <w:rsid w:val="00A83C0B"/>
    <w:rsid w:val="00A83EA7"/>
    <w:rsid w:val="00A83F8D"/>
    <w:rsid w:val="00A85150"/>
    <w:rsid w:val="00A8530F"/>
    <w:rsid w:val="00A85D0E"/>
    <w:rsid w:val="00A85EAA"/>
    <w:rsid w:val="00A862F6"/>
    <w:rsid w:val="00A8646F"/>
    <w:rsid w:val="00A86F07"/>
    <w:rsid w:val="00A87A99"/>
    <w:rsid w:val="00A90168"/>
    <w:rsid w:val="00A92501"/>
    <w:rsid w:val="00A9281E"/>
    <w:rsid w:val="00A93356"/>
    <w:rsid w:val="00A93F7B"/>
    <w:rsid w:val="00A94068"/>
    <w:rsid w:val="00AA024B"/>
    <w:rsid w:val="00AA13B4"/>
    <w:rsid w:val="00AA1CAB"/>
    <w:rsid w:val="00AA1F2F"/>
    <w:rsid w:val="00AA2108"/>
    <w:rsid w:val="00AA2971"/>
    <w:rsid w:val="00AA30B3"/>
    <w:rsid w:val="00AA32B8"/>
    <w:rsid w:val="00AA40C6"/>
    <w:rsid w:val="00AA4851"/>
    <w:rsid w:val="00AA62F9"/>
    <w:rsid w:val="00AA68E6"/>
    <w:rsid w:val="00AA6E01"/>
    <w:rsid w:val="00AA6EA7"/>
    <w:rsid w:val="00AA7090"/>
    <w:rsid w:val="00AA79ED"/>
    <w:rsid w:val="00AB059E"/>
    <w:rsid w:val="00AB20E5"/>
    <w:rsid w:val="00AB29BF"/>
    <w:rsid w:val="00AB2C66"/>
    <w:rsid w:val="00AB2E97"/>
    <w:rsid w:val="00AB4158"/>
    <w:rsid w:val="00AB42C0"/>
    <w:rsid w:val="00AB44DE"/>
    <w:rsid w:val="00AB569A"/>
    <w:rsid w:val="00AB62D8"/>
    <w:rsid w:val="00AB62F5"/>
    <w:rsid w:val="00AB6CEB"/>
    <w:rsid w:val="00AB7436"/>
    <w:rsid w:val="00AC042A"/>
    <w:rsid w:val="00AC078E"/>
    <w:rsid w:val="00AC0BC6"/>
    <w:rsid w:val="00AC157E"/>
    <w:rsid w:val="00AC1DD6"/>
    <w:rsid w:val="00AC205F"/>
    <w:rsid w:val="00AC2941"/>
    <w:rsid w:val="00AC33E9"/>
    <w:rsid w:val="00AC40CA"/>
    <w:rsid w:val="00AC4967"/>
    <w:rsid w:val="00AC4C47"/>
    <w:rsid w:val="00AC5451"/>
    <w:rsid w:val="00AC5C6E"/>
    <w:rsid w:val="00AC6EEC"/>
    <w:rsid w:val="00AC75E8"/>
    <w:rsid w:val="00AC78ED"/>
    <w:rsid w:val="00AD017F"/>
    <w:rsid w:val="00AD0C67"/>
    <w:rsid w:val="00AD19A6"/>
    <w:rsid w:val="00AD1B5D"/>
    <w:rsid w:val="00AD34F8"/>
    <w:rsid w:val="00AD3D42"/>
    <w:rsid w:val="00AD42E7"/>
    <w:rsid w:val="00AD67AD"/>
    <w:rsid w:val="00AD6F4A"/>
    <w:rsid w:val="00AD7E48"/>
    <w:rsid w:val="00AE02A0"/>
    <w:rsid w:val="00AE0D9A"/>
    <w:rsid w:val="00AE229A"/>
    <w:rsid w:val="00AE248B"/>
    <w:rsid w:val="00AE24BA"/>
    <w:rsid w:val="00AE427B"/>
    <w:rsid w:val="00AE4290"/>
    <w:rsid w:val="00AE44DF"/>
    <w:rsid w:val="00AE48F3"/>
    <w:rsid w:val="00AE5025"/>
    <w:rsid w:val="00AE5435"/>
    <w:rsid w:val="00AE5596"/>
    <w:rsid w:val="00AE5D6C"/>
    <w:rsid w:val="00AE68CE"/>
    <w:rsid w:val="00AE68D0"/>
    <w:rsid w:val="00AE6C42"/>
    <w:rsid w:val="00AE7408"/>
    <w:rsid w:val="00AE7935"/>
    <w:rsid w:val="00AF0C93"/>
    <w:rsid w:val="00AF1357"/>
    <w:rsid w:val="00AF1813"/>
    <w:rsid w:val="00AF2CB2"/>
    <w:rsid w:val="00AF3B1B"/>
    <w:rsid w:val="00AF5A53"/>
    <w:rsid w:val="00AF6222"/>
    <w:rsid w:val="00AF74C8"/>
    <w:rsid w:val="00AF7BF9"/>
    <w:rsid w:val="00B009F9"/>
    <w:rsid w:val="00B01043"/>
    <w:rsid w:val="00B02A64"/>
    <w:rsid w:val="00B03C0D"/>
    <w:rsid w:val="00B046F4"/>
    <w:rsid w:val="00B04FDE"/>
    <w:rsid w:val="00B05BFC"/>
    <w:rsid w:val="00B07017"/>
    <w:rsid w:val="00B073F3"/>
    <w:rsid w:val="00B10261"/>
    <w:rsid w:val="00B1037A"/>
    <w:rsid w:val="00B10C7C"/>
    <w:rsid w:val="00B11B11"/>
    <w:rsid w:val="00B124AD"/>
    <w:rsid w:val="00B12886"/>
    <w:rsid w:val="00B129F1"/>
    <w:rsid w:val="00B13112"/>
    <w:rsid w:val="00B140B4"/>
    <w:rsid w:val="00B14173"/>
    <w:rsid w:val="00B143B1"/>
    <w:rsid w:val="00B14407"/>
    <w:rsid w:val="00B150E1"/>
    <w:rsid w:val="00B15586"/>
    <w:rsid w:val="00B15F6B"/>
    <w:rsid w:val="00B16D96"/>
    <w:rsid w:val="00B177D2"/>
    <w:rsid w:val="00B17AB9"/>
    <w:rsid w:val="00B201C0"/>
    <w:rsid w:val="00B20DF8"/>
    <w:rsid w:val="00B22564"/>
    <w:rsid w:val="00B230A7"/>
    <w:rsid w:val="00B2335C"/>
    <w:rsid w:val="00B23F94"/>
    <w:rsid w:val="00B251AF"/>
    <w:rsid w:val="00B261C8"/>
    <w:rsid w:val="00B26F99"/>
    <w:rsid w:val="00B27D67"/>
    <w:rsid w:val="00B3091B"/>
    <w:rsid w:val="00B30953"/>
    <w:rsid w:val="00B309C2"/>
    <w:rsid w:val="00B30C60"/>
    <w:rsid w:val="00B30EDF"/>
    <w:rsid w:val="00B311AC"/>
    <w:rsid w:val="00B31418"/>
    <w:rsid w:val="00B32A50"/>
    <w:rsid w:val="00B33955"/>
    <w:rsid w:val="00B342DC"/>
    <w:rsid w:val="00B3458E"/>
    <w:rsid w:val="00B346EE"/>
    <w:rsid w:val="00B34E57"/>
    <w:rsid w:val="00B3504D"/>
    <w:rsid w:val="00B35338"/>
    <w:rsid w:val="00B35370"/>
    <w:rsid w:val="00B3552A"/>
    <w:rsid w:val="00B3563B"/>
    <w:rsid w:val="00B360AC"/>
    <w:rsid w:val="00B3649D"/>
    <w:rsid w:val="00B36A12"/>
    <w:rsid w:val="00B36D60"/>
    <w:rsid w:val="00B37338"/>
    <w:rsid w:val="00B37914"/>
    <w:rsid w:val="00B40005"/>
    <w:rsid w:val="00B40C37"/>
    <w:rsid w:val="00B40C7F"/>
    <w:rsid w:val="00B412DE"/>
    <w:rsid w:val="00B41A38"/>
    <w:rsid w:val="00B422F0"/>
    <w:rsid w:val="00B4299C"/>
    <w:rsid w:val="00B431E7"/>
    <w:rsid w:val="00B43412"/>
    <w:rsid w:val="00B43656"/>
    <w:rsid w:val="00B44101"/>
    <w:rsid w:val="00B44630"/>
    <w:rsid w:val="00B4484C"/>
    <w:rsid w:val="00B45374"/>
    <w:rsid w:val="00B45762"/>
    <w:rsid w:val="00B45C77"/>
    <w:rsid w:val="00B46BF0"/>
    <w:rsid w:val="00B471AC"/>
    <w:rsid w:val="00B474C7"/>
    <w:rsid w:val="00B475B1"/>
    <w:rsid w:val="00B476C1"/>
    <w:rsid w:val="00B47722"/>
    <w:rsid w:val="00B4777D"/>
    <w:rsid w:val="00B479B2"/>
    <w:rsid w:val="00B500BF"/>
    <w:rsid w:val="00B5119D"/>
    <w:rsid w:val="00B519BF"/>
    <w:rsid w:val="00B51B45"/>
    <w:rsid w:val="00B53579"/>
    <w:rsid w:val="00B5481A"/>
    <w:rsid w:val="00B54C07"/>
    <w:rsid w:val="00B55560"/>
    <w:rsid w:val="00B555DD"/>
    <w:rsid w:val="00B55E4F"/>
    <w:rsid w:val="00B56A26"/>
    <w:rsid w:val="00B576BD"/>
    <w:rsid w:val="00B57BCA"/>
    <w:rsid w:val="00B60CEE"/>
    <w:rsid w:val="00B6265C"/>
    <w:rsid w:val="00B63024"/>
    <w:rsid w:val="00B633F7"/>
    <w:rsid w:val="00B63A36"/>
    <w:rsid w:val="00B64742"/>
    <w:rsid w:val="00B6490A"/>
    <w:rsid w:val="00B64D26"/>
    <w:rsid w:val="00B6510F"/>
    <w:rsid w:val="00B65243"/>
    <w:rsid w:val="00B6524A"/>
    <w:rsid w:val="00B65EFE"/>
    <w:rsid w:val="00B66818"/>
    <w:rsid w:val="00B70146"/>
    <w:rsid w:val="00B7022B"/>
    <w:rsid w:val="00B70379"/>
    <w:rsid w:val="00B7066C"/>
    <w:rsid w:val="00B70B55"/>
    <w:rsid w:val="00B70B6C"/>
    <w:rsid w:val="00B71400"/>
    <w:rsid w:val="00B71A89"/>
    <w:rsid w:val="00B71DEA"/>
    <w:rsid w:val="00B72062"/>
    <w:rsid w:val="00B7390E"/>
    <w:rsid w:val="00B74B38"/>
    <w:rsid w:val="00B74F43"/>
    <w:rsid w:val="00B751B0"/>
    <w:rsid w:val="00B75200"/>
    <w:rsid w:val="00B76017"/>
    <w:rsid w:val="00B76397"/>
    <w:rsid w:val="00B774DE"/>
    <w:rsid w:val="00B77CE3"/>
    <w:rsid w:val="00B800FC"/>
    <w:rsid w:val="00B80324"/>
    <w:rsid w:val="00B81C39"/>
    <w:rsid w:val="00B8265F"/>
    <w:rsid w:val="00B82936"/>
    <w:rsid w:val="00B8344C"/>
    <w:rsid w:val="00B836BF"/>
    <w:rsid w:val="00B83DD4"/>
    <w:rsid w:val="00B84451"/>
    <w:rsid w:val="00B847E8"/>
    <w:rsid w:val="00B84833"/>
    <w:rsid w:val="00B84B5B"/>
    <w:rsid w:val="00B84D04"/>
    <w:rsid w:val="00B84E2D"/>
    <w:rsid w:val="00B8528F"/>
    <w:rsid w:val="00B862A7"/>
    <w:rsid w:val="00B875B4"/>
    <w:rsid w:val="00B90BDA"/>
    <w:rsid w:val="00B90DE1"/>
    <w:rsid w:val="00B911C9"/>
    <w:rsid w:val="00B91528"/>
    <w:rsid w:val="00B925B7"/>
    <w:rsid w:val="00B92617"/>
    <w:rsid w:val="00B92945"/>
    <w:rsid w:val="00B9318F"/>
    <w:rsid w:val="00B9374C"/>
    <w:rsid w:val="00B93D68"/>
    <w:rsid w:val="00B93DEE"/>
    <w:rsid w:val="00B9413F"/>
    <w:rsid w:val="00B9479C"/>
    <w:rsid w:val="00B94E4A"/>
    <w:rsid w:val="00B95A3D"/>
    <w:rsid w:val="00B96060"/>
    <w:rsid w:val="00B972FA"/>
    <w:rsid w:val="00BA06C8"/>
    <w:rsid w:val="00BA0B38"/>
    <w:rsid w:val="00BA0F06"/>
    <w:rsid w:val="00BA2F69"/>
    <w:rsid w:val="00BA65FA"/>
    <w:rsid w:val="00BA6994"/>
    <w:rsid w:val="00BA71E4"/>
    <w:rsid w:val="00BA7EDD"/>
    <w:rsid w:val="00BB0300"/>
    <w:rsid w:val="00BB033D"/>
    <w:rsid w:val="00BB0B68"/>
    <w:rsid w:val="00BB24E3"/>
    <w:rsid w:val="00BB3653"/>
    <w:rsid w:val="00BB392F"/>
    <w:rsid w:val="00BB4730"/>
    <w:rsid w:val="00BB4908"/>
    <w:rsid w:val="00BB4ADB"/>
    <w:rsid w:val="00BB4D19"/>
    <w:rsid w:val="00BB658D"/>
    <w:rsid w:val="00BB6628"/>
    <w:rsid w:val="00BB6792"/>
    <w:rsid w:val="00BB6A78"/>
    <w:rsid w:val="00BB6E91"/>
    <w:rsid w:val="00BB7224"/>
    <w:rsid w:val="00BB76A2"/>
    <w:rsid w:val="00BB7944"/>
    <w:rsid w:val="00BC0F4B"/>
    <w:rsid w:val="00BC11E9"/>
    <w:rsid w:val="00BC248C"/>
    <w:rsid w:val="00BC2E68"/>
    <w:rsid w:val="00BC3B24"/>
    <w:rsid w:val="00BC53F4"/>
    <w:rsid w:val="00BC5493"/>
    <w:rsid w:val="00BC7265"/>
    <w:rsid w:val="00BC7B92"/>
    <w:rsid w:val="00BD0EA3"/>
    <w:rsid w:val="00BD1078"/>
    <w:rsid w:val="00BD1A3F"/>
    <w:rsid w:val="00BD1DD9"/>
    <w:rsid w:val="00BD25D4"/>
    <w:rsid w:val="00BD4A67"/>
    <w:rsid w:val="00BD4E82"/>
    <w:rsid w:val="00BD4F06"/>
    <w:rsid w:val="00BD554C"/>
    <w:rsid w:val="00BD5B8C"/>
    <w:rsid w:val="00BD5DF1"/>
    <w:rsid w:val="00BD6472"/>
    <w:rsid w:val="00BE0E96"/>
    <w:rsid w:val="00BE15CE"/>
    <w:rsid w:val="00BE16CE"/>
    <w:rsid w:val="00BE1C58"/>
    <w:rsid w:val="00BE1EFA"/>
    <w:rsid w:val="00BE215F"/>
    <w:rsid w:val="00BE261D"/>
    <w:rsid w:val="00BE2E18"/>
    <w:rsid w:val="00BE36AC"/>
    <w:rsid w:val="00BE3966"/>
    <w:rsid w:val="00BE3F98"/>
    <w:rsid w:val="00BE48AF"/>
    <w:rsid w:val="00BE4B60"/>
    <w:rsid w:val="00BE4C89"/>
    <w:rsid w:val="00BE5E69"/>
    <w:rsid w:val="00BE6380"/>
    <w:rsid w:val="00BE78F0"/>
    <w:rsid w:val="00BE7C79"/>
    <w:rsid w:val="00BE7CA5"/>
    <w:rsid w:val="00BF0E8D"/>
    <w:rsid w:val="00BF1474"/>
    <w:rsid w:val="00BF29E8"/>
    <w:rsid w:val="00BF2BBB"/>
    <w:rsid w:val="00BF3435"/>
    <w:rsid w:val="00BF372B"/>
    <w:rsid w:val="00BF3B8B"/>
    <w:rsid w:val="00BF3C9A"/>
    <w:rsid w:val="00BF3FFC"/>
    <w:rsid w:val="00BF4750"/>
    <w:rsid w:val="00BF4B3B"/>
    <w:rsid w:val="00BF4FDB"/>
    <w:rsid w:val="00BF5219"/>
    <w:rsid w:val="00BF5B2F"/>
    <w:rsid w:val="00BF709C"/>
    <w:rsid w:val="00BF72A2"/>
    <w:rsid w:val="00BF7968"/>
    <w:rsid w:val="00C00415"/>
    <w:rsid w:val="00C006BB"/>
    <w:rsid w:val="00C00A3F"/>
    <w:rsid w:val="00C00ABD"/>
    <w:rsid w:val="00C00C8D"/>
    <w:rsid w:val="00C01AB6"/>
    <w:rsid w:val="00C01BD5"/>
    <w:rsid w:val="00C01CDD"/>
    <w:rsid w:val="00C0319A"/>
    <w:rsid w:val="00C04347"/>
    <w:rsid w:val="00C04896"/>
    <w:rsid w:val="00C04AF6"/>
    <w:rsid w:val="00C04C3C"/>
    <w:rsid w:val="00C04D12"/>
    <w:rsid w:val="00C06408"/>
    <w:rsid w:val="00C07206"/>
    <w:rsid w:val="00C07B29"/>
    <w:rsid w:val="00C111E0"/>
    <w:rsid w:val="00C11540"/>
    <w:rsid w:val="00C11EB6"/>
    <w:rsid w:val="00C12E76"/>
    <w:rsid w:val="00C13865"/>
    <w:rsid w:val="00C13E42"/>
    <w:rsid w:val="00C1445A"/>
    <w:rsid w:val="00C14A22"/>
    <w:rsid w:val="00C16B76"/>
    <w:rsid w:val="00C16E91"/>
    <w:rsid w:val="00C173CF"/>
    <w:rsid w:val="00C174DD"/>
    <w:rsid w:val="00C2024B"/>
    <w:rsid w:val="00C203B1"/>
    <w:rsid w:val="00C20557"/>
    <w:rsid w:val="00C2079A"/>
    <w:rsid w:val="00C207DA"/>
    <w:rsid w:val="00C20D72"/>
    <w:rsid w:val="00C20DAE"/>
    <w:rsid w:val="00C21095"/>
    <w:rsid w:val="00C21467"/>
    <w:rsid w:val="00C21D56"/>
    <w:rsid w:val="00C22CA9"/>
    <w:rsid w:val="00C22E11"/>
    <w:rsid w:val="00C22F3D"/>
    <w:rsid w:val="00C24966"/>
    <w:rsid w:val="00C25F55"/>
    <w:rsid w:val="00C263EE"/>
    <w:rsid w:val="00C26C32"/>
    <w:rsid w:val="00C26D4B"/>
    <w:rsid w:val="00C26F78"/>
    <w:rsid w:val="00C27EA2"/>
    <w:rsid w:val="00C30010"/>
    <w:rsid w:val="00C31678"/>
    <w:rsid w:val="00C31756"/>
    <w:rsid w:val="00C32243"/>
    <w:rsid w:val="00C32561"/>
    <w:rsid w:val="00C3263C"/>
    <w:rsid w:val="00C32D66"/>
    <w:rsid w:val="00C341AD"/>
    <w:rsid w:val="00C34B20"/>
    <w:rsid w:val="00C3555D"/>
    <w:rsid w:val="00C35B04"/>
    <w:rsid w:val="00C36047"/>
    <w:rsid w:val="00C36686"/>
    <w:rsid w:val="00C370FC"/>
    <w:rsid w:val="00C3733A"/>
    <w:rsid w:val="00C37666"/>
    <w:rsid w:val="00C412EB"/>
    <w:rsid w:val="00C43285"/>
    <w:rsid w:val="00C43321"/>
    <w:rsid w:val="00C438CB"/>
    <w:rsid w:val="00C43BD9"/>
    <w:rsid w:val="00C441E2"/>
    <w:rsid w:val="00C44A14"/>
    <w:rsid w:val="00C4526E"/>
    <w:rsid w:val="00C45757"/>
    <w:rsid w:val="00C45AE6"/>
    <w:rsid w:val="00C47F44"/>
    <w:rsid w:val="00C47FCE"/>
    <w:rsid w:val="00C502A9"/>
    <w:rsid w:val="00C505A0"/>
    <w:rsid w:val="00C50B4F"/>
    <w:rsid w:val="00C515FB"/>
    <w:rsid w:val="00C5187E"/>
    <w:rsid w:val="00C5205E"/>
    <w:rsid w:val="00C52C01"/>
    <w:rsid w:val="00C53034"/>
    <w:rsid w:val="00C53C69"/>
    <w:rsid w:val="00C54F57"/>
    <w:rsid w:val="00C5596C"/>
    <w:rsid w:val="00C55EE0"/>
    <w:rsid w:val="00C567EE"/>
    <w:rsid w:val="00C56C18"/>
    <w:rsid w:val="00C572EB"/>
    <w:rsid w:val="00C57EDA"/>
    <w:rsid w:val="00C61222"/>
    <w:rsid w:val="00C62C81"/>
    <w:rsid w:val="00C62D7A"/>
    <w:rsid w:val="00C632F4"/>
    <w:rsid w:val="00C63375"/>
    <w:rsid w:val="00C63A92"/>
    <w:rsid w:val="00C64466"/>
    <w:rsid w:val="00C644DE"/>
    <w:rsid w:val="00C6488B"/>
    <w:rsid w:val="00C64F07"/>
    <w:rsid w:val="00C663D6"/>
    <w:rsid w:val="00C67374"/>
    <w:rsid w:val="00C7013E"/>
    <w:rsid w:val="00C70283"/>
    <w:rsid w:val="00C70747"/>
    <w:rsid w:val="00C714B6"/>
    <w:rsid w:val="00C71CB6"/>
    <w:rsid w:val="00C71FB9"/>
    <w:rsid w:val="00C72372"/>
    <w:rsid w:val="00C7408E"/>
    <w:rsid w:val="00C748C3"/>
    <w:rsid w:val="00C755A5"/>
    <w:rsid w:val="00C75834"/>
    <w:rsid w:val="00C765CD"/>
    <w:rsid w:val="00C768EB"/>
    <w:rsid w:val="00C77981"/>
    <w:rsid w:val="00C779C4"/>
    <w:rsid w:val="00C80D03"/>
    <w:rsid w:val="00C80EF5"/>
    <w:rsid w:val="00C81776"/>
    <w:rsid w:val="00C81A17"/>
    <w:rsid w:val="00C81B44"/>
    <w:rsid w:val="00C81E67"/>
    <w:rsid w:val="00C83A6E"/>
    <w:rsid w:val="00C848E2"/>
    <w:rsid w:val="00C84B00"/>
    <w:rsid w:val="00C85274"/>
    <w:rsid w:val="00C8542B"/>
    <w:rsid w:val="00C85996"/>
    <w:rsid w:val="00C86582"/>
    <w:rsid w:val="00C871BD"/>
    <w:rsid w:val="00C90A53"/>
    <w:rsid w:val="00C90BCA"/>
    <w:rsid w:val="00C933F2"/>
    <w:rsid w:val="00C93C41"/>
    <w:rsid w:val="00C94B5D"/>
    <w:rsid w:val="00C94BF6"/>
    <w:rsid w:val="00C95D9B"/>
    <w:rsid w:val="00C96AED"/>
    <w:rsid w:val="00C96B49"/>
    <w:rsid w:val="00C97532"/>
    <w:rsid w:val="00C97AC6"/>
    <w:rsid w:val="00CA0C40"/>
    <w:rsid w:val="00CA0D65"/>
    <w:rsid w:val="00CA1C3C"/>
    <w:rsid w:val="00CA3784"/>
    <w:rsid w:val="00CA48D8"/>
    <w:rsid w:val="00CA4B41"/>
    <w:rsid w:val="00CA6206"/>
    <w:rsid w:val="00CA6AE9"/>
    <w:rsid w:val="00CA6B9D"/>
    <w:rsid w:val="00CA79FD"/>
    <w:rsid w:val="00CB02A2"/>
    <w:rsid w:val="00CB030D"/>
    <w:rsid w:val="00CB0521"/>
    <w:rsid w:val="00CB0554"/>
    <w:rsid w:val="00CB07B9"/>
    <w:rsid w:val="00CB09B3"/>
    <w:rsid w:val="00CB144E"/>
    <w:rsid w:val="00CB2AF5"/>
    <w:rsid w:val="00CB345E"/>
    <w:rsid w:val="00CB3F6A"/>
    <w:rsid w:val="00CB468C"/>
    <w:rsid w:val="00CB4968"/>
    <w:rsid w:val="00CB5409"/>
    <w:rsid w:val="00CB6D6A"/>
    <w:rsid w:val="00CB6F32"/>
    <w:rsid w:val="00CB70C7"/>
    <w:rsid w:val="00CB7201"/>
    <w:rsid w:val="00CB78DD"/>
    <w:rsid w:val="00CC1558"/>
    <w:rsid w:val="00CC39C2"/>
    <w:rsid w:val="00CC3A70"/>
    <w:rsid w:val="00CC4025"/>
    <w:rsid w:val="00CC49C7"/>
    <w:rsid w:val="00CC4A00"/>
    <w:rsid w:val="00CC4FA9"/>
    <w:rsid w:val="00CC64AB"/>
    <w:rsid w:val="00CC670C"/>
    <w:rsid w:val="00CC713C"/>
    <w:rsid w:val="00CC74C8"/>
    <w:rsid w:val="00CC7F19"/>
    <w:rsid w:val="00CD0467"/>
    <w:rsid w:val="00CD0707"/>
    <w:rsid w:val="00CD29E4"/>
    <w:rsid w:val="00CD2B25"/>
    <w:rsid w:val="00CD2B68"/>
    <w:rsid w:val="00CD2D59"/>
    <w:rsid w:val="00CD3343"/>
    <w:rsid w:val="00CD3D25"/>
    <w:rsid w:val="00CD3E30"/>
    <w:rsid w:val="00CD46C6"/>
    <w:rsid w:val="00CD4A60"/>
    <w:rsid w:val="00CD5D83"/>
    <w:rsid w:val="00CD5E29"/>
    <w:rsid w:val="00CD7B12"/>
    <w:rsid w:val="00CE0524"/>
    <w:rsid w:val="00CE0ACF"/>
    <w:rsid w:val="00CE0F20"/>
    <w:rsid w:val="00CE1A57"/>
    <w:rsid w:val="00CE33A5"/>
    <w:rsid w:val="00CE3786"/>
    <w:rsid w:val="00CE45B2"/>
    <w:rsid w:val="00CE4C97"/>
    <w:rsid w:val="00CE52E8"/>
    <w:rsid w:val="00CE6072"/>
    <w:rsid w:val="00CE61A8"/>
    <w:rsid w:val="00CE6D82"/>
    <w:rsid w:val="00CE7075"/>
    <w:rsid w:val="00CE7D12"/>
    <w:rsid w:val="00CF0384"/>
    <w:rsid w:val="00CF0F42"/>
    <w:rsid w:val="00CF1878"/>
    <w:rsid w:val="00CF198B"/>
    <w:rsid w:val="00CF20AA"/>
    <w:rsid w:val="00CF2740"/>
    <w:rsid w:val="00CF3049"/>
    <w:rsid w:val="00CF40A2"/>
    <w:rsid w:val="00CF4B9E"/>
    <w:rsid w:val="00CF5A8E"/>
    <w:rsid w:val="00CF6BA1"/>
    <w:rsid w:val="00CF6CD1"/>
    <w:rsid w:val="00CF72BC"/>
    <w:rsid w:val="00CF74D7"/>
    <w:rsid w:val="00D013E0"/>
    <w:rsid w:val="00D02BC6"/>
    <w:rsid w:val="00D02EEA"/>
    <w:rsid w:val="00D034D8"/>
    <w:rsid w:val="00D04843"/>
    <w:rsid w:val="00D04BFF"/>
    <w:rsid w:val="00D051DC"/>
    <w:rsid w:val="00D05725"/>
    <w:rsid w:val="00D0577D"/>
    <w:rsid w:val="00D059C6"/>
    <w:rsid w:val="00D05BCC"/>
    <w:rsid w:val="00D06152"/>
    <w:rsid w:val="00D06C8F"/>
    <w:rsid w:val="00D117BC"/>
    <w:rsid w:val="00D1248F"/>
    <w:rsid w:val="00D12675"/>
    <w:rsid w:val="00D12682"/>
    <w:rsid w:val="00D126FC"/>
    <w:rsid w:val="00D1318C"/>
    <w:rsid w:val="00D166B1"/>
    <w:rsid w:val="00D16DC8"/>
    <w:rsid w:val="00D173E0"/>
    <w:rsid w:val="00D17F90"/>
    <w:rsid w:val="00D20B02"/>
    <w:rsid w:val="00D211D2"/>
    <w:rsid w:val="00D23011"/>
    <w:rsid w:val="00D232D3"/>
    <w:rsid w:val="00D2397B"/>
    <w:rsid w:val="00D23A16"/>
    <w:rsid w:val="00D23F53"/>
    <w:rsid w:val="00D2451B"/>
    <w:rsid w:val="00D24B9D"/>
    <w:rsid w:val="00D25655"/>
    <w:rsid w:val="00D25780"/>
    <w:rsid w:val="00D2592D"/>
    <w:rsid w:val="00D25935"/>
    <w:rsid w:val="00D26586"/>
    <w:rsid w:val="00D26DBC"/>
    <w:rsid w:val="00D26E7E"/>
    <w:rsid w:val="00D27587"/>
    <w:rsid w:val="00D3037F"/>
    <w:rsid w:val="00D303D8"/>
    <w:rsid w:val="00D308E7"/>
    <w:rsid w:val="00D30C25"/>
    <w:rsid w:val="00D31124"/>
    <w:rsid w:val="00D319AA"/>
    <w:rsid w:val="00D31FD9"/>
    <w:rsid w:val="00D321C2"/>
    <w:rsid w:val="00D325CD"/>
    <w:rsid w:val="00D33EAB"/>
    <w:rsid w:val="00D342DF"/>
    <w:rsid w:val="00D34B37"/>
    <w:rsid w:val="00D353D3"/>
    <w:rsid w:val="00D35BC7"/>
    <w:rsid w:val="00D36E71"/>
    <w:rsid w:val="00D37B81"/>
    <w:rsid w:val="00D37D14"/>
    <w:rsid w:val="00D405C8"/>
    <w:rsid w:val="00D41BD1"/>
    <w:rsid w:val="00D41C3D"/>
    <w:rsid w:val="00D42E60"/>
    <w:rsid w:val="00D43C67"/>
    <w:rsid w:val="00D44B19"/>
    <w:rsid w:val="00D45375"/>
    <w:rsid w:val="00D461CF"/>
    <w:rsid w:val="00D468C9"/>
    <w:rsid w:val="00D469FA"/>
    <w:rsid w:val="00D46B79"/>
    <w:rsid w:val="00D46F9A"/>
    <w:rsid w:val="00D47F40"/>
    <w:rsid w:val="00D517A0"/>
    <w:rsid w:val="00D52CBA"/>
    <w:rsid w:val="00D5308B"/>
    <w:rsid w:val="00D53178"/>
    <w:rsid w:val="00D5345D"/>
    <w:rsid w:val="00D536A8"/>
    <w:rsid w:val="00D54069"/>
    <w:rsid w:val="00D541D6"/>
    <w:rsid w:val="00D541FD"/>
    <w:rsid w:val="00D5464F"/>
    <w:rsid w:val="00D54CF5"/>
    <w:rsid w:val="00D54F4A"/>
    <w:rsid w:val="00D54F8E"/>
    <w:rsid w:val="00D553C4"/>
    <w:rsid w:val="00D55A67"/>
    <w:rsid w:val="00D55A6A"/>
    <w:rsid w:val="00D607F5"/>
    <w:rsid w:val="00D60E5E"/>
    <w:rsid w:val="00D615E3"/>
    <w:rsid w:val="00D61624"/>
    <w:rsid w:val="00D62229"/>
    <w:rsid w:val="00D62863"/>
    <w:rsid w:val="00D64369"/>
    <w:rsid w:val="00D645D4"/>
    <w:rsid w:val="00D66EEA"/>
    <w:rsid w:val="00D67942"/>
    <w:rsid w:val="00D7031F"/>
    <w:rsid w:val="00D70BC3"/>
    <w:rsid w:val="00D7151C"/>
    <w:rsid w:val="00D71B8F"/>
    <w:rsid w:val="00D72859"/>
    <w:rsid w:val="00D728C9"/>
    <w:rsid w:val="00D72EDC"/>
    <w:rsid w:val="00D732F7"/>
    <w:rsid w:val="00D75261"/>
    <w:rsid w:val="00D759EC"/>
    <w:rsid w:val="00D75F4A"/>
    <w:rsid w:val="00D7669B"/>
    <w:rsid w:val="00D76C68"/>
    <w:rsid w:val="00D77537"/>
    <w:rsid w:val="00D776FF"/>
    <w:rsid w:val="00D80103"/>
    <w:rsid w:val="00D802AE"/>
    <w:rsid w:val="00D8084E"/>
    <w:rsid w:val="00D8091B"/>
    <w:rsid w:val="00D82221"/>
    <w:rsid w:val="00D82478"/>
    <w:rsid w:val="00D82AA6"/>
    <w:rsid w:val="00D836AE"/>
    <w:rsid w:val="00D84499"/>
    <w:rsid w:val="00D84DE7"/>
    <w:rsid w:val="00D84EAE"/>
    <w:rsid w:val="00D8542F"/>
    <w:rsid w:val="00D85B3A"/>
    <w:rsid w:val="00D85F4A"/>
    <w:rsid w:val="00D85F75"/>
    <w:rsid w:val="00D861AC"/>
    <w:rsid w:val="00D86D37"/>
    <w:rsid w:val="00D87089"/>
    <w:rsid w:val="00D87310"/>
    <w:rsid w:val="00D87C3D"/>
    <w:rsid w:val="00D900C6"/>
    <w:rsid w:val="00D915EA"/>
    <w:rsid w:val="00D92546"/>
    <w:rsid w:val="00D92565"/>
    <w:rsid w:val="00D92FD7"/>
    <w:rsid w:val="00D94AF9"/>
    <w:rsid w:val="00D94B76"/>
    <w:rsid w:val="00D95871"/>
    <w:rsid w:val="00D9648E"/>
    <w:rsid w:val="00D97572"/>
    <w:rsid w:val="00D976D2"/>
    <w:rsid w:val="00D97762"/>
    <w:rsid w:val="00D97E00"/>
    <w:rsid w:val="00DA0F00"/>
    <w:rsid w:val="00DA203C"/>
    <w:rsid w:val="00DA3E30"/>
    <w:rsid w:val="00DA3E55"/>
    <w:rsid w:val="00DA4100"/>
    <w:rsid w:val="00DA4646"/>
    <w:rsid w:val="00DA4DD9"/>
    <w:rsid w:val="00DA4F03"/>
    <w:rsid w:val="00DA5DE2"/>
    <w:rsid w:val="00DA6983"/>
    <w:rsid w:val="00DA731E"/>
    <w:rsid w:val="00DA7A2A"/>
    <w:rsid w:val="00DB0D6E"/>
    <w:rsid w:val="00DB2CEF"/>
    <w:rsid w:val="00DB34A9"/>
    <w:rsid w:val="00DB47A0"/>
    <w:rsid w:val="00DB48E2"/>
    <w:rsid w:val="00DB4BFA"/>
    <w:rsid w:val="00DB4D72"/>
    <w:rsid w:val="00DB5076"/>
    <w:rsid w:val="00DB5427"/>
    <w:rsid w:val="00DB6528"/>
    <w:rsid w:val="00DB6737"/>
    <w:rsid w:val="00DB68CE"/>
    <w:rsid w:val="00DB6DCC"/>
    <w:rsid w:val="00DB78BC"/>
    <w:rsid w:val="00DB79F5"/>
    <w:rsid w:val="00DB7B1A"/>
    <w:rsid w:val="00DC003F"/>
    <w:rsid w:val="00DC1F0A"/>
    <w:rsid w:val="00DC2AFF"/>
    <w:rsid w:val="00DC3010"/>
    <w:rsid w:val="00DC30D8"/>
    <w:rsid w:val="00DC3247"/>
    <w:rsid w:val="00DC46EF"/>
    <w:rsid w:val="00DC499F"/>
    <w:rsid w:val="00DC4A8C"/>
    <w:rsid w:val="00DC54E9"/>
    <w:rsid w:val="00DC5759"/>
    <w:rsid w:val="00DC6774"/>
    <w:rsid w:val="00DC6A95"/>
    <w:rsid w:val="00DC7E71"/>
    <w:rsid w:val="00DD04E7"/>
    <w:rsid w:val="00DD22DB"/>
    <w:rsid w:val="00DD295B"/>
    <w:rsid w:val="00DD2B9E"/>
    <w:rsid w:val="00DD2DC5"/>
    <w:rsid w:val="00DD3B8D"/>
    <w:rsid w:val="00DD598E"/>
    <w:rsid w:val="00DD7405"/>
    <w:rsid w:val="00DE0E5E"/>
    <w:rsid w:val="00DE1DF3"/>
    <w:rsid w:val="00DE1F5D"/>
    <w:rsid w:val="00DE23A7"/>
    <w:rsid w:val="00DE40DA"/>
    <w:rsid w:val="00DE4284"/>
    <w:rsid w:val="00DE42BD"/>
    <w:rsid w:val="00DE4329"/>
    <w:rsid w:val="00DE49AB"/>
    <w:rsid w:val="00DE5185"/>
    <w:rsid w:val="00DE5902"/>
    <w:rsid w:val="00DE5AA3"/>
    <w:rsid w:val="00DE64FD"/>
    <w:rsid w:val="00DE6EE0"/>
    <w:rsid w:val="00DE70A6"/>
    <w:rsid w:val="00DE78E1"/>
    <w:rsid w:val="00DF28DB"/>
    <w:rsid w:val="00DF2976"/>
    <w:rsid w:val="00DF4CF7"/>
    <w:rsid w:val="00DF6B92"/>
    <w:rsid w:val="00E00694"/>
    <w:rsid w:val="00E00699"/>
    <w:rsid w:val="00E01707"/>
    <w:rsid w:val="00E0179A"/>
    <w:rsid w:val="00E01A03"/>
    <w:rsid w:val="00E01E95"/>
    <w:rsid w:val="00E02A72"/>
    <w:rsid w:val="00E03AFD"/>
    <w:rsid w:val="00E046A4"/>
    <w:rsid w:val="00E04FE2"/>
    <w:rsid w:val="00E0549D"/>
    <w:rsid w:val="00E07E66"/>
    <w:rsid w:val="00E110E7"/>
    <w:rsid w:val="00E114A0"/>
    <w:rsid w:val="00E118B5"/>
    <w:rsid w:val="00E11DC4"/>
    <w:rsid w:val="00E12075"/>
    <w:rsid w:val="00E13519"/>
    <w:rsid w:val="00E1712B"/>
    <w:rsid w:val="00E17311"/>
    <w:rsid w:val="00E2015E"/>
    <w:rsid w:val="00E20EDA"/>
    <w:rsid w:val="00E20EE9"/>
    <w:rsid w:val="00E23147"/>
    <w:rsid w:val="00E238B9"/>
    <w:rsid w:val="00E2456F"/>
    <w:rsid w:val="00E245A1"/>
    <w:rsid w:val="00E24C38"/>
    <w:rsid w:val="00E25783"/>
    <w:rsid w:val="00E25AFC"/>
    <w:rsid w:val="00E26A84"/>
    <w:rsid w:val="00E26FA9"/>
    <w:rsid w:val="00E3098C"/>
    <w:rsid w:val="00E30D65"/>
    <w:rsid w:val="00E31012"/>
    <w:rsid w:val="00E3140D"/>
    <w:rsid w:val="00E3201B"/>
    <w:rsid w:val="00E33245"/>
    <w:rsid w:val="00E3350E"/>
    <w:rsid w:val="00E33719"/>
    <w:rsid w:val="00E33B5E"/>
    <w:rsid w:val="00E351CE"/>
    <w:rsid w:val="00E37750"/>
    <w:rsid w:val="00E40668"/>
    <w:rsid w:val="00E41413"/>
    <w:rsid w:val="00E4194F"/>
    <w:rsid w:val="00E426C6"/>
    <w:rsid w:val="00E42AA2"/>
    <w:rsid w:val="00E42D6F"/>
    <w:rsid w:val="00E42E2A"/>
    <w:rsid w:val="00E43FAF"/>
    <w:rsid w:val="00E44D3B"/>
    <w:rsid w:val="00E44E25"/>
    <w:rsid w:val="00E452BC"/>
    <w:rsid w:val="00E452C6"/>
    <w:rsid w:val="00E4576A"/>
    <w:rsid w:val="00E4576D"/>
    <w:rsid w:val="00E458AD"/>
    <w:rsid w:val="00E46006"/>
    <w:rsid w:val="00E50E83"/>
    <w:rsid w:val="00E520D3"/>
    <w:rsid w:val="00E53AF0"/>
    <w:rsid w:val="00E545DF"/>
    <w:rsid w:val="00E54C5D"/>
    <w:rsid w:val="00E55056"/>
    <w:rsid w:val="00E55670"/>
    <w:rsid w:val="00E55B4F"/>
    <w:rsid w:val="00E55DE7"/>
    <w:rsid w:val="00E56C08"/>
    <w:rsid w:val="00E57810"/>
    <w:rsid w:val="00E60760"/>
    <w:rsid w:val="00E60EE3"/>
    <w:rsid w:val="00E62887"/>
    <w:rsid w:val="00E62A10"/>
    <w:rsid w:val="00E62B1C"/>
    <w:rsid w:val="00E63EBE"/>
    <w:rsid w:val="00E64089"/>
    <w:rsid w:val="00E667BA"/>
    <w:rsid w:val="00E66823"/>
    <w:rsid w:val="00E6709A"/>
    <w:rsid w:val="00E67AD9"/>
    <w:rsid w:val="00E67D40"/>
    <w:rsid w:val="00E710F5"/>
    <w:rsid w:val="00E7126C"/>
    <w:rsid w:val="00E7152B"/>
    <w:rsid w:val="00E71620"/>
    <w:rsid w:val="00E71B10"/>
    <w:rsid w:val="00E7288B"/>
    <w:rsid w:val="00E74956"/>
    <w:rsid w:val="00E74FEC"/>
    <w:rsid w:val="00E750F6"/>
    <w:rsid w:val="00E76094"/>
    <w:rsid w:val="00E7705E"/>
    <w:rsid w:val="00E77D63"/>
    <w:rsid w:val="00E80598"/>
    <w:rsid w:val="00E811D4"/>
    <w:rsid w:val="00E81BC8"/>
    <w:rsid w:val="00E8269C"/>
    <w:rsid w:val="00E83685"/>
    <w:rsid w:val="00E83E12"/>
    <w:rsid w:val="00E84C17"/>
    <w:rsid w:val="00E85730"/>
    <w:rsid w:val="00E85BB0"/>
    <w:rsid w:val="00E867BF"/>
    <w:rsid w:val="00E86F26"/>
    <w:rsid w:val="00E87196"/>
    <w:rsid w:val="00E90987"/>
    <w:rsid w:val="00E91B7D"/>
    <w:rsid w:val="00E927BE"/>
    <w:rsid w:val="00E9294B"/>
    <w:rsid w:val="00E93208"/>
    <w:rsid w:val="00E93860"/>
    <w:rsid w:val="00E9520D"/>
    <w:rsid w:val="00E95461"/>
    <w:rsid w:val="00E96598"/>
    <w:rsid w:val="00E96A92"/>
    <w:rsid w:val="00E96F5D"/>
    <w:rsid w:val="00E9723E"/>
    <w:rsid w:val="00EA06CE"/>
    <w:rsid w:val="00EA0B22"/>
    <w:rsid w:val="00EA0D92"/>
    <w:rsid w:val="00EA13A4"/>
    <w:rsid w:val="00EA18B5"/>
    <w:rsid w:val="00EA302E"/>
    <w:rsid w:val="00EA51E8"/>
    <w:rsid w:val="00EA5400"/>
    <w:rsid w:val="00EB000B"/>
    <w:rsid w:val="00EB0212"/>
    <w:rsid w:val="00EB092C"/>
    <w:rsid w:val="00EB1306"/>
    <w:rsid w:val="00EB1F84"/>
    <w:rsid w:val="00EB2A50"/>
    <w:rsid w:val="00EB31A1"/>
    <w:rsid w:val="00EB32D6"/>
    <w:rsid w:val="00EB480D"/>
    <w:rsid w:val="00EB5A5B"/>
    <w:rsid w:val="00EB5C0B"/>
    <w:rsid w:val="00EB602A"/>
    <w:rsid w:val="00EB640A"/>
    <w:rsid w:val="00EB6BDC"/>
    <w:rsid w:val="00EB6D1D"/>
    <w:rsid w:val="00EB704D"/>
    <w:rsid w:val="00EC1097"/>
    <w:rsid w:val="00EC1374"/>
    <w:rsid w:val="00EC150E"/>
    <w:rsid w:val="00EC2F52"/>
    <w:rsid w:val="00EC3B6A"/>
    <w:rsid w:val="00EC3BFE"/>
    <w:rsid w:val="00EC4377"/>
    <w:rsid w:val="00EC4A94"/>
    <w:rsid w:val="00EC4AAB"/>
    <w:rsid w:val="00EC4E04"/>
    <w:rsid w:val="00EC4EB5"/>
    <w:rsid w:val="00EC573E"/>
    <w:rsid w:val="00EC615C"/>
    <w:rsid w:val="00EC6AD1"/>
    <w:rsid w:val="00EC6DC4"/>
    <w:rsid w:val="00EC768A"/>
    <w:rsid w:val="00ED0A53"/>
    <w:rsid w:val="00ED1E42"/>
    <w:rsid w:val="00ED2084"/>
    <w:rsid w:val="00ED403C"/>
    <w:rsid w:val="00ED616D"/>
    <w:rsid w:val="00ED6CC1"/>
    <w:rsid w:val="00ED7474"/>
    <w:rsid w:val="00ED77C9"/>
    <w:rsid w:val="00EE0F37"/>
    <w:rsid w:val="00EE12A1"/>
    <w:rsid w:val="00EE15DA"/>
    <w:rsid w:val="00EE1872"/>
    <w:rsid w:val="00EE188D"/>
    <w:rsid w:val="00EE1BCC"/>
    <w:rsid w:val="00EE23A4"/>
    <w:rsid w:val="00EE32A7"/>
    <w:rsid w:val="00EE407F"/>
    <w:rsid w:val="00EE47C0"/>
    <w:rsid w:val="00EE5387"/>
    <w:rsid w:val="00EE5521"/>
    <w:rsid w:val="00EE59D0"/>
    <w:rsid w:val="00EE6372"/>
    <w:rsid w:val="00EE6545"/>
    <w:rsid w:val="00EE731F"/>
    <w:rsid w:val="00EE7EF4"/>
    <w:rsid w:val="00EF0229"/>
    <w:rsid w:val="00EF0718"/>
    <w:rsid w:val="00EF0B71"/>
    <w:rsid w:val="00EF2038"/>
    <w:rsid w:val="00EF2652"/>
    <w:rsid w:val="00EF2DFC"/>
    <w:rsid w:val="00EF337B"/>
    <w:rsid w:val="00EF344C"/>
    <w:rsid w:val="00EF476F"/>
    <w:rsid w:val="00EF4B8B"/>
    <w:rsid w:val="00EF5996"/>
    <w:rsid w:val="00EF6852"/>
    <w:rsid w:val="00EF6EA5"/>
    <w:rsid w:val="00EF7690"/>
    <w:rsid w:val="00EF7BB9"/>
    <w:rsid w:val="00EF7C76"/>
    <w:rsid w:val="00F000B1"/>
    <w:rsid w:val="00F009EF"/>
    <w:rsid w:val="00F0107D"/>
    <w:rsid w:val="00F01281"/>
    <w:rsid w:val="00F014BE"/>
    <w:rsid w:val="00F0219C"/>
    <w:rsid w:val="00F02531"/>
    <w:rsid w:val="00F02F15"/>
    <w:rsid w:val="00F032AA"/>
    <w:rsid w:val="00F0351A"/>
    <w:rsid w:val="00F03680"/>
    <w:rsid w:val="00F06292"/>
    <w:rsid w:val="00F07417"/>
    <w:rsid w:val="00F103BB"/>
    <w:rsid w:val="00F106D4"/>
    <w:rsid w:val="00F10C3E"/>
    <w:rsid w:val="00F112BE"/>
    <w:rsid w:val="00F11DC7"/>
    <w:rsid w:val="00F12A72"/>
    <w:rsid w:val="00F13E96"/>
    <w:rsid w:val="00F13FF2"/>
    <w:rsid w:val="00F1537C"/>
    <w:rsid w:val="00F1539C"/>
    <w:rsid w:val="00F15428"/>
    <w:rsid w:val="00F1575C"/>
    <w:rsid w:val="00F159E3"/>
    <w:rsid w:val="00F161FE"/>
    <w:rsid w:val="00F165BE"/>
    <w:rsid w:val="00F20050"/>
    <w:rsid w:val="00F20D9A"/>
    <w:rsid w:val="00F226DA"/>
    <w:rsid w:val="00F23289"/>
    <w:rsid w:val="00F23C8B"/>
    <w:rsid w:val="00F24062"/>
    <w:rsid w:val="00F24117"/>
    <w:rsid w:val="00F2490C"/>
    <w:rsid w:val="00F266DC"/>
    <w:rsid w:val="00F273E4"/>
    <w:rsid w:val="00F27CE5"/>
    <w:rsid w:val="00F3006D"/>
    <w:rsid w:val="00F30C83"/>
    <w:rsid w:val="00F30CD9"/>
    <w:rsid w:val="00F30EFB"/>
    <w:rsid w:val="00F31469"/>
    <w:rsid w:val="00F317EA"/>
    <w:rsid w:val="00F32385"/>
    <w:rsid w:val="00F323E3"/>
    <w:rsid w:val="00F326CF"/>
    <w:rsid w:val="00F32FD6"/>
    <w:rsid w:val="00F33C1A"/>
    <w:rsid w:val="00F34059"/>
    <w:rsid w:val="00F343FB"/>
    <w:rsid w:val="00F34C44"/>
    <w:rsid w:val="00F35113"/>
    <w:rsid w:val="00F35352"/>
    <w:rsid w:val="00F35734"/>
    <w:rsid w:val="00F35906"/>
    <w:rsid w:val="00F367C8"/>
    <w:rsid w:val="00F40469"/>
    <w:rsid w:val="00F405B2"/>
    <w:rsid w:val="00F40989"/>
    <w:rsid w:val="00F4122A"/>
    <w:rsid w:val="00F4223A"/>
    <w:rsid w:val="00F4251F"/>
    <w:rsid w:val="00F4261A"/>
    <w:rsid w:val="00F427C0"/>
    <w:rsid w:val="00F4345B"/>
    <w:rsid w:val="00F437A8"/>
    <w:rsid w:val="00F43BCF"/>
    <w:rsid w:val="00F448B6"/>
    <w:rsid w:val="00F44AE8"/>
    <w:rsid w:val="00F45269"/>
    <w:rsid w:val="00F45912"/>
    <w:rsid w:val="00F4598B"/>
    <w:rsid w:val="00F459A0"/>
    <w:rsid w:val="00F4616F"/>
    <w:rsid w:val="00F46261"/>
    <w:rsid w:val="00F47D30"/>
    <w:rsid w:val="00F5047D"/>
    <w:rsid w:val="00F50574"/>
    <w:rsid w:val="00F50B61"/>
    <w:rsid w:val="00F514E5"/>
    <w:rsid w:val="00F51527"/>
    <w:rsid w:val="00F5171C"/>
    <w:rsid w:val="00F5193E"/>
    <w:rsid w:val="00F52A18"/>
    <w:rsid w:val="00F52C04"/>
    <w:rsid w:val="00F548D6"/>
    <w:rsid w:val="00F54BF4"/>
    <w:rsid w:val="00F5609D"/>
    <w:rsid w:val="00F56509"/>
    <w:rsid w:val="00F57FF6"/>
    <w:rsid w:val="00F604A7"/>
    <w:rsid w:val="00F607BD"/>
    <w:rsid w:val="00F60C0A"/>
    <w:rsid w:val="00F62043"/>
    <w:rsid w:val="00F62EB4"/>
    <w:rsid w:val="00F63464"/>
    <w:rsid w:val="00F64C0C"/>
    <w:rsid w:val="00F64DDE"/>
    <w:rsid w:val="00F65282"/>
    <w:rsid w:val="00F657E1"/>
    <w:rsid w:val="00F65F1A"/>
    <w:rsid w:val="00F6619A"/>
    <w:rsid w:val="00F663F3"/>
    <w:rsid w:val="00F66614"/>
    <w:rsid w:val="00F66FFF"/>
    <w:rsid w:val="00F679DB"/>
    <w:rsid w:val="00F67E46"/>
    <w:rsid w:val="00F70C84"/>
    <w:rsid w:val="00F70F0B"/>
    <w:rsid w:val="00F724D2"/>
    <w:rsid w:val="00F728E4"/>
    <w:rsid w:val="00F72CFE"/>
    <w:rsid w:val="00F73016"/>
    <w:rsid w:val="00F74BDA"/>
    <w:rsid w:val="00F759F8"/>
    <w:rsid w:val="00F761F7"/>
    <w:rsid w:val="00F762BA"/>
    <w:rsid w:val="00F76939"/>
    <w:rsid w:val="00F770B3"/>
    <w:rsid w:val="00F80272"/>
    <w:rsid w:val="00F80BFB"/>
    <w:rsid w:val="00F8180B"/>
    <w:rsid w:val="00F81CEF"/>
    <w:rsid w:val="00F820BB"/>
    <w:rsid w:val="00F82F75"/>
    <w:rsid w:val="00F83E41"/>
    <w:rsid w:val="00F83FC7"/>
    <w:rsid w:val="00F84A3B"/>
    <w:rsid w:val="00F84D75"/>
    <w:rsid w:val="00F853BC"/>
    <w:rsid w:val="00F86100"/>
    <w:rsid w:val="00F864B7"/>
    <w:rsid w:val="00F86DBA"/>
    <w:rsid w:val="00F86F46"/>
    <w:rsid w:val="00F87563"/>
    <w:rsid w:val="00F87CA4"/>
    <w:rsid w:val="00F902DC"/>
    <w:rsid w:val="00F90638"/>
    <w:rsid w:val="00F90D88"/>
    <w:rsid w:val="00F90F12"/>
    <w:rsid w:val="00F918AC"/>
    <w:rsid w:val="00F92C47"/>
    <w:rsid w:val="00F93D8D"/>
    <w:rsid w:val="00F94E12"/>
    <w:rsid w:val="00F94EE0"/>
    <w:rsid w:val="00F951A6"/>
    <w:rsid w:val="00F958D6"/>
    <w:rsid w:val="00F975E4"/>
    <w:rsid w:val="00F97BD7"/>
    <w:rsid w:val="00F97C57"/>
    <w:rsid w:val="00F97DFC"/>
    <w:rsid w:val="00FA0340"/>
    <w:rsid w:val="00FA0A7C"/>
    <w:rsid w:val="00FA180C"/>
    <w:rsid w:val="00FA1823"/>
    <w:rsid w:val="00FA28A6"/>
    <w:rsid w:val="00FA2A6B"/>
    <w:rsid w:val="00FA43A9"/>
    <w:rsid w:val="00FA446E"/>
    <w:rsid w:val="00FA44B9"/>
    <w:rsid w:val="00FA468F"/>
    <w:rsid w:val="00FA4B9C"/>
    <w:rsid w:val="00FA5538"/>
    <w:rsid w:val="00FA6CE6"/>
    <w:rsid w:val="00FA7600"/>
    <w:rsid w:val="00FA7D71"/>
    <w:rsid w:val="00FB1699"/>
    <w:rsid w:val="00FB1C69"/>
    <w:rsid w:val="00FB299A"/>
    <w:rsid w:val="00FB324B"/>
    <w:rsid w:val="00FB33ED"/>
    <w:rsid w:val="00FB35EB"/>
    <w:rsid w:val="00FB3BB2"/>
    <w:rsid w:val="00FB3F9B"/>
    <w:rsid w:val="00FB4361"/>
    <w:rsid w:val="00FB4505"/>
    <w:rsid w:val="00FB48C9"/>
    <w:rsid w:val="00FB59E6"/>
    <w:rsid w:val="00FB6482"/>
    <w:rsid w:val="00FB68CD"/>
    <w:rsid w:val="00FB71A2"/>
    <w:rsid w:val="00FC1CBD"/>
    <w:rsid w:val="00FC1F96"/>
    <w:rsid w:val="00FC2F2D"/>
    <w:rsid w:val="00FC35EE"/>
    <w:rsid w:val="00FC3A56"/>
    <w:rsid w:val="00FC4360"/>
    <w:rsid w:val="00FC4BC5"/>
    <w:rsid w:val="00FC5616"/>
    <w:rsid w:val="00FC6EF5"/>
    <w:rsid w:val="00FC6FD3"/>
    <w:rsid w:val="00FC7060"/>
    <w:rsid w:val="00FC7CCB"/>
    <w:rsid w:val="00FD0793"/>
    <w:rsid w:val="00FD0ABA"/>
    <w:rsid w:val="00FD2C0E"/>
    <w:rsid w:val="00FD38C2"/>
    <w:rsid w:val="00FD3C4F"/>
    <w:rsid w:val="00FD3D69"/>
    <w:rsid w:val="00FD420E"/>
    <w:rsid w:val="00FD433D"/>
    <w:rsid w:val="00FD4A1A"/>
    <w:rsid w:val="00FD51FD"/>
    <w:rsid w:val="00FD5DCE"/>
    <w:rsid w:val="00FD5EF6"/>
    <w:rsid w:val="00FD60F9"/>
    <w:rsid w:val="00FD65EF"/>
    <w:rsid w:val="00FD67C1"/>
    <w:rsid w:val="00FE027A"/>
    <w:rsid w:val="00FE15DB"/>
    <w:rsid w:val="00FE3048"/>
    <w:rsid w:val="00FE314E"/>
    <w:rsid w:val="00FE37DB"/>
    <w:rsid w:val="00FE38CD"/>
    <w:rsid w:val="00FE3CF7"/>
    <w:rsid w:val="00FE43F7"/>
    <w:rsid w:val="00FE441B"/>
    <w:rsid w:val="00FE49BB"/>
    <w:rsid w:val="00FE4E02"/>
    <w:rsid w:val="00FE5384"/>
    <w:rsid w:val="00FE5F39"/>
    <w:rsid w:val="00FF03C2"/>
    <w:rsid w:val="00FF122C"/>
    <w:rsid w:val="00FF13A9"/>
    <w:rsid w:val="00FF183A"/>
    <w:rsid w:val="00FF2102"/>
    <w:rsid w:val="00FF24B4"/>
    <w:rsid w:val="00FF3EE5"/>
    <w:rsid w:val="00FF43E0"/>
    <w:rsid w:val="00FF52D3"/>
    <w:rsid w:val="00FF6BB9"/>
    <w:rsid w:val="00FF6E26"/>
    <w:rsid w:val="00FF7F50"/>
    <w:rsid w:val="00FF7F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stroke weight=".1pt"/>
    </o:shapedefaults>
    <o:shapelayout v:ext="edit">
      <o:idmap v:ext="edit" data="1"/>
    </o:shapelayout>
  </w:shapeDefaults>
  <w:decimalSymbol w:val="."/>
  <w:listSeparator w:val=","/>
  <w15:chartTrackingRefBased/>
  <w15:docId w15:val="{99E5FC21-622D-47DE-9D6E-1B6CA738B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0490C"/>
    <w:pPr>
      <w:autoSpaceDE w:val="0"/>
      <w:autoSpaceDN w:val="0"/>
      <w:adjustRightInd w:val="0"/>
      <w:spacing w:line="20" w:lineRule="atLeast"/>
    </w:pPr>
    <w:rPr>
      <w:rFonts w:ascii="Arial" w:eastAsia="SimSun" w:hAnsi="Arial" w:cs="Arial"/>
      <w:color w:val="000000"/>
      <w:w w:val="101"/>
      <w:sz w:val="24"/>
      <w:szCs w:val="24"/>
      <w:lang w:eastAsia="en-US"/>
    </w:rPr>
  </w:style>
  <w:style w:type="paragraph" w:styleId="1">
    <w:name w:val="heading 1"/>
    <w:basedOn w:val="a2"/>
    <w:next w:val="a2"/>
    <w:qFormat/>
    <w:rsid w:val="005213EC"/>
    <w:pPr>
      <w:keepNext/>
      <w:spacing w:before="240" w:after="60"/>
      <w:outlineLvl w:val="0"/>
    </w:pPr>
    <w:rPr>
      <w:b/>
      <w:bCs/>
      <w:kern w:val="32"/>
      <w:sz w:val="32"/>
      <w:szCs w:val="32"/>
    </w:rPr>
  </w:style>
  <w:style w:type="paragraph" w:styleId="21">
    <w:name w:val="heading 2"/>
    <w:basedOn w:val="a2"/>
    <w:next w:val="a2"/>
    <w:link w:val="22"/>
    <w:qFormat/>
    <w:rsid w:val="005213EC"/>
    <w:pPr>
      <w:keepNext/>
      <w:spacing w:before="240" w:after="60"/>
      <w:outlineLvl w:val="1"/>
    </w:pPr>
    <w:rPr>
      <w:b/>
      <w:bCs/>
      <w:i/>
      <w:iCs/>
      <w:sz w:val="28"/>
      <w:szCs w:val="28"/>
    </w:rPr>
  </w:style>
  <w:style w:type="paragraph" w:styleId="31">
    <w:name w:val="heading 3"/>
    <w:basedOn w:val="a2"/>
    <w:next w:val="a2"/>
    <w:qFormat/>
    <w:rsid w:val="005213EC"/>
    <w:pPr>
      <w:keepNext/>
      <w:spacing w:before="240" w:after="60"/>
      <w:outlineLvl w:val="2"/>
    </w:pPr>
    <w:rPr>
      <w:b/>
      <w:bCs/>
      <w:sz w:val="26"/>
      <w:szCs w:val="26"/>
    </w:rPr>
  </w:style>
  <w:style w:type="paragraph" w:styleId="41">
    <w:name w:val="heading 4"/>
    <w:basedOn w:val="a2"/>
    <w:next w:val="a2"/>
    <w:qFormat/>
    <w:rsid w:val="00533609"/>
    <w:pPr>
      <w:keepNext/>
      <w:spacing w:before="240" w:after="60"/>
      <w:outlineLvl w:val="3"/>
    </w:pPr>
    <w:rPr>
      <w:rFonts w:ascii="Times New Roman" w:hAnsi="Times New Roman" w:cs="Times New Roman"/>
      <w:b/>
      <w:bCs/>
      <w:sz w:val="28"/>
      <w:szCs w:val="28"/>
    </w:rPr>
  </w:style>
  <w:style w:type="paragraph" w:styleId="51">
    <w:name w:val="heading 5"/>
    <w:basedOn w:val="a2"/>
    <w:next w:val="a2"/>
    <w:qFormat/>
    <w:rsid w:val="00533609"/>
    <w:pPr>
      <w:spacing w:before="240" w:after="60"/>
      <w:outlineLvl w:val="4"/>
    </w:pPr>
    <w:rPr>
      <w:b/>
      <w:bCs/>
      <w:i/>
      <w:iCs/>
      <w:sz w:val="26"/>
      <w:szCs w:val="26"/>
    </w:rPr>
  </w:style>
  <w:style w:type="paragraph" w:styleId="6">
    <w:name w:val="heading 6"/>
    <w:basedOn w:val="a2"/>
    <w:next w:val="a2"/>
    <w:qFormat/>
    <w:rsid w:val="00533609"/>
    <w:pPr>
      <w:spacing w:before="240" w:after="60"/>
      <w:outlineLvl w:val="5"/>
    </w:pPr>
    <w:rPr>
      <w:rFonts w:ascii="Times New Roman" w:hAnsi="Times New Roman" w:cs="Times New Roman"/>
      <w:b/>
      <w:bCs/>
      <w:sz w:val="22"/>
      <w:szCs w:val="22"/>
    </w:rPr>
  </w:style>
  <w:style w:type="paragraph" w:styleId="7">
    <w:name w:val="heading 7"/>
    <w:basedOn w:val="a2"/>
    <w:next w:val="a2"/>
    <w:qFormat/>
    <w:rsid w:val="00533609"/>
    <w:pPr>
      <w:spacing w:before="240" w:after="60"/>
      <w:outlineLvl w:val="6"/>
    </w:pPr>
    <w:rPr>
      <w:rFonts w:ascii="Times New Roman" w:hAnsi="Times New Roman" w:cs="Times New Roman"/>
    </w:rPr>
  </w:style>
  <w:style w:type="paragraph" w:styleId="8">
    <w:name w:val="heading 8"/>
    <w:basedOn w:val="a2"/>
    <w:next w:val="a2"/>
    <w:qFormat/>
    <w:rsid w:val="00533609"/>
    <w:pPr>
      <w:spacing w:before="240" w:after="60"/>
      <w:outlineLvl w:val="7"/>
    </w:pPr>
    <w:rPr>
      <w:rFonts w:ascii="Times New Roman" w:hAnsi="Times New Roman" w:cs="Times New Roman"/>
      <w:i/>
      <w:iCs/>
    </w:rPr>
  </w:style>
  <w:style w:type="paragraph" w:styleId="9">
    <w:name w:val="heading 9"/>
    <w:basedOn w:val="a2"/>
    <w:next w:val="a2"/>
    <w:qFormat/>
    <w:rsid w:val="00533609"/>
    <w:pPr>
      <w:spacing w:before="240" w:after="60"/>
      <w:outlineLvl w:val="8"/>
    </w:pPr>
    <w:rPr>
      <w:sz w:val="22"/>
      <w:szCs w:val="22"/>
    </w:rPr>
  </w:style>
  <w:style w:type="character" w:default="1" w:styleId="a3">
    <w:name w:val="Default Paragraph Font"/>
    <w:semiHidden/>
  </w:style>
  <w:style w:type="table" w:default="1" w:styleId="a4">
    <w:name w:val="Normal Table"/>
    <w:semiHidden/>
    <w:tblPr>
      <w:tblInd w:w="0" w:type="dxa"/>
      <w:tblCellMar>
        <w:top w:w="0" w:type="dxa"/>
        <w:left w:w="108" w:type="dxa"/>
        <w:bottom w:w="0" w:type="dxa"/>
        <w:right w:w="108" w:type="dxa"/>
      </w:tblCellMar>
    </w:tblPr>
  </w:style>
  <w:style w:type="numbering" w:default="1" w:styleId="a5">
    <w:name w:val="No List"/>
    <w:semiHidden/>
  </w:style>
  <w:style w:type="paragraph" w:customStyle="1" w:styleId="CRGENQMID">
    <w:name w:val="CR_GENQ_MID"/>
    <w:basedOn w:val="CRGENQFIRST"/>
    <w:rsid w:val="002C2BAA"/>
  </w:style>
  <w:style w:type="paragraph" w:customStyle="1" w:styleId="CRGENQFIRST">
    <w:name w:val="CR_GENQ_FIRST"/>
    <w:basedOn w:val="CRGENQ"/>
    <w:rsid w:val="00A05BFC"/>
  </w:style>
  <w:style w:type="paragraph" w:customStyle="1" w:styleId="CRGENQ">
    <w:name w:val="CR_GENQ"/>
    <w:rsid w:val="00FF6E26"/>
    <w:pPr>
      <w:autoSpaceDE w:val="0"/>
      <w:autoSpaceDN w:val="0"/>
      <w:adjustRightInd w:val="0"/>
      <w:spacing w:line="480" w:lineRule="auto"/>
      <w:ind w:left="446" w:hanging="360"/>
      <w:jc w:val="both"/>
    </w:pPr>
    <w:rPr>
      <w:rFonts w:eastAsia="SimSun"/>
      <w:color w:val="000000"/>
      <w:sz w:val="18"/>
      <w:szCs w:val="18"/>
      <w:lang w:eastAsia="en-US"/>
    </w:rPr>
  </w:style>
  <w:style w:type="paragraph" w:customStyle="1" w:styleId="tiny">
    <w:name w:val="tiny"/>
    <w:rsid w:val="003E3C67"/>
    <w:pPr>
      <w:autoSpaceDE w:val="0"/>
      <w:autoSpaceDN w:val="0"/>
      <w:adjustRightInd w:val="0"/>
      <w:spacing w:line="480" w:lineRule="auto"/>
    </w:pPr>
    <w:rPr>
      <w:rFonts w:ascii="Arial" w:eastAsia="SimSun" w:hAnsi="Arial" w:cs="Arial"/>
      <w:color w:val="000000"/>
      <w:w w:val="101"/>
      <w:sz w:val="2"/>
      <w:szCs w:val="24"/>
      <w:lang w:eastAsia="en-US"/>
    </w:rPr>
  </w:style>
  <w:style w:type="paragraph" w:customStyle="1" w:styleId="PARTTOCCHAPNUM">
    <w:name w:val="PART_TOC_CHAP_NUM"/>
    <w:rsid w:val="00A649CE"/>
    <w:pPr>
      <w:autoSpaceDE w:val="0"/>
      <w:autoSpaceDN w:val="0"/>
      <w:adjustRightInd w:val="0"/>
      <w:spacing w:before="120" w:line="480" w:lineRule="auto"/>
    </w:pPr>
    <w:rPr>
      <w:rFonts w:ascii="Arial" w:eastAsia="SimSun" w:hAnsi="Arial" w:cs="Arial"/>
      <w:b/>
      <w:color w:val="000000"/>
      <w:w w:val="108"/>
      <w:sz w:val="22"/>
      <w:szCs w:val="22"/>
      <w:lang w:eastAsia="en-US"/>
    </w:rPr>
  </w:style>
  <w:style w:type="paragraph" w:customStyle="1" w:styleId="PARTTOCCHAPTTL">
    <w:name w:val="PART_TOC_CHAP_TTL"/>
    <w:rsid w:val="003E3C67"/>
    <w:pPr>
      <w:suppressAutoHyphens/>
      <w:autoSpaceDE w:val="0"/>
      <w:autoSpaceDN w:val="0"/>
      <w:adjustRightInd w:val="0"/>
      <w:spacing w:line="480" w:lineRule="auto"/>
    </w:pPr>
    <w:rPr>
      <w:rFonts w:eastAsia="SimSun"/>
      <w:b/>
      <w:color w:val="000000"/>
      <w:sz w:val="22"/>
      <w:szCs w:val="22"/>
      <w:lang w:eastAsia="en-US"/>
    </w:rPr>
  </w:style>
  <w:style w:type="paragraph" w:customStyle="1" w:styleId="CHAPTTL">
    <w:name w:val="CHAP_TTL"/>
    <w:rsid w:val="003E0544"/>
    <w:pPr>
      <w:suppressAutoHyphens/>
      <w:autoSpaceDE w:val="0"/>
      <w:autoSpaceDN w:val="0"/>
      <w:adjustRightInd w:val="0"/>
      <w:spacing w:after="1380" w:line="276" w:lineRule="auto"/>
      <w:jc w:val="center"/>
    </w:pPr>
    <w:rPr>
      <w:rFonts w:eastAsia="SimSun" w:cs="Arial"/>
      <w:color w:val="000000"/>
      <w:sz w:val="28"/>
      <w:szCs w:val="60"/>
      <w:lang w:eastAsia="en-US"/>
    </w:rPr>
  </w:style>
  <w:style w:type="paragraph" w:customStyle="1" w:styleId="PARTTOCSUPTTL">
    <w:name w:val="PART_TOC_SUPTTL"/>
    <w:rsid w:val="00BF5219"/>
    <w:pPr>
      <w:autoSpaceDE w:val="0"/>
      <w:autoSpaceDN w:val="0"/>
      <w:adjustRightInd w:val="0"/>
      <w:spacing w:after="40" w:line="240" w:lineRule="atLeast"/>
    </w:pPr>
    <w:rPr>
      <w:rFonts w:eastAsia="SimSun"/>
      <w:b/>
      <w:caps/>
      <w:color w:val="000000"/>
      <w:lang w:eastAsia="en-US"/>
    </w:rPr>
  </w:style>
  <w:style w:type="paragraph" w:customStyle="1" w:styleId="MN1FIRST">
    <w:name w:val="MN1_FIRST"/>
    <w:rsid w:val="006E1E52"/>
    <w:pPr>
      <w:autoSpaceDE w:val="0"/>
      <w:autoSpaceDN w:val="0"/>
      <w:adjustRightInd w:val="0"/>
      <w:spacing w:line="200" w:lineRule="atLeast"/>
    </w:pPr>
    <w:rPr>
      <w:rFonts w:eastAsia="SimSun"/>
      <w:sz w:val="16"/>
      <w:szCs w:val="16"/>
      <w:lang w:eastAsia="en-US"/>
    </w:rPr>
  </w:style>
  <w:style w:type="paragraph" w:customStyle="1" w:styleId="MN1SUPTTL">
    <w:name w:val="MN1_SUPTTL"/>
    <w:rsid w:val="006824BC"/>
    <w:pPr>
      <w:pBdr>
        <w:bottom w:val="single" w:sz="4" w:space="1" w:color="auto"/>
      </w:pBdr>
      <w:autoSpaceDE w:val="0"/>
      <w:autoSpaceDN w:val="0"/>
      <w:adjustRightInd w:val="0"/>
      <w:spacing w:after="80" w:line="200" w:lineRule="atLeast"/>
    </w:pPr>
    <w:rPr>
      <w:rFonts w:eastAsia="SimSun"/>
      <w:b/>
      <w:i/>
      <w:caps/>
      <w:color w:val="000000"/>
      <w:sz w:val="16"/>
      <w:szCs w:val="16"/>
      <w:lang w:eastAsia="en-US"/>
    </w:rPr>
  </w:style>
  <w:style w:type="paragraph" w:customStyle="1" w:styleId="MN1">
    <w:name w:val="MN1"/>
    <w:rsid w:val="006E1E52"/>
    <w:pPr>
      <w:autoSpaceDE w:val="0"/>
      <w:autoSpaceDN w:val="0"/>
      <w:adjustRightInd w:val="0"/>
      <w:spacing w:line="200" w:lineRule="atLeast"/>
      <w:ind w:firstLine="240"/>
    </w:pPr>
    <w:rPr>
      <w:rFonts w:eastAsia="SimSun"/>
      <w:color w:val="000000"/>
      <w:sz w:val="16"/>
      <w:szCs w:val="16"/>
      <w:lang w:eastAsia="en-US"/>
    </w:rPr>
  </w:style>
  <w:style w:type="paragraph" w:customStyle="1" w:styleId="MN2FIRST">
    <w:name w:val="MN2_FIRST"/>
    <w:rsid w:val="008B0679"/>
    <w:pPr>
      <w:autoSpaceDE w:val="0"/>
      <w:autoSpaceDN w:val="0"/>
      <w:adjustRightInd w:val="0"/>
      <w:spacing w:line="200" w:lineRule="atLeast"/>
    </w:pPr>
    <w:rPr>
      <w:rFonts w:eastAsia="SimSun"/>
      <w:i/>
      <w:sz w:val="16"/>
      <w:szCs w:val="16"/>
      <w:lang w:eastAsia="en-US"/>
    </w:rPr>
  </w:style>
  <w:style w:type="paragraph" w:customStyle="1" w:styleId="MN2SUPTTL">
    <w:name w:val="MN2_SUPTTL"/>
    <w:rsid w:val="000E0046"/>
    <w:pPr>
      <w:autoSpaceDE w:val="0"/>
      <w:autoSpaceDN w:val="0"/>
      <w:adjustRightInd w:val="0"/>
      <w:spacing w:line="200" w:lineRule="atLeast"/>
    </w:pPr>
    <w:rPr>
      <w:rFonts w:eastAsia="SimSun"/>
      <w:b/>
      <w:i/>
      <w:w w:val="96"/>
      <w:sz w:val="16"/>
      <w:szCs w:val="16"/>
      <w:lang w:eastAsia="en-US"/>
    </w:rPr>
  </w:style>
  <w:style w:type="paragraph" w:customStyle="1" w:styleId="MN2">
    <w:name w:val="MN2"/>
    <w:rsid w:val="001166B9"/>
    <w:pPr>
      <w:autoSpaceDE w:val="0"/>
      <w:autoSpaceDN w:val="0"/>
      <w:adjustRightInd w:val="0"/>
      <w:spacing w:line="200" w:lineRule="atLeast"/>
      <w:ind w:firstLine="240"/>
    </w:pPr>
    <w:rPr>
      <w:rFonts w:eastAsia="SimSun"/>
      <w:i/>
      <w:color w:val="000000"/>
      <w:sz w:val="16"/>
      <w:szCs w:val="16"/>
      <w:lang w:eastAsia="en-US"/>
    </w:rPr>
  </w:style>
  <w:style w:type="paragraph" w:customStyle="1" w:styleId="PARTTTL">
    <w:name w:val="PART_TTL"/>
    <w:rsid w:val="003E3C67"/>
    <w:pPr>
      <w:suppressAutoHyphens/>
      <w:autoSpaceDE w:val="0"/>
      <w:autoSpaceDN w:val="0"/>
      <w:adjustRightInd w:val="0"/>
      <w:spacing w:before="1320" w:line="480" w:lineRule="auto"/>
      <w:ind w:right="245"/>
      <w:jc w:val="right"/>
    </w:pPr>
    <w:rPr>
      <w:rFonts w:eastAsia="SimSun" w:cs="Arial"/>
      <w:color w:val="000000"/>
      <w:w w:val="83"/>
      <w:sz w:val="66"/>
      <w:szCs w:val="66"/>
      <w:lang w:eastAsia="en-US"/>
    </w:rPr>
  </w:style>
  <w:style w:type="paragraph" w:customStyle="1" w:styleId="MN3GLOSDEF">
    <w:name w:val="MN3_GLOS_DEF"/>
    <w:rsid w:val="008C6307"/>
    <w:pPr>
      <w:autoSpaceDE w:val="0"/>
      <w:autoSpaceDN w:val="0"/>
      <w:adjustRightInd w:val="0"/>
      <w:spacing w:line="200" w:lineRule="atLeast"/>
    </w:pPr>
    <w:rPr>
      <w:rFonts w:eastAsia="SimSun"/>
      <w:color w:val="000000"/>
      <w:sz w:val="16"/>
      <w:szCs w:val="16"/>
      <w:lang w:eastAsia="en-US"/>
    </w:rPr>
  </w:style>
  <w:style w:type="paragraph" w:customStyle="1" w:styleId="MN3GLOSGT">
    <w:name w:val="MN3_GLOS_GT"/>
    <w:rsid w:val="004510CB"/>
    <w:pPr>
      <w:autoSpaceDE w:val="0"/>
      <w:autoSpaceDN w:val="0"/>
      <w:adjustRightInd w:val="0"/>
      <w:spacing w:line="200" w:lineRule="atLeast"/>
    </w:pPr>
    <w:rPr>
      <w:rFonts w:eastAsia="SimSun"/>
      <w:b/>
      <w:color w:val="000000"/>
      <w:w w:val="101"/>
      <w:sz w:val="16"/>
      <w:szCs w:val="16"/>
      <w:lang w:eastAsia="en-US"/>
    </w:rPr>
  </w:style>
  <w:style w:type="paragraph" w:customStyle="1" w:styleId="MN3">
    <w:name w:val="MN3"/>
    <w:rsid w:val="00785F55"/>
    <w:pPr>
      <w:autoSpaceDE w:val="0"/>
      <w:autoSpaceDN w:val="0"/>
      <w:adjustRightInd w:val="0"/>
      <w:spacing w:line="200" w:lineRule="atLeast"/>
      <w:ind w:firstLine="240"/>
    </w:pPr>
    <w:rPr>
      <w:rFonts w:eastAsia="SimSun"/>
      <w:color w:val="000000"/>
      <w:sz w:val="16"/>
      <w:szCs w:val="16"/>
      <w:lang w:eastAsia="en-US"/>
    </w:rPr>
  </w:style>
  <w:style w:type="paragraph" w:styleId="a6">
    <w:name w:val="header"/>
    <w:basedOn w:val="a2"/>
    <w:semiHidden/>
    <w:rsid w:val="008268E0"/>
    <w:pPr>
      <w:tabs>
        <w:tab w:val="center" w:pos="4320"/>
        <w:tab w:val="right" w:pos="8640"/>
      </w:tabs>
    </w:pPr>
  </w:style>
  <w:style w:type="paragraph" w:customStyle="1" w:styleId="MN4PUQUOFIRST">
    <w:name w:val="MN4_PUQUO_FIRST"/>
    <w:rsid w:val="00E7126C"/>
    <w:pPr>
      <w:autoSpaceDE w:val="0"/>
      <w:autoSpaceDN w:val="0"/>
      <w:adjustRightInd w:val="0"/>
      <w:spacing w:line="200" w:lineRule="atLeast"/>
    </w:pPr>
    <w:rPr>
      <w:rFonts w:eastAsia="SimSun"/>
      <w:i/>
      <w:color w:val="000000"/>
      <w:sz w:val="16"/>
      <w:szCs w:val="16"/>
      <w:lang w:eastAsia="en-US"/>
    </w:rPr>
  </w:style>
  <w:style w:type="character" w:customStyle="1" w:styleId="MN4PUQUOTTL">
    <w:name w:val="MN4_PUQUO_TTL"/>
    <w:rsid w:val="000F6A78"/>
    <w:rPr>
      <w:rFonts w:ascii="Times New Roman" w:eastAsia="SimSun" w:hAnsi="Times New Roman" w:cs="Times New Roman"/>
      <w:b/>
      <w:i/>
      <w:caps w:val="0"/>
      <w:smallCaps w:val="0"/>
      <w:strike w:val="0"/>
      <w:dstrike w:val="0"/>
      <w:snapToGrid w:val="0"/>
      <w:vanish w:val="0"/>
      <w:color w:val="000000"/>
      <w:spacing w:val="0"/>
      <w:w w:val="97"/>
      <w:kern w:val="0"/>
      <w:position w:val="0"/>
      <w:sz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MN4PUQUO">
    <w:name w:val="MN4_PUQUO"/>
    <w:rsid w:val="00E7126C"/>
    <w:pPr>
      <w:autoSpaceDE w:val="0"/>
      <w:autoSpaceDN w:val="0"/>
      <w:adjustRightInd w:val="0"/>
      <w:spacing w:line="200" w:lineRule="atLeast"/>
      <w:ind w:firstLine="240"/>
    </w:pPr>
    <w:rPr>
      <w:rFonts w:eastAsia="SimSun"/>
      <w:i/>
      <w:color w:val="000000"/>
      <w:sz w:val="16"/>
      <w:szCs w:val="16"/>
      <w:lang w:eastAsia="en-US"/>
    </w:rPr>
  </w:style>
  <w:style w:type="paragraph" w:customStyle="1" w:styleId="MN5WWWFIRST">
    <w:name w:val="MN5_WWW_FIRST"/>
    <w:rsid w:val="00432254"/>
    <w:pPr>
      <w:suppressAutoHyphens/>
      <w:autoSpaceDE w:val="0"/>
      <w:autoSpaceDN w:val="0"/>
      <w:adjustRightInd w:val="0"/>
      <w:spacing w:line="200" w:lineRule="atLeast"/>
    </w:pPr>
    <w:rPr>
      <w:rFonts w:eastAsia="SimSun"/>
      <w:color w:val="000000"/>
      <w:sz w:val="16"/>
      <w:szCs w:val="16"/>
      <w:lang w:eastAsia="en-US"/>
    </w:rPr>
  </w:style>
  <w:style w:type="character" w:customStyle="1" w:styleId="MN5WWWSUPTTL">
    <w:name w:val="MN5_WWW_SUPTTL"/>
    <w:rsid w:val="005D28BA"/>
    <w:rPr>
      <w:rFonts w:ascii="Arial" w:eastAsia="SimSun" w:hAnsi="Arial" w:cs="Arial"/>
      <w:b/>
      <w:i w:val="0"/>
      <w:caps w:val="0"/>
      <w:smallCaps w:val="0"/>
      <w:strike w:val="0"/>
      <w:dstrike w:val="0"/>
      <w:snapToGrid w:val="0"/>
      <w:vanish w:val="0"/>
      <w:color w:val="000000"/>
      <w:spacing w:val="0"/>
      <w:w w:val="108"/>
      <w:kern w:val="0"/>
      <w:position w:val="0"/>
      <w:sz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MN5WWW">
    <w:name w:val="MN5_WWW"/>
    <w:rsid w:val="00D87089"/>
    <w:pPr>
      <w:suppressAutoHyphens/>
      <w:autoSpaceDE w:val="0"/>
      <w:autoSpaceDN w:val="0"/>
      <w:adjustRightInd w:val="0"/>
      <w:spacing w:line="200" w:lineRule="atLeast"/>
      <w:ind w:firstLine="240"/>
    </w:pPr>
    <w:rPr>
      <w:rFonts w:eastAsia="SimSun"/>
      <w:color w:val="000000"/>
      <w:w w:val="101"/>
      <w:sz w:val="16"/>
      <w:szCs w:val="24"/>
      <w:lang w:eastAsia="en-US"/>
    </w:rPr>
  </w:style>
  <w:style w:type="character" w:customStyle="1" w:styleId="BLITEMTTL">
    <w:name w:val="BL_ITEM_TTL"/>
    <w:rsid w:val="00B94E4A"/>
    <w:rPr>
      <w:rFonts w:ascii="Times New Roman" w:hAnsi="Times New Roman" w:cs="Times New Roman"/>
      <w:b/>
      <w:i/>
      <w:dstrike w:val="0"/>
      <w:color w:val="000000"/>
      <w:spacing w:val="0"/>
      <w:w w:val="100"/>
      <w:kern w:val="0"/>
      <w:position w:val="0"/>
      <w:sz w:val="20"/>
      <w:szCs w:val="20"/>
      <w:u w:val="none"/>
      <w:effect w:val="none"/>
      <w:vertAlign w:val="baseline"/>
      <w:em w:val="none"/>
    </w:rPr>
  </w:style>
  <w:style w:type="paragraph" w:customStyle="1" w:styleId="MN6MEDIAFIRST">
    <w:name w:val="MN6_MEDIA_FIRST"/>
    <w:rsid w:val="00F1537C"/>
    <w:pPr>
      <w:autoSpaceDE w:val="0"/>
      <w:autoSpaceDN w:val="0"/>
      <w:adjustRightInd w:val="0"/>
      <w:spacing w:line="200" w:lineRule="atLeast"/>
    </w:pPr>
    <w:rPr>
      <w:rFonts w:eastAsia="SimSun"/>
      <w:color w:val="000000"/>
      <w:w w:val="105"/>
      <w:sz w:val="16"/>
      <w:szCs w:val="16"/>
      <w:lang w:eastAsia="en-US"/>
    </w:rPr>
  </w:style>
  <w:style w:type="character" w:customStyle="1" w:styleId="BLLLLTR">
    <w:name w:val="BL_LL_LTR"/>
    <w:rsid w:val="00D95871"/>
    <w:rPr>
      <w:rFonts w:ascii="Times New Roman" w:eastAsia="SimSun" w:hAnsi="Times New Roman" w:cs="Times New Roman"/>
      <w:b w:val="0"/>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MN6MEDIASUPTTL">
    <w:name w:val="MN6_MEDIA_SUPTTL"/>
    <w:rsid w:val="0000531F"/>
    <w:rPr>
      <w:rFonts w:ascii="Arial Black" w:eastAsia="SimSun" w:hAnsi="Arial Black"/>
      <w:b w:val="0"/>
      <w:i/>
      <w:caps w:val="0"/>
      <w:smallCaps w:val="0"/>
      <w:strike w:val="0"/>
      <w:dstrike w:val="0"/>
      <w:snapToGrid w:val="0"/>
      <w:vanish w:val="0"/>
      <w:color w:val="000000"/>
      <w:spacing w:val="0"/>
      <w:w w:val="94"/>
      <w:kern w:val="0"/>
      <w:position w:val="0"/>
      <w:sz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MN6">
    <w:name w:val="MN6"/>
    <w:rsid w:val="00F1537C"/>
    <w:pPr>
      <w:autoSpaceDE w:val="0"/>
      <w:autoSpaceDN w:val="0"/>
      <w:adjustRightInd w:val="0"/>
      <w:spacing w:line="200" w:lineRule="atLeast"/>
      <w:ind w:firstLine="240"/>
    </w:pPr>
    <w:rPr>
      <w:rFonts w:eastAsia="SimSun"/>
      <w:color w:val="000000"/>
      <w:sz w:val="16"/>
      <w:szCs w:val="16"/>
      <w:lang w:eastAsia="en-US"/>
    </w:rPr>
  </w:style>
  <w:style w:type="paragraph" w:customStyle="1" w:styleId="BLTTL">
    <w:name w:val="BL_TTL"/>
    <w:rsid w:val="00F4223A"/>
    <w:pPr>
      <w:autoSpaceDE w:val="0"/>
      <w:autoSpaceDN w:val="0"/>
      <w:adjustRightInd w:val="0"/>
      <w:spacing w:before="120" w:line="240" w:lineRule="atLeast"/>
    </w:pPr>
    <w:rPr>
      <w:rFonts w:eastAsia="SimSun"/>
      <w:b/>
      <w:color w:val="000000"/>
      <w:lang w:eastAsia="en-US"/>
    </w:rPr>
  </w:style>
  <w:style w:type="paragraph" w:customStyle="1" w:styleId="BX1CON">
    <w:name w:val="BX1_CON"/>
    <w:rsid w:val="0000515C"/>
    <w:pPr>
      <w:autoSpaceDE w:val="0"/>
      <w:autoSpaceDN w:val="0"/>
      <w:adjustRightInd w:val="0"/>
      <w:spacing w:line="220" w:lineRule="atLeast"/>
      <w:ind w:left="240" w:right="240"/>
      <w:jc w:val="both"/>
    </w:pPr>
    <w:rPr>
      <w:rFonts w:eastAsia="SimSun"/>
      <w:color w:val="000000"/>
      <w:sz w:val="18"/>
      <w:szCs w:val="18"/>
      <w:lang w:eastAsia="en-US"/>
    </w:rPr>
  </w:style>
  <w:style w:type="paragraph" w:customStyle="1" w:styleId="BX1FIRST">
    <w:name w:val="BX1_FIRST"/>
    <w:rsid w:val="005D38D5"/>
    <w:pPr>
      <w:autoSpaceDE w:val="0"/>
      <w:autoSpaceDN w:val="0"/>
      <w:adjustRightInd w:val="0"/>
      <w:spacing w:before="120" w:line="480" w:lineRule="auto"/>
      <w:ind w:left="245" w:right="245"/>
      <w:jc w:val="both"/>
    </w:pPr>
    <w:rPr>
      <w:rFonts w:eastAsia="SimSun"/>
      <w:color w:val="000000"/>
      <w:sz w:val="18"/>
      <w:szCs w:val="18"/>
      <w:lang w:eastAsia="en-US"/>
    </w:rPr>
  </w:style>
  <w:style w:type="character" w:customStyle="1" w:styleId="BX1GENQNUM">
    <w:name w:val="BX1_GENQ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X1H1">
    <w:name w:val="BX1_H1"/>
    <w:rsid w:val="0000515C"/>
    <w:pPr>
      <w:autoSpaceDE w:val="0"/>
      <w:autoSpaceDN w:val="0"/>
      <w:adjustRightInd w:val="0"/>
      <w:spacing w:before="240" w:after="60" w:line="220" w:lineRule="atLeast"/>
      <w:ind w:left="240" w:right="240"/>
    </w:pPr>
    <w:rPr>
      <w:rFonts w:ascii="Arial" w:eastAsia="SimSun" w:hAnsi="Arial" w:cs="Arial"/>
      <w:b/>
      <w:color w:val="000000"/>
      <w:lang w:eastAsia="en-US"/>
    </w:rPr>
  </w:style>
  <w:style w:type="paragraph" w:customStyle="1" w:styleId="BX1H2">
    <w:name w:val="BX1_H2"/>
    <w:rsid w:val="0000515C"/>
    <w:pPr>
      <w:autoSpaceDE w:val="0"/>
      <w:autoSpaceDN w:val="0"/>
      <w:adjustRightInd w:val="0"/>
      <w:spacing w:before="180" w:after="60" w:line="220" w:lineRule="atLeast"/>
      <w:ind w:left="240" w:right="240"/>
    </w:pPr>
    <w:rPr>
      <w:rFonts w:ascii="Arial" w:eastAsia="SimSun" w:hAnsi="Arial" w:cs="Arial"/>
      <w:b/>
      <w:i/>
      <w:color w:val="000000"/>
      <w:sz w:val="18"/>
      <w:szCs w:val="18"/>
      <w:lang w:eastAsia="en-US"/>
    </w:rPr>
  </w:style>
  <w:style w:type="paragraph" w:customStyle="1" w:styleId="BX1H3HEADFIRST">
    <w:name w:val="BX1_H3_HEADFIRST"/>
    <w:rsid w:val="0000515C"/>
    <w:pPr>
      <w:autoSpaceDE w:val="0"/>
      <w:autoSpaceDN w:val="0"/>
      <w:adjustRightInd w:val="0"/>
      <w:spacing w:before="180" w:line="220" w:lineRule="atLeast"/>
      <w:ind w:left="240" w:right="240"/>
      <w:jc w:val="both"/>
    </w:pPr>
    <w:rPr>
      <w:rFonts w:eastAsia="SimSun"/>
      <w:color w:val="000000"/>
      <w:sz w:val="18"/>
      <w:szCs w:val="18"/>
      <w:lang w:eastAsia="en-US"/>
    </w:rPr>
  </w:style>
  <w:style w:type="character" w:customStyle="1" w:styleId="BX1H3">
    <w:name w:val="BX1_H3"/>
    <w:rsid w:val="00D95871"/>
    <w:rPr>
      <w:rFonts w:ascii="Times New Roman" w:eastAsia="SimSun" w:hAnsi="Times New Roman" w:cs="Times New Roman"/>
      <w:b/>
      <w:i w:val="0"/>
      <w:caps w:val="0"/>
      <w:smallCaps/>
      <w:strike w:val="0"/>
      <w:dstrike w:val="0"/>
      <w:snapToGrid w:val="0"/>
      <w:vanish w:val="0"/>
      <w:color w:val="000000"/>
      <w:spacing w:val="0"/>
      <w:w w:val="100"/>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X1HEADFIRST">
    <w:name w:val="BX1_HEADFIRST"/>
    <w:rsid w:val="0000515C"/>
    <w:pPr>
      <w:autoSpaceDE w:val="0"/>
      <w:autoSpaceDN w:val="0"/>
      <w:adjustRightInd w:val="0"/>
      <w:spacing w:line="220" w:lineRule="atLeast"/>
      <w:ind w:left="240" w:right="240"/>
      <w:jc w:val="both"/>
    </w:pPr>
    <w:rPr>
      <w:rFonts w:eastAsia="SimSun"/>
      <w:color w:val="000000"/>
      <w:sz w:val="18"/>
      <w:szCs w:val="18"/>
      <w:lang w:eastAsia="en-US"/>
    </w:rPr>
  </w:style>
  <w:style w:type="character" w:customStyle="1" w:styleId="BX1LLLTR">
    <w:name w:val="BX1_LL_LTR"/>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BX1NLNUM">
    <w:name w:val="BX1_NL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X1NUM">
    <w:name w:val="BX1_NUM"/>
    <w:rsid w:val="0000515C"/>
    <w:pPr>
      <w:autoSpaceDE w:val="0"/>
      <w:autoSpaceDN w:val="0"/>
      <w:adjustRightInd w:val="0"/>
      <w:spacing w:line="260" w:lineRule="atLeast"/>
      <w:ind w:left="240" w:right="240"/>
    </w:pPr>
    <w:rPr>
      <w:rFonts w:ascii="Arial" w:eastAsia="SimSun" w:hAnsi="Arial" w:cs="Arial"/>
      <w:b/>
      <w:caps/>
      <w:color w:val="000000"/>
      <w:sz w:val="21"/>
      <w:lang w:eastAsia="en-US"/>
    </w:rPr>
  </w:style>
  <w:style w:type="paragraph" w:customStyle="1" w:styleId="BX1PROBSETSUPTTL">
    <w:name w:val="BX1_PROBSET_SUPTTL"/>
    <w:rsid w:val="0000515C"/>
    <w:pPr>
      <w:autoSpaceDE w:val="0"/>
      <w:autoSpaceDN w:val="0"/>
      <w:adjustRightInd w:val="0"/>
      <w:spacing w:before="180" w:after="60" w:line="220" w:lineRule="atLeast"/>
      <w:ind w:left="240" w:right="240"/>
    </w:pPr>
    <w:rPr>
      <w:rFonts w:ascii="Arial" w:eastAsia="SimSun" w:hAnsi="Arial" w:cs="Arial"/>
      <w:b/>
      <w:color w:val="000000"/>
      <w:sz w:val="18"/>
      <w:szCs w:val="18"/>
      <w:lang w:eastAsia="en-US"/>
    </w:rPr>
  </w:style>
  <w:style w:type="paragraph" w:customStyle="1" w:styleId="BX1TTL">
    <w:name w:val="BX1_TTL"/>
    <w:rsid w:val="005D38D5"/>
    <w:pPr>
      <w:pBdr>
        <w:bottom w:val="double" w:sz="4" w:space="1" w:color="auto"/>
      </w:pBdr>
      <w:autoSpaceDE w:val="0"/>
      <w:autoSpaceDN w:val="0"/>
      <w:adjustRightInd w:val="0"/>
      <w:spacing w:before="80" w:after="160" w:line="480" w:lineRule="auto"/>
      <w:ind w:left="245" w:right="245"/>
    </w:pPr>
    <w:rPr>
      <w:rFonts w:ascii="Arial" w:eastAsia="SimSun" w:hAnsi="Arial" w:cs="Arial"/>
      <w:b/>
      <w:color w:val="000000"/>
      <w:sz w:val="21"/>
      <w:lang w:eastAsia="en-US"/>
    </w:rPr>
  </w:style>
  <w:style w:type="paragraph" w:customStyle="1" w:styleId="BX1">
    <w:name w:val="BX1"/>
    <w:rsid w:val="008E68A7"/>
    <w:pPr>
      <w:autoSpaceDE w:val="0"/>
      <w:autoSpaceDN w:val="0"/>
      <w:adjustRightInd w:val="0"/>
      <w:spacing w:before="120" w:line="220" w:lineRule="atLeast"/>
      <w:ind w:left="240" w:right="240" w:firstLine="480"/>
      <w:jc w:val="both"/>
    </w:pPr>
    <w:rPr>
      <w:rFonts w:eastAsia="SimSun"/>
      <w:color w:val="000000"/>
      <w:sz w:val="18"/>
      <w:szCs w:val="18"/>
      <w:lang w:eastAsia="en-US"/>
    </w:rPr>
  </w:style>
  <w:style w:type="paragraph" w:customStyle="1" w:styleId="BX2CON">
    <w:name w:val="BX2_CON"/>
    <w:rsid w:val="0000515C"/>
    <w:pPr>
      <w:autoSpaceDE w:val="0"/>
      <w:autoSpaceDN w:val="0"/>
      <w:adjustRightInd w:val="0"/>
      <w:spacing w:line="220" w:lineRule="atLeast"/>
      <w:ind w:left="240" w:right="240"/>
      <w:jc w:val="both"/>
    </w:pPr>
    <w:rPr>
      <w:rFonts w:ascii="Arial" w:eastAsia="SimSun" w:hAnsi="Arial" w:cs="Arial"/>
      <w:color w:val="000000"/>
      <w:sz w:val="18"/>
      <w:szCs w:val="18"/>
      <w:lang w:eastAsia="en-US"/>
    </w:rPr>
  </w:style>
  <w:style w:type="paragraph" w:customStyle="1" w:styleId="BX2FIRST">
    <w:name w:val="BX2_FIRST"/>
    <w:rsid w:val="0000515C"/>
    <w:pPr>
      <w:autoSpaceDE w:val="0"/>
      <w:autoSpaceDN w:val="0"/>
      <w:adjustRightInd w:val="0"/>
      <w:spacing w:line="220" w:lineRule="atLeast"/>
      <w:ind w:left="240" w:right="240"/>
      <w:jc w:val="both"/>
    </w:pPr>
    <w:rPr>
      <w:rFonts w:ascii="Arial" w:eastAsia="SimSun" w:hAnsi="Arial" w:cs="Arial"/>
      <w:color w:val="000000"/>
      <w:sz w:val="18"/>
      <w:szCs w:val="18"/>
      <w:lang w:eastAsia="en-US"/>
    </w:rPr>
  </w:style>
  <w:style w:type="paragraph" w:customStyle="1" w:styleId="BX2H1">
    <w:name w:val="BX2_H1"/>
    <w:rsid w:val="0000515C"/>
    <w:pPr>
      <w:autoSpaceDE w:val="0"/>
      <w:autoSpaceDN w:val="0"/>
      <w:adjustRightInd w:val="0"/>
      <w:spacing w:before="360" w:after="60" w:line="220" w:lineRule="atLeast"/>
      <w:ind w:left="240" w:right="240"/>
    </w:pPr>
    <w:rPr>
      <w:rFonts w:ascii="Arial" w:eastAsia="SimSun" w:hAnsi="Arial" w:cs="Arial"/>
      <w:b/>
      <w:color w:val="000000"/>
      <w:lang w:eastAsia="en-US"/>
    </w:rPr>
  </w:style>
  <w:style w:type="paragraph" w:customStyle="1" w:styleId="BX2H2">
    <w:name w:val="BX2_H2"/>
    <w:rsid w:val="0000515C"/>
    <w:pPr>
      <w:autoSpaceDE w:val="0"/>
      <w:autoSpaceDN w:val="0"/>
      <w:adjustRightInd w:val="0"/>
      <w:spacing w:before="240" w:after="60" w:line="220" w:lineRule="atLeast"/>
      <w:ind w:left="240" w:right="240"/>
    </w:pPr>
    <w:rPr>
      <w:rFonts w:ascii="Arial" w:eastAsia="SimSun" w:hAnsi="Arial" w:cs="Arial"/>
      <w:b/>
      <w:i/>
      <w:color w:val="000000"/>
      <w:lang w:eastAsia="en-US"/>
    </w:rPr>
  </w:style>
  <w:style w:type="paragraph" w:customStyle="1" w:styleId="BX2H3HEADFIRST">
    <w:name w:val="BX2_H3_HEADFIRST"/>
    <w:rsid w:val="0000515C"/>
    <w:pPr>
      <w:autoSpaceDE w:val="0"/>
      <w:autoSpaceDN w:val="0"/>
      <w:adjustRightInd w:val="0"/>
      <w:spacing w:before="180" w:line="220" w:lineRule="atLeast"/>
      <w:ind w:left="240" w:right="240"/>
      <w:jc w:val="both"/>
    </w:pPr>
    <w:rPr>
      <w:rFonts w:ascii="Arial" w:eastAsia="SimSun" w:hAnsi="Arial" w:cs="Arial"/>
      <w:color w:val="000000"/>
      <w:sz w:val="18"/>
      <w:szCs w:val="18"/>
      <w:lang w:eastAsia="en-US"/>
    </w:rPr>
  </w:style>
  <w:style w:type="character" w:customStyle="1" w:styleId="BX2H3">
    <w:name w:val="BX2_H3"/>
    <w:rsid w:val="00EE59D0"/>
    <w:rPr>
      <w:rFonts w:ascii="Arial" w:hAnsi="Arial" w:cs="Arial"/>
      <w:b/>
      <w:smallCaps/>
      <w:dstrike w:val="0"/>
      <w:color w:val="000000"/>
      <w:spacing w:val="0"/>
      <w:w w:val="100"/>
      <w:kern w:val="0"/>
      <w:position w:val="0"/>
      <w:sz w:val="18"/>
      <w:szCs w:val="18"/>
      <w:u w:val="none"/>
      <w:effect w:val="none"/>
      <w:vertAlign w:val="baseline"/>
      <w:em w:val="none"/>
    </w:rPr>
  </w:style>
  <w:style w:type="paragraph" w:customStyle="1" w:styleId="BX2HEADFIRST">
    <w:name w:val="BX2_HEADFIRST"/>
    <w:rsid w:val="0000515C"/>
    <w:pPr>
      <w:autoSpaceDE w:val="0"/>
      <w:autoSpaceDN w:val="0"/>
      <w:adjustRightInd w:val="0"/>
      <w:spacing w:line="220" w:lineRule="atLeast"/>
      <w:ind w:left="240" w:right="240"/>
      <w:jc w:val="both"/>
    </w:pPr>
    <w:rPr>
      <w:rFonts w:ascii="Arial" w:eastAsia="SimSun" w:hAnsi="Arial" w:cs="Arial"/>
      <w:color w:val="000000"/>
      <w:sz w:val="18"/>
      <w:szCs w:val="18"/>
      <w:lang w:eastAsia="en-US"/>
    </w:rPr>
  </w:style>
  <w:style w:type="character" w:customStyle="1" w:styleId="BX2KT">
    <w:name w:val="BX2_KT"/>
    <w:rsid w:val="00D95871"/>
    <w:rPr>
      <w:rFonts w:ascii="Arial Narrow" w:eastAsia="SimSun" w:hAnsi="Arial Narrow"/>
      <w:b/>
      <w:i w:val="0"/>
      <w:caps w:val="0"/>
      <w:smallCaps w:val="0"/>
      <w:strike w:val="0"/>
      <w:dstrike w:val="0"/>
      <w:snapToGrid w:val="0"/>
      <w:vanish w:val="0"/>
      <w:color w:val="000000"/>
      <w:spacing w:val="0"/>
      <w:w w:val="107"/>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a7">
    <w:name w:val="annotation text"/>
    <w:basedOn w:val="a2"/>
    <w:semiHidden/>
    <w:rsid w:val="006740ED"/>
    <w:rPr>
      <w:sz w:val="20"/>
      <w:szCs w:val="20"/>
    </w:rPr>
  </w:style>
  <w:style w:type="character" w:customStyle="1" w:styleId="BX2NLNUM">
    <w:name w:val="BX2_NL_NUM"/>
    <w:rsid w:val="00D95871"/>
    <w:rPr>
      <w:rFonts w:ascii="Arial" w:eastAsia="SimSun" w:hAnsi="Arial" w:cs="Arial"/>
      <w:b/>
      <w:i w:val="0"/>
      <w:caps w:val="0"/>
      <w:smallCaps w:val="0"/>
      <w:strike w:val="0"/>
      <w:dstrike w:val="0"/>
      <w:snapToGrid w:val="0"/>
      <w:vanish w:val="0"/>
      <w:color w:val="000000"/>
      <w:spacing w:val="0"/>
      <w:w w:val="97"/>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X2NUM">
    <w:name w:val="BX2_NUM"/>
    <w:rsid w:val="0000515C"/>
    <w:pPr>
      <w:autoSpaceDE w:val="0"/>
      <w:autoSpaceDN w:val="0"/>
      <w:adjustRightInd w:val="0"/>
      <w:spacing w:line="260" w:lineRule="atLeast"/>
      <w:ind w:left="240" w:right="240"/>
    </w:pPr>
    <w:rPr>
      <w:rFonts w:ascii="Arial" w:eastAsia="SimSun" w:hAnsi="Arial" w:cs="Arial"/>
      <w:b/>
      <w:caps/>
      <w:color w:val="000000"/>
      <w:sz w:val="21"/>
      <w:lang w:eastAsia="en-US"/>
    </w:rPr>
  </w:style>
  <w:style w:type="paragraph" w:customStyle="1" w:styleId="BX2TTL">
    <w:name w:val="BX2_TTL"/>
    <w:rsid w:val="0000515C"/>
    <w:pPr>
      <w:pBdr>
        <w:bottom w:val="double" w:sz="4" w:space="1" w:color="auto"/>
      </w:pBdr>
      <w:autoSpaceDE w:val="0"/>
      <w:autoSpaceDN w:val="0"/>
      <w:adjustRightInd w:val="0"/>
      <w:spacing w:before="80" w:after="240" w:line="260" w:lineRule="atLeast"/>
      <w:ind w:left="240" w:right="240"/>
    </w:pPr>
    <w:rPr>
      <w:rFonts w:ascii="Arial" w:eastAsia="SimSun" w:hAnsi="Arial" w:cs="Arial"/>
      <w:b/>
      <w:color w:val="000000"/>
      <w:sz w:val="21"/>
      <w:lang w:eastAsia="en-US"/>
    </w:rPr>
  </w:style>
  <w:style w:type="paragraph" w:customStyle="1" w:styleId="BX2">
    <w:name w:val="BX2"/>
    <w:rsid w:val="0000515C"/>
    <w:pPr>
      <w:autoSpaceDE w:val="0"/>
      <w:autoSpaceDN w:val="0"/>
      <w:adjustRightInd w:val="0"/>
      <w:spacing w:line="220" w:lineRule="atLeast"/>
      <w:ind w:left="240" w:right="240" w:firstLine="480"/>
      <w:jc w:val="both"/>
    </w:pPr>
    <w:rPr>
      <w:rFonts w:ascii="Arial" w:eastAsia="SimSun" w:hAnsi="Arial" w:cs="Arial"/>
      <w:color w:val="000000"/>
      <w:sz w:val="18"/>
      <w:szCs w:val="18"/>
      <w:lang w:eastAsia="en-US"/>
    </w:rPr>
  </w:style>
  <w:style w:type="paragraph" w:customStyle="1" w:styleId="BX3CON">
    <w:name w:val="BX3_CON"/>
    <w:rsid w:val="0000515C"/>
    <w:pPr>
      <w:autoSpaceDE w:val="0"/>
      <w:autoSpaceDN w:val="0"/>
      <w:adjustRightInd w:val="0"/>
      <w:spacing w:line="220" w:lineRule="atLeast"/>
      <w:ind w:left="240" w:right="240"/>
      <w:jc w:val="both"/>
    </w:pPr>
    <w:rPr>
      <w:rFonts w:ascii="Arial" w:eastAsia="SimSun" w:hAnsi="Arial" w:cs="Arial"/>
      <w:color w:val="000000"/>
      <w:sz w:val="18"/>
      <w:szCs w:val="18"/>
      <w:lang w:eastAsia="en-US"/>
    </w:rPr>
  </w:style>
  <w:style w:type="paragraph" w:customStyle="1" w:styleId="BX3FIRST">
    <w:name w:val="BX3_FIRST"/>
    <w:rsid w:val="0000515C"/>
    <w:pPr>
      <w:autoSpaceDE w:val="0"/>
      <w:autoSpaceDN w:val="0"/>
      <w:adjustRightInd w:val="0"/>
      <w:spacing w:line="220" w:lineRule="atLeast"/>
      <w:ind w:left="240" w:right="240"/>
      <w:jc w:val="both"/>
    </w:pPr>
    <w:rPr>
      <w:rFonts w:ascii="Arial" w:eastAsia="SimSun" w:hAnsi="Arial" w:cs="Arial"/>
      <w:color w:val="000000"/>
      <w:sz w:val="18"/>
      <w:szCs w:val="18"/>
      <w:lang w:eastAsia="en-US"/>
    </w:rPr>
  </w:style>
  <w:style w:type="paragraph" w:customStyle="1" w:styleId="BX3H1">
    <w:name w:val="BX3_H1"/>
    <w:rsid w:val="0000515C"/>
    <w:pPr>
      <w:autoSpaceDE w:val="0"/>
      <w:autoSpaceDN w:val="0"/>
      <w:adjustRightInd w:val="0"/>
      <w:spacing w:before="240" w:after="60" w:line="220" w:lineRule="atLeast"/>
      <w:ind w:left="240" w:right="240"/>
    </w:pPr>
    <w:rPr>
      <w:rFonts w:ascii="Arial" w:eastAsia="SimSun" w:hAnsi="Arial" w:cs="Arial"/>
      <w:b/>
      <w:color w:val="000000"/>
      <w:lang w:eastAsia="en-US"/>
    </w:rPr>
  </w:style>
  <w:style w:type="paragraph" w:customStyle="1" w:styleId="BX3H2">
    <w:name w:val="BX3_H2"/>
    <w:rsid w:val="0000515C"/>
    <w:pPr>
      <w:autoSpaceDE w:val="0"/>
      <w:autoSpaceDN w:val="0"/>
      <w:adjustRightInd w:val="0"/>
      <w:spacing w:before="180" w:after="60" w:line="220" w:lineRule="atLeast"/>
      <w:ind w:left="240" w:right="240"/>
    </w:pPr>
    <w:rPr>
      <w:rFonts w:ascii="Arial" w:eastAsia="SimSun" w:hAnsi="Arial" w:cs="Arial"/>
      <w:b/>
      <w:i/>
      <w:color w:val="000000"/>
      <w:sz w:val="18"/>
      <w:szCs w:val="18"/>
      <w:lang w:eastAsia="en-US"/>
    </w:rPr>
  </w:style>
  <w:style w:type="paragraph" w:customStyle="1" w:styleId="BX3H3HEADFIRST">
    <w:name w:val="BX3_H3_HEADFIRST"/>
    <w:rsid w:val="00335424"/>
    <w:pPr>
      <w:autoSpaceDE w:val="0"/>
      <w:autoSpaceDN w:val="0"/>
      <w:adjustRightInd w:val="0"/>
      <w:spacing w:before="180" w:line="220" w:lineRule="atLeast"/>
      <w:jc w:val="both"/>
    </w:pPr>
    <w:rPr>
      <w:rFonts w:ascii="Arial" w:eastAsia="SimSun" w:hAnsi="Arial" w:cs="Arial"/>
      <w:color w:val="000000"/>
      <w:sz w:val="18"/>
      <w:szCs w:val="18"/>
      <w:lang w:eastAsia="en-US"/>
    </w:rPr>
  </w:style>
  <w:style w:type="character" w:customStyle="1" w:styleId="BX3H3">
    <w:name w:val="BX3_H3"/>
    <w:rsid w:val="0025781F"/>
    <w:rPr>
      <w:rFonts w:ascii="Arial" w:hAnsi="Arial" w:cs="Arial"/>
      <w:b/>
      <w:smallCaps/>
      <w:dstrike w:val="0"/>
      <w:color w:val="000000"/>
      <w:spacing w:val="0"/>
      <w:w w:val="100"/>
      <w:kern w:val="0"/>
      <w:position w:val="0"/>
      <w:sz w:val="18"/>
      <w:szCs w:val="18"/>
      <w:u w:val="none"/>
      <w:effect w:val="none"/>
      <w:vertAlign w:val="baseline"/>
      <w:em w:val="none"/>
    </w:rPr>
  </w:style>
  <w:style w:type="paragraph" w:customStyle="1" w:styleId="BX3HEADFIRST">
    <w:name w:val="BX3_HEADFIRST"/>
    <w:rsid w:val="00361BEB"/>
    <w:pPr>
      <w:autoSpaceDE w:val="0"/>
      <w:autoSpaceDN w:val="0"/>
      <w:adjustRightInd w:val="0"/>
      <w:spacing w:line="220" w:lineRule="atLeast"/>
      <w:ind w:left="238" w:right="238"/>
      <w:jc w:val="both"/>
    </w:pPr>
    <w:rPr>
      <w:rFonts w:ascii="Arial" w:eastAsia="SimSun" w:hAnsi="Arial" w:cs="Arial"/>
      <w:color w:val="000000"/>
      <w:sz w:val="18"/>
      <w:szCs w:val="18"/>
      <w:lang w:eastAsia="en-US"/>
    </w:rPr>
  </w:style>
  <w:style w:type="character" w:customStyle="1" w:styleId="BX3KT">
    <w:name w:val="BX3_KT"/>
    <w:rsid w:val="00D95871"/>
    <w:rPr>
      <w:rFonts w:ascii="Arial Narrow" w:eastAsia="SimSun" w:hAnsi="Arial Narrow"/>
      <w:b/>
      <w:i w:val="0"/>
      <w:caps w:val="0"/>
      <w:smallCaps w:val="0"/>
      <w:strike w:val="0"/>
      <w:dstrike w:val="0"/>
      <w:snapToGrid w:val="0"/>
      <w:vanish w:val="0"/>
      <w:color w:val="000000"/>
      <w:spacing w:val="0"/>
      <w:w w:val="107"/>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X3NUM">
    <w:name w:val="BX3_NUM"/>
    <w:rsid w:val="003844E4"/>
    <w:pPr>
      <w:pBdr>
        <w:top w:val="single" w:sz="24" w:space="1" w:color="auto"/>
        <w:bottom w:val="single" w:sz="24" w:space="1" w:color="auto"/>
      </w:pBdr>
      <w:shd w:val="clear" w:color="auto" w:fill="191919"/>
      <w:autoSpaceDE w:val="0"/>
      <w:autoSpaceDN w:val="0"/>
      <w:adjustRightInd w:val="0"/>
      <w:spacing w:after="60" w:line="260" w:lineRule="atLeast"/>
      <w:ind w:left="1800" w:right="1800"/>
      <w:jc w:val="center"/>
    </w:pPr>
    <w:rPr>
      <w:rFonts w:ascii="Arial" w:eastAsia="SimSun" w:hAnsi="Arial" w:cs="Arial"/>
      <w:b/>
      <w:caps/>
      <w:color w:val="FFFFFF"/>
      <w:sz w:val="22"/>
      <w:szCs w:val="22"/>
      <w:lang w:eastAsia="en-US"/>
    </w:rPr>
  </w:style>
  <w:style w:type="paragraph" w:customStyle="1" w:styleId="BX3SUBTTL">
    <w:name w:val="BX3_SUBTTL"/>
    <w:rsid w:val="0000515C"/>
    <w:pPr>
      <w:autoSpaceDE w:val="0"/>
      <w:autoSpaceDN w:val="0"/>
      <w:adjustRightInd w:val="0"/>
      <w:spacing w:after="120" w:line="220" w:lineRule="atLeast"/>
      <w:ind w:left="240" w:right="240"/>
    </w:pPr>
    <w:rPr>
      <w:rFonts w:ascii="Arial" w:eastAsia="SimSun" w:hAnsi="Arial" w:cs="Arial"/>
      <w:b/>
      <w:i/>
      <w:color w:val="000000"/>
      <w:sz w:val="18"/>
      <w:szCs w:val="18"/>
      <w:lang w:eastAsia="en-US"/>
    </w:rPr>
  </w:style>
  <w:style w:type="paragraph" w:customStyle="1" w:styleId="BX3TTL">
    <w:name w:val="BX3_TTL"/>
    <w:rsid w:val="0000515C"/>
    <w:pPr>
      <w:autoSpaceDE w:val="0"/>
      <w:autoSpaceDN w:val="0"/>
      <w:adjustRightInd w:val="0"/>
      <w:spacing w:after="120" w:line="260" w:lineRule="atLeast"/>
      <w:ind w:left="240" w:right="240"/>
      <w:jc w:val="center"/>
    </w:pPr>
    <w:rPr>
      <w:rFonts w:ascii="Arial" w:eastAsia="SimSun" w:hAnsi="Arial" w:cs="Arial"/>
      <w:b/>
      <w:color w:val="000000"/>
      <w:sz w:val="21"/>
      <w:lang w:eastAsia="en-US"/>
    </w:rPr>
  </w:style>
  <w:style w:type="paragraph" w:customStyle="1" w:styleId="BX3">
    <w:name w:val="BX3"/>
    <w:rsid w:val="0000515C"/>
    <w:pPr>
      <w:autoSpaceDE w:val="0"/>
      <w:autoSpaceDN w:val="0"/>
      <w:adjustRightInd w:val="0"/>
      <w:spacing w:line="220" w:lineRule="atLeast"/>
      <w:ind w:left="240" w:right="240" w:firstLine="480"/>
      <w:jc w:val="both"/>
    </w:pPr>
    <w:rPr>
      <w:rFonts w:ascii="Arial" w:eastAsia="SimSun" w:hAnsi="Arial" w:cs="Arial"/>
      <w:color w:val="000000"/>
      <w:sz w:val="18"/>
      <w:szCs w:val="18"/>
      <w:lang w:eastAsia="en-US"/>
    </w:rPr>
  </w:style>
  <w:style w:type="paragraph" w:customStyle="1" w:styleId="BX4FIRST">
    <w:name w:val="BX4_FIRST"/>
    <w:rsid w:val="005D38D5"/>
    <w:pPr>
      <w:autoSpaceDE w:val="0"/>
      <w:autoSpaceDN w:val="0"/>
      <w:adjustRightInd w:val="0"/>
      <w:spacing w:line="480" w:lineRule="auto"/>
      <w:ind w:left="115" w:right="115"/>
      <w:jc w:val="both"/>
    </w:pPr>
    <w:rPr>
      <w:rFonts w:ascii="Arial" w:eastAsia="SimSun" w:hAnsi="Arial" w:cs="Arial"/>
      <w:color w:val="000000"/>
      <w:sz w:val="18"/>
      <w:szCs w:val="18"/>
      <w:lang w:eastAsia="en-US"/>
    </w:rPr>
  </w:style>
  <w:style w:type="paragraph" w:styleId="a8">
    <w:name w:val="annotation subject"/>
    <w:basedOn w:val="a7"/>
    <w:next w:val="a7"/>
    <w:semiHidden/>
    <w:rsid w:val="006740ED"/>
    <w:rPr>
      <w:b/>
      <w:bCs/>
    </w:rPr>
  </w:style>
  <w:style w:type="character" w:customStyle="1" w:styleId="EXMNLNUM">
    <w:name w:val="EXM_NL_NUM"/>
    <w:rsid w:val="006D4CA5"/>
    <w:rPr>
      <w:rFonts w:eastAsia="SimSun"/>
      <w:b/>
      <w:color w:val="000000"/>
      <w:w w:val="99"/>
      <w:lang w:val="en-US" w:eastAsia="en-US" w:bidi="ar-SA"/>
    </w:rPr>
  </w:style>
  <w:style w:type="paragraph" w:customStyle="1" w:styleId="BX4H1">
    <w:name w:val="BX4_H1"/>
    <w:rsid w:val="005D38D5"/>
    <w:pPr>
      <w:autoSpaceDE w:val="0"/>
      <w:autoSpaceDN w:val="0"/>
      <w:adjustRightInd w:val="0"/>
      <w:spacing w:before="240" w:after="60" w:line="480" w:lineRule="auto"/>
      <w:ind w:left="115" w:right="115"/>
    </w:pPr>
    <w:rPr>
      <w:rFonts w:ascii="Arial" w:eastAsia="SimSun" w:hAnsi="Arial" w:cs="Arial"/>
      <w:b/>
      <w:color w:val="000000"/>
      <w:lang w:eastAsia="en-US"/>
    </w:rPr>
  </w:style>
  <w:style w:type="paragraph" w:customStyle="1" w:styleId="BX4H2">
    <w:name w:val="BX4_H2"/>
    <w:rsid w:val="00A93F7B"/>
    <w:pPr>
      <w:autoSpaceDE w:val="0"/>
      <w:autoSpaceDN w:val="0"/>
      <w:adjustRightInd w:val="0"/>
      <w:spacing w:before="180" w:after="60" w:line="220" w:lineRule="atLeast"/>
      <w:ind w:left="120" w:right="120"/>
    </w:pPr>
    <w:rPr>
      <w:rFonts w:ascii="Arial" w:eastAsia="SimSun" w:hAnsi="Arial" w:cs="Arial"/>
      <w:b/>
      <w:i/>
      <w:color w:val="000000"/>
      <w:sz w:val="18"/>
      <w:szCs w:val="18"/>
      <w:lang w:eastAsia="en-US"/>
    </w:rPr>
  </w:style>
  <w:style w:type="paragraph" w:customStyle="1" w:styleId="BX4H3HEADFIRST">
    <w:name w:val="BX4_H3_HEADFIRST"/>
    <w:rsid w:val="00A93F7B"/>
    <w:pPr>
      <w:autoSpaceDE w:val="0"/>
      <w:autoSpaceDN w:val="0"/>
      <w:adjustRightInd w:val="0"/>
      <w:spacing w:before="180" w:line="220" w:lineRule="atLeast"/>
      <w:ind w:left="120" w:right="120"/>
      <w:jc w:val="both"/>
    </w:pPr>
    <w:rPr>
      <w:rFonts w:ascii="Arial" w:eastAsia="SimSun" w:hAnsi="Arial" w:cs="Arial"/>
      <w:color w:val="000000"/>
      <w:sz w:val="18"/>
      <w:szCs w:val="18"/>
      <w:lang w:eastAsia="en-US"/>
    </w:rPr>
  </w:style>
  <w:style w:type="paragraph" w:styleId="a9">
    <w:name w:val="Balloon Text"/>
    <w:basedOn w:val="a2"/>
    <w:semiHidden/>
    <w:rsid w:val="006740ED"/>
    <w:rPr>
      <w:rFonts w:ascii="Tahoma" w:hAnsi="Tahoma" w:cs="Tahoma"/>
      <w:sz w:val="16"/>
      <w:szCs w:val="16"/>
    </w:rPr>
  </w:style>
  <w:style w:type="paragraph" w:customStyle="1" w:styleId="BX4HEADFIRST">
    <w:name w:val="BX4_HEADFIRST"/>
    <w:rsid w:val="00A93F7B"/>
    <w:pPr>
      <w:autoSpaceDE w:val="0"/>
      <w:autoSpaceDN w:val="0"/>
      <w:adjustRightInd w:val="0"/>
      <w:spacing w:line="220" w:lineRule="atLeast"/>
      <w:ind w:left="120" w:right="120"/>
      <w:jc w:val="both"/>
    </w:pPr>
    <w:rPr>
      <w:rFonts w:ascii="Arial" w:eastAsia="SimSun" w:hAnsi="Arial" w:cs="Arial"/>
      <w:color w:val="000000"/>
      <w:sz w:val="18"/>
      <w:szCs w:val="18"/>
      <w:lang w:eastAsia="en-US"/>
    </w:rPr>
  </w:style>
  <w:style w:type="paragraph" w:customStyle="1" w:styleId="BX4NUM">
    <w:name w:val="BX4_NUM"/>
    <w:rsid w:val="00A93F7B"/>
    <w:pPr>
      <w:autoSpaceDE w:val="0"/>
      <w:autoSpaceDN w:val="0"/>
      <w:adjustRightInd w:val="0"/>
      <w:spacing w:after="80" w:line="260" w:lineRule="atLeast"/>
      <w:ind w:left="120" w:right="120"/>
    </w:pPr>
    <w:rPr>
      <w:rFonts w:ascii="Arial" w:eastAsia="SimSun" w:hAnsi="Arial" w:cs="Arial"/>
      <w:b/>
      <w:caps/>
      <w:color w:val="000000"/>
      <w:sz w:val="21"/>
      <w:lang w:eastAsia="en-US"/>
    </w:rPr>
  </w:style>
  <w:style w:type="paragraph" w:customStyle="1" w:styleId="BX4PROBSETSUPTTL">
    <w:name w:val="BX4_PROBSET_SUPTTL"/>
    <w:rsid w:val="00A93F7B"/>
    <w:pPr>
      <w:autoSpaceDE w:val="0"/>
      <w:autoSpaceDN w:val="0"/>
      <w:adjustRightInd w:val="0"/>
      <w:spacing w:before="180" w:after="60" w:line="220" w:lineRule="atLeast"/>
      <w:ind w:left="120" w:right="120"/>
    </w:pPr>
    <w:rPr>
      <w:rFonts w:ascii="Arial" w:eastAsia="SimSun" w:hAnsi="Arial" w:cs="Arial"/>
      <w:b/>
      <w:color w:val="000000"/>
      <w:sz w:val="18"/>
      <w:szCs w:val="18"/>
      <w:lang w:eastAsia="en-US"/>
    </w:rPr>
  </w:style>
  <w:style w:type="paragraph" w:customStyle="1" w:styleId="BX4PUQUOATTRAUNA">
    <w:name w:val="BX4_PUQUO_ATTR_AU_NA"/>
    <w:rsid w:val="00A93F7B"/>
    <w:pPr>
      <w:pBdr>
        <w:bottom w:val="single" w:sz="4" w:space="1" w:color="auto"/>
      </w:pBdr>
      <w:autoSpaceDE w:val="0"/>
      <w:autoSpaceDN w:val="0"/>
      <w:adjustRightInd w:val="0"/>
      <w:spacing w:before="60" w:after="360" w:line="200" w:lineRule="atLeast"/>
      <w:ind w:left="480" w:right="480" w:firstLine="480"/>
      <w:jc w:val="right"/>
    </w:pPr>
    <w:rPr>
      <w:rFonts w:ascii="Arial" w:eastAsia="SimSun" w:hAnsi="Arial" w:cs="Arial"/>
      <w:b/>
      <w:i/>
      <w:color w:val="000000"/>
      <w:sz w:val="14"/>
      <w:szCs w:val="14"/>
      <w:lang w:eastAsia="en-US"/>
    </w:rPr>
  </w:style>
  <w:style w:type="paragraph" w:customStyle="1" w:styleId="BX4PUQUO">
    <w:name w:val="BX4_PUQUO"/>
    <w:rsid w:val="00A93F7B"/>
    <w:pPr>
      <w:pBdr>
        <w:top w:val="single" w:sz="4" w:space="4" w:color="auto"/>
      </w:pBdr>
      <w:autoSpaceDE w:val="0"/>
      <w:autoSpaceDN w:val="0"/>
      <w:adjustRightInd w:val="0"/>
      <w:spacing w:line="200" w:lineRule="atLeast"/>
      <w:ind w:left="480" w:right="480"/>
      <w:jc w:val="both"/>
    </w:pPr>
    <w:rPr>
      <w:rFonts w:ascii="Arial" w:eastAsia="SimSun" w:hAnsi="Arial" w:cs="Arial"/>
      <w:i/>
      <w:color w:val="000000"/>
      <w:sz w:val="16"/>
      <w:szCs w:val="16"/>
      <w:lang w:eastAsia="en-US"/>
    </w:rPr>
  </w:style>
  <w:style w:type="paragraph" w:customStyle="1" w:styleId="BX4SUBTTL">
    <w:name w:val="BX4_SUBTTL"/>
    <w:rsid w:val="00A93F7B"/>
    <w:pPr>
      <w:autoSpaceDE w:val="0"/>
      <w:autoSpaceDN w:val="0"/>
      <w:adjustRightInd w:val="0"/>
      <w:spacing w:after="240" w:line="220" w:lineRule="atLeast"/>
      <w:ind w:left="120" w:right="120"/>
    </w:pPr>
    <w:rPr>
      <w:rFonts w:ascii="Arial" w:eastAsia="SimSun" w:hAnsi="Arial" w:cs="Arial"/>
      <w:b/>
      <w:i/>
      <w:color w:val="000000"/>
      <w:sz w:val="18"/>
      <w:szCs w:val="18"/>
      <w:lang w:eastAsia="en-US"/>
    </w:rPr>
  </w:style>
  <w:style w:type="paragraph" w:customStyle="1" w:styleId="BX4TTL">
    <w:name w:val="BX4_TTL"/>
    <w:rsid w:val="00A93F7B"/>
    <w:pPr>
      <w:pBdr>
        <w:bottom w:val="double" w:sz="4" w:space="1" w:color="auto"/>
      </w:pBdr>
      <w:autoSpaceDE w:val="0"/>
      <w:autoSpaceDN w:val="0"/>
      <w:adjustRightInd w:val="0"/>
      <w:spacing w:line="220" w:lineRule="atLeast"/>
      <w:ind w:left="120" w:right="120"/>
    </w:pPr>
    <w:rPr>
      <w:rFonts w:ascii="Arial" w:eastAsia="SimSun" w:hAnsi="Arial" w:cs="Arial"/>
      <w:b/>
      <w:color w:val="000000"/>
      <w:sz w:val="21"/>
      <w:lang w:eastAsia="en-US"/>
    </w:rPr>
  </w:style>
  <w:style w:type="paragraph" w:customStyle="1" w:styleId="BX5FIRST">
    <w:name w:val="BX5_FIRST"/>
    <w:rsid w:val="0000515C"/>
    <w:pPr>
      <w:autoSpaceDE w:val="0"/>
      <w:autoSpaceDN w:val="0"/>
      <w:adjustRightInd w:val="0"/>
      <w:spacing w:line="220" w:lineRule="atLeast"/>
      <w:ind w:left="240" w:right="240"/>
      <w:jc w:val="both"/>
    </w:pPr>
    <w:rPr>
      <w:rFonts w:eastAsia="SimSun"/>
      <w:color w:val="000000"/>
      <w:sz w:val="18"/>
      <w:szCs w:val="18"/>
      <w:lang w:eastAsia="en-US"/>
    </w:rPr>
  </w:style>
  <w:style w:type="character" w:customStyle="1" w:styleId="BX5GENQNUM">
    <w:name w:val="BX5_GENQ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X5H1">
    <w:name w:val="BX5_H1"/>
    <w:rsid w:val="0000515C"/>
    <w:pPr>
      <w:autoSpaceDE w:val="0"/>
      <w:autoSpaceDN w:val="0"/>
      <w:adjustRightInd w:val="0"/>
      <w:spacing w:before="240" w:after="60" w:line="220" w:lineRule="atLeast"/>
      <w:ind w:left="240" w:right="240"/>
    </w:pPr>
    <w:rPr>
      <w:rFonts w:eastAsia="SimSun"/>
      <w:b/>
      <w:color w:val="000000"/>
      <w:w w:val="101"/>
      <w:lang w:eastAsia="en-US"/>
    </w:rPr>
  </w:style>
  <w:style w:type="paragraph" w:customStyle="1" w:styleId="BX5H2">
    <w:name w:val="BX5_H2"/>
    <w:rsid w:val="0000515C"/>
    <w:pPr>
      <w:autoSpaceDE w:val="0"/>
      <w:autoSpaceDN w:val="0"/>
      <w:adjustRightInd w:val="0"/>
      <w:spacing w:before="180" w:after="60" w:line="220" w:lineRule="atLeast"/>
      <w:ind w:left="240" w:right="240"/>
    </w:pPr>
    <w:rPr>
      <w:rFonts w:eastAsia="SimSun"/>
      <w:b/>
      <w:i/>
      <w:color w:val="000000"/>
      <w:sz w:val="18"/>
      <w:szCs w:val="18"/>
      <w:lang w:eastAsia="en-US"/>
    </w:rPr>
  </w:style>
  <w:style w:type="paragraph" w:customStyle="1" w:styleId="BX5H3HEADFIRST">
    <w:name w:val="BX5_H3_HEADFIRST"/>
    <w:rsid w:val="0000515C"/>
    <w:pPr>
      <w:autoSpaceDE w:val="0"/>
      <w:autoSpaceDN w:val="0"/>
      <w:adjustRightInd w:val="0"/>
      <w:spacing w:before="180" w:line="220" w:lineRule="atLeast"/>
      <w:ind w:left="240" w:right="240"/>
      <w:jc w:val="both"/>
    </w:pPr>
    <w:rPr>
      <w:rFonts w:eastAsia="SimSun"/>
      <w:color w:val="000000"/>
      <w:sz w:val="18"/>
      <w:szCs w:val="18"/>
      <w:lang w:eastAsia="en-US"/>
    </w:rPr>
  </w:style>
  <w:style w:type="character" w:customStyle="1" w:styleId="BX5H3">
    <w:name w:val="BX5_H3"/>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X5HEADFIRST">
    <w:name w:val="BX5_HEADFIRST"/>
    <w:rsid w:val="0000515C"/>
    <w:pPr>
      <w:autoSpaceDE w:val="0"/>
      <w:autoSpaceDN w:val="0"/>
      <w:adjustRightInd w:val="0"/>
      <w:spacing w:line="220" w:lineRule="atLeast"/>
      <w:ind w:left="240" w:right="240"/>
      <w:jc w:val="both"/>
    </w:pPr>
    <w:rPr>
      <w:rFonts w:eastAsia="SimSun"/>
      <w:color w:val="000000"/>
      <w:sz w:val="18"/>
      <w:szCs w:val="18"/>
      <w:lang w:eastAsia="en-US"/>
    </w:rPr>
  </w:style>
  <w:style w:type="paragraph" w:customStyle="1" w:styleId="BX5TTL">
    <w:name w:val="BX5_TTL"/>
    <w:rsid w:val="0000515C"/>
    <w:pPr>
      <w:autoSpaceDE w:val="0"/>
      <w:autoSpaceDN w:val="0"/>
      <w:adjustRightInd w:val="0"/>
      <w:spacing w:after="80" w:line="260" w:lineRule="atLeast"/>
      <w:ind w:left="360" w:right="240"/>
    </w:pPr>
    <w:rPr>
      <w:rFonts w:eastAsia="SimSun"/>
      <w:b/>
      <w:color w:val="000000"/>
      <w:sz w:val="22"/>
      <w:szCs w:val="22"/>
      <w:lang w:eastAsia="en-US"/>
    </w:rPr>
  </w:style>
  <w:style w:type="character" w:styleId="aa">
    <w:name w:val="annotation reference"/>
    <w:semiHidden/>
    <w:rsid w:val="0089094B"/>
    <w:rPr>
      <w:sz w:val="16"/>
      <w:szCs w:val="16"/>
    </w:rPr>
  </w:style>
  <w:style w:type="character" w:customStyle="1" w:styleId="BX5NUM">
    <w:name w:val="BX5_NUM"/>
    <w:rsid w:val="00B925B7"/>
    <w:rPr>
      <w:rFonts w:ascii="Times New Roman" w:hAnsi="Times New Roman" w:cs="Times New Roman"/>
      <w:caps/>
      <w:dstrike w:val="0"/>
      <w:color w:val="000000"/>
      <w:spacing w:val="0"/>
      <w:w w:val="103"/>
      <w:kern w:val="0"/>
      <w:position w:val="0"/>
      <w:sz w:val="24"/>
      <w:szCs w:val="24"/>
      <w:u w:val="none"/>
      <w:effect w:val="none"/>
      <w:vertAlign w:val="baseline"/>
      <w:em w:val="none"/>
    </w:rPr>
  </w:style>
  <w:style w:type="paragraph" w:customStyle="1" w:styleId="BX5PROBSETSUPTTL">
    <w:name w:val="BX5_PROBSET_SUPTTL"/>
    <w:rsid w:val="0000515C"/>
    <w:pPr>
      <w:spacing w:before="180" w:after="60"/>
      <w:ind w:left="240" w:right="240"/>
    </w:pPr>
    <w:rPr>
      <w:rFonts w:eastAsia="SimSun" w:cs="Arial"/>
      <w:b/>
      <w:color w:val="000000"/>
      <w:sz w:val="18"/>
      <w:szCs w:val="18"/>
      <w:lang w:eastAsia="en-US"/>
    </w:rPr>
  </w:style>
  <w:style w:type="paragraph" w:customStyle="1" w:styleId="BX5">
    <w:name w:val="BX5"/>
    <w:rsid w:val="0000515C"/>
    <w:pPr>
      <w:autoSpaceDE w:val="0"/>
      <w:autoSpaceDN w:val="0"/>
      <w:adjustRightInd w:val="0"/>
      <w:spacing w:line="220" w:lineRule="atLeast"/>
      <w:ind w:left="240" w:right="240" w:firstLine="480"/>
    </w:pPr>
    <w:rPr>
      <w:rFonts w:eastAsia="SimSun"/>
      <w:color w:val="000000"/>
      <w:sz w:val="18"/>
      <w:szCs w:val="18"/>
      <w:lang w:eastAsia="en-US"/>
    </w:rPr>
  </w:style>
  <w:style w:type="paragraph" w:customStyle="1" w:styleId="CRSUMNL">
    <w:name w:val="CR_SUM_NL"/>
    <w:rsid w:val="00492F9F"/>
    <w:pPr>
      <w:tabs>
        <w:tab w:val="left" w:pos="3432"/>
        <w:tab w:val="left" w:pos="6864"/>
      </w:tabs>
      <w:spacing w:after="240" w:line="240" w:lineRule="atLeast"/>
      <w:ind w:left="480" w:hanging="220"/>
      <w:contextualSpacing/>
    </w:pPr>
    <w:rPr>
      <w:rFonts w:eastAsia="SimSun"/>
      <w:color w:val="000000"/>
      <w:lang w:eastAsia="en-US"/>
    </w:rPr>
  </w:style>
  <w:style w:type="paragraph" w:customStyle="1" w:styleId="CDTTTL">
    <w:name w:val="CDT_TTL"/>
    <w:rsid w:val="00C22F3D"/>
    <w:pPr>
      <w:autoSpaceDE w:val="0"/>
      <w:autoSpaceDN w:val="0"/>
      <w:adjustRightInd w:val="0"/>
      <w:spacing w:before="240" w:after="120" w:line="240" w:lineRule="atLeast"/>
      <w:ind w:left="480"/>
    </w:pPr>
    <w:rPr>
      <w:rFonts w:ascii="Arial" w:eastAsia="SimSun" w:hAnsi="Arial" w:cs="Arial"/>
      <w:b/>
      <w:color w:val="000000"/>
      <w:lang w:eastAsia="en-US"/>
    </w:rPr>
  </w:style>
  <w:style w:type="paragraph" w:customStyle="1" w:styleId="CFINTROFIRST">
    <w:name w:val="CF_INTRO_FIRST"/>
    <w:rsid w:val="005D38D5"/>
    <w:pPr>
      <w:autoSpaceDE w:val="0"/>
      <w:autoSpaceDN w:val="0"/>
      <w:adjustRightInd w:val="0"/>
      <w:spacing w:line="480" w:lineRule="auto"/>
    </w:pPr>
    <w:rPr>
      <w:rFonts w:ascii="Arial" w:eastAsia="SimSun" w:hAnsi="Arial" w:cs="Arial"/>
      <w:lang w:eastAsia="en-US"/>
    </w:rPr>
  </w:style>
  <w:style w:type="paragraph" w:customStyle="1" w:styleId="CFINTROH1">
    <w:name w:val="CF_INTRO_H1"/>
    <w:link w:val="CFINTROH1Char"/>
    <w:rsid w:val="00BC5493"/>
    <w:pPr>
      <w:suppressAutoHyphens/>
      <w:autoSpaceDE w:val="0"/>
      <w:autoSpaceDN w:val="0"/>
      <w:adjustRightInd w:val="0"/>
      <w:spacing w:before="360" w:after="120" w:line="480" w:lineRule="auto"/>
    </w:pPr>
    <w:rPr>
      <w:rFonts w:ascii="Arial" w:eastAsia="SimSun" w:hAnsi="Arial" w:cs="Arial"/>
      <w:b/>
      <w:caps/>
      <w:color w:val="000000"/>
      <w:szCs w:val="22"/>
      <w:lang w:eastAsia="en-US"/>
    </w:rPr>
  </w:style>
  <w:style w:type="paragraph" w:customStyle="1" w:styleId="CFINTROH2">
    <w:name w:val="CF_INTRO_H2"/>
    <w:rsid w:val="0075547B"/>
    <w:pPr>
      <w:suppressAutoHyphens/>
      <w:autoSpaceDE w:val="0"/>
      <w:autoSpaceDN w:val="0"/>
      <w:adjustRightInd w:val="0"/>
      <w:spacing w:before="240" w:after="120" w:line="240" w:lineRule="atLeast"/>
    </w:pPr>
    <w:rPr>
      <w:rFonts w:ascii="Arial" w:eastAsia="SimSun" w:hAnsi="Arial" w:cs="Arial"/>
      <w:b/>
      <w:color w:val="000000"/>
      <w:szCs w:val="24"/>
      <w:lang w:eastAsia="en-US"/>
    </w:rPr>
  </w:style>
  <w:style w:type="paragraph" w:customStyle="1" w:styleId="CFINTRO">
    <w:name w:val="CF_INTRO"/>
    <w:rsid w:val="00B30C60"/>
    <w:pPr>
      <w:suppressAutoHyphens/>
      <w:autoSpaceDE w:val="0"/>
      <w:autoSpaceDN w:val="0"/>
      <w:adjustRightInd w:val="0"/>
      <w:spacing w:line="276" w:lineRule="auto"/>
      <w:ind w:firstLine="360"/>
    </w:pPr>
    <w:rPr>
      <w:rFonts w:eastAsia="SimSun" w:cs="Arial"/>
      <w:lang w:eastAsia="en-US"/>
    </w:rPr>
  </w:style>
  <w:style w:type="character" w:customStyle="1" w:styleId="CFTOCH1NUM">
    <w:name w:val="CF_TOC_H1_NUM"/>
    <w:rsid w:val="00456761"/>
    <w:rPr>
      <w:rFonts w:ascii="Times New Roman" w:hAnsi="Times New Roman"/>
      <w:dstrike w:val="0"/>
      <w:color w:val="000000"/>
      <w:spacing w:val="0"/>
      <w:w w:val="100"/>
      <w:kern w:val="0"/>
      <w:position w:val="0"/>
      <w:sz w:val="20"/>
      <w:szCs w:val="20"/>
      <w:u w:val="none"/>
      <w:effect w:val="none"/>
      <w:vertAlign w:val="baseline"/>
      <w:em w:val="none"/>
    </w:rPr>
  </w:style>
  <w:style w:type="paragraph" w:customStyle="1" w:styleId="CFTOCH1">
    <w:name w:val="CF_TOC_H1"/>
    <w:rsid w:val="00725AC9"/>
    <w:pPr>
      <w:autoSpaceDE w:val="0"/>
      <w:autoSpaceDN w:val="0"/>
      <w:adjustRightInd w:val="0"/>
      <w:spacing w:before="40" w:line="240" w:lineRule="atLeast"/>
      <w:ind w:left="357" w:hanging="357"/>
    </w:pPr>
    <w:rPr>
      <w:rFonts w:eastAsia="SimSun"/>
      <w:b/>
      <w:lang w:eastAsia="en-US"/>
    </w:rPr>
  </w:style>
  <w:style w:type="paragraph" w:customStyle="1" w:styleId="CFTOCSUPTTL">
    <w:name w:val="CF_TOC_SUPTTL"/>
    <w:rsid w:val="00122D1E"/>
    <w:pPr>
      <w:autoSpaceDE w:val="0"/>
      <w:autoSpaceDN w:val="0"/>
      <w:adjustRightInd w:val="0"/>
      <w:spacing w:after="40" w:line="240" w:lineRule="atLeast"/>
      <w:ind w:left="600" w:hanging="600"/>
    </w:pPr>
    <w:rPr>
      <w:rFonts w:eastAsia="SimSun"/>
      <w:b/>
      <w:color w:val="000000"/>
      <w:sz w:val="22"/>
      <w:szCs w:val="22"/>
      <w:lang w:eastAsia="en-US"/>
    </w:rPr>
  </w:style>
  <w:style w:type="paragraph" w:customStyle="1" w:styleId="CHAPBMCON">
    <w:name w:val="CHAP_BM_CON"/>
    <w:rsid w:val="00FF6E26"/>
    <w:pPr>
      <w:autoSpaceDE w:val="0"/>
      <w:autoSpaceDN w:val="0"/>
      <w:adjustRightInd w:val="0"/>
      <w:spacing w:line="480" w:lineRule="auto"/>
      <w:jc w:val="both"/>
    </w:pPr>
    <w:rPr>
      <w:rFonts w:eastAsia="SimSun"/>
      <w:lang w:eastAsia="en-US"/>
    </w:rPr>
  </w:style>
  <w:style w:type="paragraph" w:customStyle="1" w:styleId="CHAPBM">
    <w:name w:val="CHAP_BM"/>
    <w:link w:val="CHAPBMChar"/>
    <w:rsid w:val="00733756"/>
    <w:pPr>
      <w:suppressAutoHyphens/>
      <w:autoSpaceDE w:val="0"/>
      <w:autoSpaceDN w:val="0"/>
      <w:adjustRightInd w:val="0"/>
      <w:spacing w:line="276" w:lineRule="auto"/>
      <w:ind w:firstLine="475"/>
    </w:pPr>
    <w:rPr>
      <w:rFonts w:eastAsia="SimSun"/>
      <w:lang w:eastAsia="en-US"/>
    </w:rPr>
  </w:style>
  <w:style w:type="paragraph" w:customStyle="1" w:styleId="CHAPSUPTTL">
    <w:name w:val="CHAP_SUPTTL"/>
    <w:rsid w:val="00355B68"/>
    <w:pPr>
      <w:autoSpaceDE w:val="0"/>
      <w:autoSpaceDN w:val="0"/>
      <w:adjustRightInd w:val="0"/>
      <w:jc w:val="center"/>
    </w:pPr>
    <w:rPr>
      <w:rFonts w:ascii="Arial" w:eastAsia="SimSun" w:hAnsi="Arial" w:cs="Arial"/>
      <w:b/>
      <w:caps/>
      <w:color w:val="FFFFFF"/>
      <w:spacing w:val="120"/>
      <w:sz w:val="26"/>
      <w:szCs w:val="26"/>
      <w:lang w:eastAsia="en-US"/>
    </w:rPr>
  </w:style>
  <w:style w:type="paragraph" w:customStyle="1" w:styleId="CHAPSUBTTL">
    <w:name w:val="CHAP_SUBTTL"/>
    <w:rsid w:val="0075547B"/>
    <w:pPr>
      <w:suppressAutoHyphens/>
      <w:autoSpaceDE w:val="0"/>
      <w:autoSpaceDN w:val="0"/>
      <w:adjustRightInd w:val="0"/>
      <w:spacing w:after="900" w:line="480" w:lineRule="atLeast"/>
    </w:pPr>
    <w:rPr>
      <w:rFonts w:eastAsia="SimSun"/>
      <w:color w:val="000000"/>
      <w:sz w:val="40"/>
      <w:szCs w:val="40"/>
      <w:lang w:eastAsia="en-US"/>
    </w:rPr>
  </w:style>
  <w:style w:type="paragraph" w:customStyle="1" w:styleId="CRBIBSETFIRST">
    <w:name w:val="CR_BIBSET_FIRST"/>
    <w:rsid w:val="00523777"/>
    <w:pPr>
      <w:autoSpaceDE w:val="0"/>
      <w:autoSpaceDN w:val="0"/>
      <w:adjustRightInd w:val="0"/>
      <w:spacing w:line="220" w:lineRule="atLeast"/>
      <w:jc w:val="both"/>
    </w:pPr>
    <w:rPr>
      <w:rFonts w:eastAsia="SimSun"/>
      <w:color w:val="000000"/>
      <w:sz w:val="18"/>
      <w:szCs w:val="18"/>
      <w:lang w:eastAsia="en-US"/>
    </w:rPr>
  </w:style>
  <w:style w:type="paragraph" w:customStyle="1" w:styleId="CRBIBSETSUPTTL">
    <w:name w:val="CR_BIBSET_SUPTTL"/>
    <w:rsid w:val="0075547B"/>
    <w:pPr>
      <w:pBdr>
        <w:top w:val="single" w:sz="12" w:space="1" w:color="999999"/>
      </w:pBdr>
      <w:suppressAutoHyphens/>
      <w:autoSpaceDE w:val="0"/>
      <w:autoSpaceDN w:val="0"/>
      <w:adjustRightInd w:val="0"/>
      <w:spacing w:before="480" w:after="180" w:line="280" w:lineRule="atLeast"/>
    </w:pPr>
    <w:rPr>
      <w:rFonts w:ascii="Arial Narrow" w:eastAsia="SimSun" w:hAnsi="Arial Narrow"/>
      <w:b/>
      <w:color w:val="000000"/>
      <w:sz w:val="24"/>
      <w:szCs w:val="24"/>
      <w:lang w:eastAsia="en-US"/>
    </w:rPr>
  </w:style>
  <w:style w:type="paragraph" w:customStyle="1" w:styleId="CRBIBSET">
    <w:name w:val="CR_BIBSET"/>
    <w:rsid w:val="00523777"/>
    <w:pPr>
      <w:autoSpaceDE w:val="0"/>
      <w:autoSpaceDN w:val="0"/>
      <w:adjustRightInd w:val="0"/>
      <w:spacing w:after="120" w:line="220" w:lineRule="atLeast"/>
      <w:ind w:firstLine="480"/>
      <w:jc w:val="both"/>
    </w:pPr>
    <w:rPr>
      <w:rFonts w:eastAsia="SimSun"/>
      <w:color w:val="000000"/>
      <w:sz w:val="18"/>
      <w:szCs w:val="18"/>
      <w:lang w:eastAsia="en-US"/>
    </w:rPr>
  </w:style>
  <w:style w:type="paragraph" w:customStyle="1" w:styleId="CRBIB">
    <w:name w:val="CR_BIB"/>
    <w:rsid w:val="0028277C"/>
    <w:pPr>
      <w:autoSpaceDE w:val="0"/>
      <w:autoSpaceDN w:val="0"/>
      <w:adjustRightInd w:val="0"/>
      <w:spacing w:line="220" w:lineRule="atLeast"/>
      <w:ind w:left="480" w:hanging="480"/>
      <w:jc w:val="both"/>
    </w:pPr>
    <w:rPr>
      <w:rFonts w:eastAsia="SimSun"/>
      <w:color w:val="000000"/>
      <w:sz w:val="18"/>
      <w:szCs w:val="18"/>
      <w:lang w:eastAsia="en-US"/>
    </w:rPr>
  </w:style>
  <w:style w:type="character" w:customStyle="1" w:styleId="CREQNUM">
    <w:name w:val="CR_EQ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GENQCON">
    <w:name w:val="CR_GENQ_CON"/>
    <w:rsid w:val="00667B2C"/>
    <w:pPr>
      <w:autoSpaceDE w:val="0"/>
      <w:autoSpaceDN w:val="0"/>
      <w:adjustRightInd w:val="0"/>
      <w:spacing w:line="220" w:lineRule="atLeast"/>
      <w:ind w:left="300"/>
      <w:jc w:val="both"/>
    </w:pPr>
    <w:rPr>
      <w:rFonts w:eastAsia="SimSun"/>
      <w:color w:val="000000"/>
      <w:sz w:val="18"/>
      <w:szCs w:val="18"/>
      <w:lang w:eastAsia="en-US"/>
    </w:rPr>
  </w:style>
  <w:style w:type="character" w:customStyle="1" w:styleId="CRGENQNUM">
    <w:name w:val="CR_GENQ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HTML">
    <w:name w:val="HTML Acronym"/>
    <w:basedOn w:val="a3"/>
    <w:semiHidden/>
    <w:rsid w:val="006D4CA5"/>
  </w:style>
  <w:style w:type="paragraph" w:customStyle="1" w:styleId="CRGLOSSETSUPTTL">
    <w:name w:val="CR_GLOSSET_SUPTTL"/>
    <w:rsid w:val="004E552E"/>
    <w:pPr>
      <w:pBdr>
        <w:top w:val="single" w:sz="12" w:space="1" w:color="999999"/>
      </w:pBdr>
      <w:autoSpaceDE w:val="0"/>
      <w:autoSpaceDN w:val="0"/>
      <w:adjustRightInd w:val="0"/>
      <w:spacing w:before="480" w:after="180" w:line="280" w:lineRule="atLeast"/>
    </w:pPr>
    <w:rPr>
      <w:rFonts w:ascii="Arial Narrow" w:eastAsia="SimSun" w:hAnsi="Arial Narrow"/>
      <w:b/>
      <w:color w:val="000000"/>
      <w:sz w:val="24"/>
      <w:szCs w:val="24"/>
      <w:lang w:eastAsia="en-US"/>
    </w:rPr>
  </w:style>
  <w:style w:type="paragraph" w:customStyle="1" w:styleId="CRGLOSDEF">
    <w:name w:val="CR_GLOS_DEF"/>
    <w:rsid w:val="004E552E"/>
    <w:pPr>
      <w:autoSpaceDE w:val="0"/>
      <w:autoSpaceDN w:val="0"/>
      <w:adjustRightInd w:val="0"/>
      <w:spacing w:before="40" w:line="240" w:lineRule="atLeast"/>
    </w:pPr>
    <w:rPr>
      <w:rFonts w:eastAsia="SimSun"/>
      <w:color w:val="000000"/>
      <w:lang w:eastAsia="en-US"/>
    </w:rPr>
  </w:style>
  <w:style w:type="character" w:customStyle="1" w:styleId="CRGLOSGT">
    <w:name w:val="CR_GLOS_GT"/>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KTSETSUPTTL">
    <w:name w:val="CR_KTSET_SUPTTL"/>
    <w:rsid w:val="0075547B"/>
    <w:pPr>
      <w:pBdr>
        <w:top w:val="single" w:sz="12" w:space="1" w:color="999999"/>
      </w:pBdr>
      <w:suppressAutoHyphens/>
      <w:autoSpaceDE w:val="0"/>
      <w:autoSpaceDN w:val="0"/>
      <w:adjustRightInd w:val="0"/>
      <w:spacing w:before="480" w:after="180" w:line="280" w:lineRule="atLeast"/>
    </w:pPr>
    <w:rPr>
      <w:rFonts w:ascii="Arial Narrow" w:eastAsia="SimSun" w:hAnsi="Arial Narrow"/>
      <w:b/>
      <w:color w:val="000000"/>
      <w:sz w:val="24"/>
      <w:szCs w:val="24"/>
      <w:lang w:eastAsia="en-US"/>
    </w:rPr>
  </w:style>
  <w:style w:type="character" w:customStyle="1" w:styleId="CRKTPG">
    <w:name w:val="CR_KT_PG"/>
    <w:rsid w:val="00D95871"/>
    <w:rPr>
      <w:rFonts w:ascii="Times New Roman" w:eastAsia="SimSun" w:hAnsi="Times New Roman" w:cs="Times New Roman"/>
      <w:b w:val="0"/>
      <w:i/>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KT">
    <w:name w:val="CR_KT"/>
    <w:rsid w:val="00720055"/>
    <w:pPr>
      <w:autoSpaceDE w:val="0"/>
      <w:autoSpaceDN w:val="0"/>
      <w:adjustRightInd w:val="0"/>
      <w:spacing w:line="240" w:lineRule="atLeast"/>
      <w:ind w:left="240" w:hanging="240"/>
    </w:pPr>
    <w:rPr>
      <w:rFonts w:eastAsia="SimSun"/>
      <w:color w:val="000000"/>
      <w:lang w:eastAsia="en-US"/>
    </w:rPr>
  </w:style>
  <w:style w:type="paragraph" w:customStyle="1" w:styleId="CRMATCHINSTR">
    <w:name w:val="CR_MATCH_INSTR"/>
    <w:rsid w:val="0038457A"/>
    <w:pPr>
      <w:autoSpaceDE w:val="0"/>
      <w:autoSpaceDN w:val="0"/>
      <w:adjustRightInd w:val="0"/>
      <w:spacing w:after="120" w:line="220" w:lineRule="atLeast"/>
      <w:jc w:val="both"/>
    </w:pPr>
    <w:rPr>
      <w:rFonts w:eastAsia="SimSun"/>
      <w:i/>
      <w:color w:val="000000"/>
      <w:sz w:val="18"/>
      <w:szCs w:val="18"/>
      <w:lang w:eastAsia="en-US"/>
    </w:rPr>
  </w:style>
  <w:style w:type="paragraph" w:customStyle="1" w:styleId="CRMATCHTTL">
    <w:name w:val="CR_MATCH_TTL"/>
    <w:rsid w:val="0075547B"/>
    <w:pPr>
      <w:suppressAutoHyphens/>
      <w:autoSpaceDE w:val="0"/>
      <w:autoSpaceDN w:val="0"/>
      <w:adjustRightInd w:val="0"/>
      <w:spacing w:before="360" w:after="120" w:line="220" w:lineRule="atLeast"/>
    </w:pPr>
    <w:rPr>
      <w:rFonts w:ascii="Arial" w:eastAsia="SimSun" w:hAnsi="Arial" w:cs="Arial"/>
      <w:b/>
      <w:caps/>
      <w:color w:val="000000"/>
      <w:lang w:eastAsia="en-US"/>
    </w:rPr>
  </w:style>
  <w:style w:type="paragraph" w:customStyle="1" w:styleId="CRMCQSETINSTR">
    <w:name w:val="CR_MCQSET_INSTR"/>
    <w:rsid w:val="00D95871"/>
    <w:pPr>
      <w:autoSpaceDE w:val="0"/>
      <w:autoSpaceDN w:val="0"/>
      <w:adjustRightInd w:val="0"/>
      <w:spacing w:after="60" w:line="220" w:lineRule="atLeast"/>
      <w:jc w:val="both"/>
    </w:pPr>
    <w:rPr>
      <w:rFonts w:eastAsia="SimSun"/>
      <w:i/>
      <w:color w:val="000000"/>
      <w:w w:val="101"/>
      <w:sz w:val="18"/>
      <w:szCs w:val="24"/>
      <w:lang w:eastAsia="en-US"/>
    </w:rPr>
  </w:style>
  <w:style w:type="paragraph" w:customStyle="1" w:styleId="CRMCQSETTTL">
    <w:name w:val="CR_MCQSET_TTL"/>
    <w:rsid w:val="00913711"/>
    <w:pPr>
      <w:autoSpaceDE w:val="0"/>
      <w:autoSpaceDN w:val="0"/>
      <w:adjustRightInd w:val="0"/>
      <w:spacing w:before="300" w:after="120" w:line="240" w:lineRule="atLeast"/>
    </w:pPr>
    <w:rPr>
      <w:rFonts w:ascii="Arial" w:eastAsia="SimSun" w:hAnsi="Arial" w:cs="Arial"/>
      <w:b/>
      <w:caps/>
      <w:color w:val="000000"/>
      <w:lang w:eastAsia="en-US"/>
    </w:rPr>
  </w:style>
  <w:style w:type="paragraph" w:customStyle="1" w:styleId="CRMCQCON">
    <w:name w:val="CR_MCQ_CON"/>
    <w:rsid w:val="00D95871"/>
    <w:pPr>
      <w:autoSpaceDE w:val="0"/>
      <w:autoSpaceDN w:val="0"/>
      <w:adjustRightInd w:val="0"/>
      <w:spacing w:line="220" w:lineRule="atLeast"/>
      <w:ind w:left="300"/>
      <w:jc w:val="both"/>
    </w:pPr>
    <w:rPr>
      <w:rFonts w:eastAsia="SimSun"/>
      <w:color w:val="000000"/>
      <w:w w:val="101"/>
      <w:sz w:val="18"/>
      <w:szCs w:val="24"/>
      <w:lang w:eastAsia="en-US"/>
    </w:rPr>
  </w:style>
  <w:style w:type="character" w:customStyle="1" w:styleId="CRMCQNUM">
    <w:name w:val="CR_MCQ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PROBSETINSTR">
    <w:name w:val="CR_PROBSET_INSTR"/>
    <w:rsid w:val="00A05BFC"/>
    <w:pPr>
      <w:autoSpaceDE w:val="0"/>
      <w:autoSpaceDN w:val="0"/>
      <w:adjustRightInd w:val="0"/>
      <w:spacing w:after="120" w:line="220" w:lineRule="atLeast"/>
      <w:jc w:val="both"/>
    </w:pPr>
    <w:rPr>
      <w:rFonts w:eastAsia="SimSun"/>
      <w:i/>
      <w:color w:val="000000"/>
      <w:sz w:val="18"/>
      <w:szCs w:val="18"/>
      <w:lang w:eastAsia="en-US"/>
    </w:rPr>
  </w:style>
  <w:style w:type="paragraph" w:customStyle="1" w:styleId="CRPROBSETSUPTTL">
    <w:name w:val="CR_PROBSET_SUPTTL"/>
    <w:rsid w:val="0075547B"/>
    <w:pPr>
      <w:pBdr>
        <w:top w:val="single" w:sz="12" w:space="1" w:color="999999"/>
      </w:pBdr>
      <w:suppressAutoHyphens/>
      <w:autoSpaceDE w:val="0"/>
      <w:autoSpaceDN w:val="0"/>
      <w:adjustRightInd w:val="0"/>
      <w:spacing w:after="180" w:line="280" w:lineRule="atLeast"/>
    </w:pPr>
    <w:rPr>
      <w:rFonts w:ascii="Arial Narrow" w:eastAsia="SimSun" w:hAnsi="Arial Narrow"/>
      <w:b/>
      <w:color w:val="000000"/>
      <w:sz w:val="24"/>
      <w:szCs w:val="24"/>
      <w:lang w:eastAsia="en-US"/>
    </w:rPr>
  </w:style>
  <w:style w:type="paragraph" w:customStyle="1" w:styleId="CRQSETINSTR">
    <w:name w:val="CR_QSET_INSTR"/>
    <w:rsid w:val="0029315C"/>
    <w:pPr>
      <w:autoSpaceDE w:val="0"/>
      <w:autoSpaceDN w:val="0"/>
      <w:adjustRightInd w:val="0"/>
      <w:spacing w:after="60" w:line="220" w:lineRule="atLeast"/>
      <w:jc w:val="both"/>
    </w:pPr>
    <w:rPr>
      <w:rFonts w:eastAsia="SimSun"/>
      <w:i/>
      <w:color w:val="000000"/>
      <w:sz w:val="18"/>
      <w:szCs w:val="18"/>
      <w:lang w:eastAsia="en-US"/>
    </w:rPr>
  </w:style>
  <w:style w:type="paragraph" w:customStyle="1" w:styleId="CRQSETTTL">
    <w:name w:val="CR_QSET_TTL"/>
    <w:rsid w:val="00FA6CE6"/>
    <w:pPr>
      <w:autoSpaceDE w:val="0"/>
      <w:autoSpaceDN w:val="0"/>
      <w:adjustRightInd w:val="0"/>
      <w:spacing w:before="240" w:after="120" w:line="220" w:lineRule="atLeast"/>
    </w:pPr>
    <w:rPr>
      <w:rFonts w:ascii="Arial" w:eastAsia="SimSun" w:hAnsi="Arial" w:cs="Arial"/>
      <w:b/>
      <w:caps/>
      <w:color w:val="000000"/>
      <w:lang w:eastAsia="en-US"/>
    </w:rPr>
  </w:style>
  <w:style w:type="character" w:customStyle="1" w:styleId="CRQNUM">
    <w:name w:val="CR_Q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SUMSETTTL">
    <w:name w:val="CR_SUMSET_TTL"/>
    <w:rsid w:val="00FF6E26"/>
    <w:pPr>
      <w:pBdr>
        <w:top w:val="single" w:sz="12" w:space="1" w:color="999999"/>
      </w:pBdr>
      <w:suppressAutoHyphens/>
      <w:autoSpaceDE w:val="0"/>
      <w:autoSpaceDN w:val="0"/>
      <w:adjustRightInd w:val="0"/>
      <w:spacing w:after="180" w:line="480" w:lineRule="auto"/>
    </w:pPr>
    <w:rPr>
      <w:rFonts w:ascii="Arial Narrow" w:eastAsia="SimSun" w:hAnsi="Arial Narrow"/>
      <w:b/>
      <w:color w:val="000000"/>
      <w:sz w:val="24"/>
      <w:szCs w:val="24"/>
      <w:lang w:eastAsia="en-US"/>
    </w:rPr>
  </w:style>
  <w:style w:type="paragraph" w:customStyle="1" w:styleId="CRSUMCON">
    <w:name w:val="CR_SUM_CON"/>
    <w:rsid w:val="00D95871"/>
    <w:pPr>
      <w:autoSpaceDE w:val="0"/>
      <w:autoSpaceDN w:val="0"/>
      <w:adjustRightInd w:val="0"/>
      <w:spacing w:before="120" w:line="240" w:lineRule="atLeast"/>
      <w:jc w:val="both"/>
    </w:pPr>
    <w:rPr>
      <w:rFonts w:eastAsia="SimSun"/>
      <w:color w:val="000000"/>
      <w:w w:val="101"/>
      <w:szCs w:val="24"/>
      <w:lang w:eastAsia="en-US"/>
    </w:rPr>
  </w:style>
  <w:style w:type="paragraph" w:customStyle="1" w:styleId="CRSUMFIRST">
    <w:name w:val="CR_SUM_FIRST"/>
    <w:rsid w:val="00E41413"/>
    <w:pPr>
      <w:autoSpaceDE w:val="0"/>
      <w:autoSpaceDN w:val="0"/>
      <w:adjustRightInd w:val="0"/>
      <w:spacing w:line="480" w:lineRule="auto"/>
      <w:jc w:val="both"/>
    </w:pPr>
    <w:rPr>
      <w:rFonts w:eastAsia="SimSun"/>
      <w:color w:val="000000"/>
      <w:lang w:eastAsia="en-US"/>
    </w:rPr>
  </w:style>
  <w:style w:type="paragraph" w:customStyle="1" w:styleId="CRSUMH1">
    <w:name w:val="CR_SUM_H1"/>
    <w:rsid w:val="0075547B"/>
    <w:pPr>
      <w:suppressAutoHyphens/>
      <w:autoSpaceDE w:val="0"/>
      <w:autoSpaceDN w:val="0"/>
      <w:adjustRightInd w:val="0"/>
      <w:spacing w:before="180" w:after="120" w:line="240" w:lineRule="atLeast"/>
    </w:pPr>
    <w:rPr>
      <w:rFonts w:ascii="Arial Narrow" w:eastAsia="SimSun" w:hAnsi="Arial Narrow"/>
      <w:b/>
      <w:caps/>
      <w:color w:val="000000"/>
      <w:lang w:eastAsia="en-US"/>
    </w:rPr>
  </w:style>
  <w:style w:type="paragraph" w:customStyle="1" w:styleId="CRSUMHEADFIRST">
    <w:name w:val="CR_SUM_HEADFIRST"/>
    <w:rsid w:val="00A8530F"/>
    <w:pPr>
      <w:autoSpaceDE w:val="0"/>
      <w:autoSpaceDN w:val="0"/>
      <w:adjustRightInd w:val="0"/>
      <w:spacing w:line="240" w:lineRule="atLeast"/>
      <w:jc w:val="both"/>
    </w:pPr>
    <w:rPr>
      <w:rFonts w:eastAsia="SimSun"/>
      <w:color w:val="000000"/>
      <w:lang w:eastAsia="en-US"/>
    </w:rPr>
  </w:style>
  <w:style w:type="character" w:customStyle="1" w:styleId="CRSUMNLNUM">
    <w:name w:val="CR_SUM_NL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SUM">
    <w:name w:val="CR_SUM"/>
    <w:rsid w:val="00C64F07"/>
    <w:pPr>
      <w:autoSpaceDE w:val="0"/>
      <w:autoSpaceDN w:val="0"/>
      <w:adjustRightInd w:val="0"/>
      <w:spacing w:line="240" w:lineRule="atLeast"/>
      <w:ind w:firstLine="480"/>
      <w:jc w:val="both"/>
    </w:pPr>
    <w:rPr>
      <w:rFonts w:eastAsia="SimSun"/>
      <w:color w:val="000000"/>
      <w:lang w:eastAsia="en-US"/>
    </w:rPr>
  </w:style>
  <w:style w:type="paragraph" w:customStyle="1" w:styleId="CRTFQ1">
    <w:name w:val="CR_TFQ1"/>
    <w:rsid w:val="00667B2C"/>
    <w:pPr>
      <w:tabs>
        <w:tab w:val="left" w:pos="300"/>
        <w:tab w:val="left" w:pos="620"/>
      </w:tabs>
      <w:autoSpaceDE w:val="0"/>
      <w:autoSpaceDN w:val="0"/>
      <w:adjustRightInd w:val="0"/>
      <w:spacing w:line="220" w:lineRule="atLeast"/>
      <w:ind w:left="816" w:hanging="816"/>
      <w:jc w:val="both"/>
    </w:pPr>
    <w:rPr>
      <w:rFonts w:eastAsia="SimSun"/>
      <w:color w:val="000000"/>
      <w:sz w:val="18"/>
      <w:szCs w:val="18"/>
      <w:lang w:eastAsia="en-US"/>
    </w:rPr>
  </w:style>
  <w:style w:type="paragraph" w:customStyle="1" w:styleId="CRTFQSETINSTR">
    <w:name w:val="CR_TFQSET_INSTR"/>
    <w:rsid w:val="00FA6CE6"/>
    <w:pPr>
      <w:autoSpaceDE w:val="0"/>
      <w:autoSpaceDN w:val="0"/>
      <w:adjustRightInd w:val="0"/>
      <w:spacing w:after="60" w:line="220" w:lineRule="atLeast"/>
      <w:jc w:val="both"/>
    </w:pPr>
    <w:rPr>
      <w:rFonts w:eastAsia="SimSun"/>
      <w:i/>
      <w:color w:val="000000"/>
      <w:sz w:val="18"/>
      <w:szCs w:val="18"/>
      <w:lang w:eastAsia="en-US"/>
    </w:rPr>
  </w:style>
  <w:style w:type="paragraph" w:customStyle="1" w:styleId="CRTFQSETTTL">
    <w:name w:val="CR_TFQSET_TTL"/>
    <w:rsid w:val="0075547B"/>
    <w:pPr>
      <w:suppressAutoHyphens/>
      <w:autoSpaceDE w:val="0"/>
      <w:autoSpaceDN w:val="0"/>
      <w:adjustRightInd w:val="0"/>
      <w:spacing w:before="360" w:after="120" w:line="220" w:lineRule="atLeast"/>
    </w:pPr>
    <w:rPr>
      <w:rFonts w:ascii="Arial" w:eastAsia="SimSun" w:hAnsi="Arial" w:cs="Arial"/>
      <w:b/>
      <w:caps/>
      <w:color w:val="000000"/>
      <w:lang w:eastAsia="en-US"/>
    </w:rPr>
  </w:style>
  <w:style w:type="character" w:customStyle="1" w:styleId="CRTFQNUM">
    <w:name w:val="CR_TFQ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TFQ">
    <w:name w:val="CR_TFQ"/>
    <w:rsid w:val="00291BF0"/>
    <w:pPr>
      <w:autoSpaceDE w:val="0"/>
      <w:autoSpaceDN w:val="0"/>
      <w:adjustRightInd w:val="0"/>
      <w:spacing w:after="60" w:line="220" w:lineRule="atLeast"/>
      <w:ind w:left="300" w:hanging="300"/>
      <w:jc w:val="both"/>
    </w:pPr>
    <w:rPr>
      <w:rFonts w:eastAsia="SimSun"/>
      <w:color w:val="000000"/>
      <w:sz w:val="18"/>
      <w:szCs w:val="18"/>
      <w:lang w:eastAsia="en-US"/>
    </w:rPr>
  </w:style>
  <w:style w:type="paragraph" w:customStyle="1" w:styleId="CRUNTBLCOLHD">
    <w:name w:val="CR_UNTBL_COLHD"/>
    <w:rsid w:val="001F3F2D"/>
    <w:pPr>
      <w:autoSpaceDE w:val="0"/>
      <w:autoSpaceDN w:val="0"/>
      <w:adjustRightInd w:val="0"/>
      <w:spacing w:line="200" w:lineRule="atLeast"/>
      <w:jc w:val="center"/>
    </w:pPr>
    <w:rPr>
      <w:rFonts w:ascii="Arial" w:eastAsia="SimSun" w:hAnsi="Arial" w:cs="Arial"/>
      <w:b/>
      <w:color w:val="000000"/>
      <w:sz w:val="16"/>
      <w:szCs w:val="16"/>
      <w:lang w:eastAsia="en-US"/>
    </w:rPr>
  </w:style>
  <w:style w:type="paragraph" w:customStyle="1" w:styleId="CRUNTBLTTL">
    <w:name w:val="CR_UNTBL_TTL"/>
    <w:rsid w:val="009E5878"/>
    <w:pPr>
      <w:autoSpaceDE w:val="0"/>
      <w:autoSpaceDN w:val="0"/>
      <w:adjustRightInd w:val="0"/>
      <w:spacing w:before="180" w:after="120" w:line="200" w:lineRule="atLeast"/>
    </w:pPr>
    <w:rPr>
      <w:rFonts w:ascii="Arial" w:eastAsia="SimSun" w:hAnsi="Arial" w:cs="Arial"/>
      <w:b/>
      <w:color w:val="000000"/>
      <w:sz w:val="16"/>
      <w:szCs w:val="16"/>
      <w:lang w:eastAsia="en-US"/>
    </w:rPr>
  </w:style>
  <w:style w:type="paragraph" w:customStyle="1" w:styleId="CRUNTBL">
    <w:name w:val="CR_UNTBL"/>
    <w:rsid w:val="001F3F2D"/>
    <w:pPr>
      <w:autoSpaceDE w:val="0"/>
      <w:autoSpaceDN w:val="0"/>
      <w:adjustRightInd w:val="0"/>
      <w:spacing w:line="200" w:lineRule="atLeast"/>
    </w:pPr>
    <w:rPr>
      <w:rFonts w:ascii="Arial" w:eastAsia="SimSun" w:hAnsi="Arial" w:cs="Arial"/>
      <w:color w:val="000000"/>
      <w:sz w:val="16"/>
      <w:szCs w:val="16"/>
      <w:lang w:eastAsia="en-US"/>
    </w:rPr>
  </w:style>
  <w:style w:type="paragraph" w:customStyle="1" w:styleId="CS1CON">
    <w:name w:val="CS1_CON"/>
    <w:rsid w:val="00FF6E26"/>
    <w:pPr>
      <w:autoSpaceDE w:val="0"/>
      <w:autoSpaceDN w:val="0"/>
      <w:adjustRightInd w:val="0"/>
      <w:spacing w:line="480" w:lineRule="auto"/>
      <w:jc w:val="center"/>
    </w:pPr>
    <w:rPr>
      <w:rFonts w:eastAsia="SimSun"/>
      <w:color w:val="000000"/>
      <w:w w:val="101"/>
      <w:szCs w:val="24"/>
      <w:lang w:eastAsia="en-US"/>
    </w:rPr>
  </w:style>
  <w:style w:type="paragraph" w:customStyle="1" w:styleId="CS1FIRST">
    <w:name w:val="CS1_FIRST"/>
    <w:rsid w:val="00FC5616"/>
    <w:pPr>
      <w:autoSpaceDE w:val="0"/>
      <w:autoSpaceDN w:val="0"/>
      <w:adjustRightInd w:val="0"/>
      <w:spacing w:line="240" w:lineRule="atLeast"/>
      <w:jc w:val="both"/>
    </w:pPr>
    <w:rPr>
      <w:rFonts w:eastAsia="SimSun"/>
      <w:color w:val="000000"/>
      <w:lang w:eastAsia="en-US"/>
    </w:rPr>
  </w:style>
  <w:style w:type="paragraph" w:customStyle="1" w:styleId="CS1H1">
    <w:name w:val="CS1_H1"/>
    <w:rsid w:val="0075547B"/>
    <w:pPr>
      <w:suppressAutoHyphens/>
      <w:autoSpaceDE w:val="0"/>
      <w:autoSpaceDN w:val="0"/>
      <w:adjustRightInd w:val="0"/>
      <w:spacing w:before="240" w:after="120" w:line="240" w:lineRule="atLeast"/>
    </w:pPr>
    <w:rPr>
      <w:rFonts w:eastAsia="SimSun"/>
      <w:b/>
      <w:color w:val="000000"/>
      <w:lang w:eastAsia="en-US"/>
    </w:rPr>
  </w:style>
  <w:style w:type="paragraph" w:customStyle="1" w:styleId="CS1H2">
    <w:name w:val="CS1_H2"/>
    <w:rsid w:val="00D31124"/>
    <w:pPr>
      <w:autoSpaceDE w:val="0"/>
      <w:autoSpaceDN w:val="0"/>
      <w:adjustRightInd w:val="0"/>
      <w:spacing w:before="180" w:after="60" w:line="240" w:lineRule="atLeast"/>
    </w:pPr>
    <w:rPr>
      <w:rFonts w:eastAsia="SimSun"/>
      <w:b/>
      <w:i/>
      <w:color w:val="000000"/>
      <w:lang w:eastAsia="en-US"/>
    </w:rPr>
  </w:style>
  <w:style w:type="paragraph" w:customStyle="1" w:styleId="CS1HEADFIRST">
    <w:name w:val="CS1_HEADFIRST"/>
    <w:rsid w:val="00757C96"/>
    <w:pPr>
      <w:autoSpaceDE w:val="0"/>
      <w:autoSpaceDN w:val="0"/>
      <w:adjustRightInd w:val="0"/>
      <w:spacing w:line="240" w:lineRule="atLeast"/>
      <w:jc w:val="both"/>
    </w:pPr>
    <w:rPr>
      <w:rFonts w:eastAsia="SimSun"/>
      <w:color w:val="000000"/>
      <w:lang w:eastAsia="en-US"/>
    </w:rPr>
  </w:style>
  <w:style w:type="paragraph" w:customStyle="1" w:styleId="CS1SUPTTL">
    <w:name w:val="CS1_SUPTTL"/>
    <w:rsid w:val="0075547B"/>
    <w:pPr>
      <w:pBdr>
        <w:top w:val="single" w:sz="24" w:space="5" w:color="C0C0C0"/>
      </w:pBdr>
      <w:suppressAutoHyphens/>
      <w:autoSpaceDE w:val="0"/>
      <w:autoSpaceDN w:val="0"/>
      <w:adjustRightInd w:val="0"/>
      <w:spacing w:before="360" w:after="120" w:line="280" w:lineRule="atLeast"/>
    </w:pPr>
    <w:rPr>
      <w:rFonts w:ascii="Arial Narrow" w:eastAsia="SimSun" w:hAnsi="Arial Narrow"/>
      <w:b/>
      <w:caps/>
      <w:color w:val="000000"/>
      <w:sz w:val="28"/>
      <w:szCs w:val="28"/>
      <w:lang w:eastAsia="en-US"/>
    </w:rPr>
  </w:style>
  <w:style w:type="paragraph" w:customStyle="1" w:styleId="CS1TTL">
    <w:name w:val="CS1_TTL"/>
    <w:rsid w:val="0075547B"/>
    <w:pPr>
      <w:suppressAutoHyphens/>
      <w:autoSpaceDE w:val="0"/>
      <w:autoSpaceDN w:val="0"/>
      <w:adjustRightInd w:val="0"/>
      <w:spacing w:after="120" w:line="240" w:lineRule="atLeast"/>
    </w:pPr>
    <w:rPr>
      <w:rFonts w:ascii="Arial Narrow" w:eastAsia="SimSun" w:hAnsi="Arial Narrow"/>
      <w:b/>
      <w:color w:val="000000"/>
      <w:sz w:val="22"/>
      <w:szCs w:val="22"/>
      <w:lang w:eastAsia="en-US"/>
    </w:rPr>
  </w:style>
  <w:style w:type="paragraph" w:customStyle="1" w:styleId="CS1">
    <w:name w:val="CS1"/>
    <w:rsid w:val="00FC5616"/>
    <w:pPr>
      <w:autoSpaceDE w:val="0"/>
      <w:autoSpaceDN w:val="0"/>
      <w:adjustRightInd w:val="0"/>
      <w:spacing w:line="240" w:lineRule="atLeast"/>
      <w:ind w:firstLine="480"/>
      <w:jc w:val="both"/>
    </w:pPr>
    <w:rPr>
      <w:rFonts w:eastAsia="SimSun"/>
      <w:color w:val="000000"/>
      <w:lang w:eastAsia="en-US"/>
    </w:rPr>
  </w:style>
  <w:style w:type="paragraph" w:customStyle="1" w:styleId="CS2FIRST">
    <w:name w:val="CS2_FIRST"/>
    <w:rsid w:val="004862F6"/>
    <w:pPr>
      <w:autoSpaceDE w:val="0"/>
      <w:autoSpaceDN w:val="0"/>
      <w:adjustRightInd w:val="0"/>
      <w:spacing w:line="240" w:lineRule="atLeast"/>
      <w:ind w:left="120" w:right="120"/>
      <w:jc w:val="both"/>
    </w:pPr>
    <w:rPr>
      <w:rFonts w:eastAsia="SimSun"/>
      <w:color w:val="000000"/>
      <w:sz w:val="18"/>
      <w:lang w:eastAsia="en-US"/>
    </w:rPr>
  </w:style>
  <w:style w:type="paragraph" w:customStyle="1" w:styleId="CS2H1">
    <w:name w:val="CS2_H1"/>
    <w:rsid w:val="00193389"/>
    <w:pPr>
      <w:autoSpaceDE w:val="0"/>
      <w:autoSpaceDN w:val="0"/>
      <w:adjustRightInd w:val="0"/>
      <w:spacing w:before="240" w:after="120" w:line="240" w:lineRule="atLeast"/>
      <w:ind w:left="120" w:right="120"/>
    </w:pPr>
    <w:rPr>
      <w:rFonts w:eastAsia="SimSun"/>
      <w:b/>
      <w:color w:val="000000"/>
      <w:sz w:val="22"/>
      <w:szCs w:val="22"/>
      <w:lang w:eastAsia="en-US"/>
    </w:rPr>
  </w:style>
  <w:style w:type="paragraph" w:customStyle="1" w:styleId="CS2H2">
    <w:name w:val="CS2_H2"/>
    <w:rsid w:val="00193389"/>
    <w:pPr>
      <w:autoSpaceDE w:val="0"/>
      <w:autoSpaceDN w:val="0"/>
      <w:adjustRightInd w:val="0"/>
      <w:spacing w:before="240" w:after="120" w:line="240" w:lineRule="atLeast"/>
      <w:ind w:left="120" w:right="120"/>
    </w:pPr>
    <w:rPr>
      <w:rFonts w:eastAsia="SimSun"/>
      <w:b/>
      <w:color w:val="000000"/>
      <w:w w:val="101"/>
      <w:sz w:val="18"/>
      <w:szCs w:val="24"/>
      <w:lang w:eastAsia="en-US"/>
    </w:rPr>
  </w:style>
  <w:style w:type="paragraph" w:customStyle="1" w:styleId="CS2HEADFIRST">
    <w:name w:val="CS2_HEADFIRST"/>
    <w:rsid w:val="00193389"/>
    <w:pPr>
      <w:autoSpaceDE w:val="0"/>
      <w:autoSpaceDN w:val="0"/>
      <w:adjustRightInd w:val="0"/>
      <w:spacing w:line="240" w:lineRule="atLeast"/>
      <w:ind w:left="120" w:right="120"/>
      <w:jc w:val="both"/>
    </w:pPr>
    <w:rPr>
      <w:rFonts w:eastAsia="SimSun"/>
      <w:color w:val="000000"/>
      <w:sz w:val="18"/>
      <w:lang w:eastAsia="en-US"/>
    </w:rPr>
  </w:style>
  <w:style w:type="paragraph" w:customStyle="1" w:styleId="CS2SUPTTL">
    <w:name w:val="CS2_SUPTTL"/>
    <w:rsid w:val="00193389"/>
    <w:pPr>
      <w:autoSpaceDE w:val="0"/>
      <w:autoSpaceDN w:val="0"/>
      <w:adjustRightInd w:val="0"/>
      <w:spacing w:after="120" w:line="280" w:lineRule="atLeast"/>
      <w:ind w:left="120" w:right="120"/>
    </w:pPr>
    <w:rPr>
      <w:rFonts w:ascii="Arial Narrow" w:eastAsia="SimSun" w:hAnsi="Arial Narrow"/>
      <w:b/>
      <w:color w:val="000000"/>
      <w:sz w:val="28"/>
      <w:szCs w:val="28"/>
      <w:lang w:eastAsia="en-US"/>
    </w:rPr>
  </w:style>
  <w:style w:type="paragraph" w:customStyle="1" w:styleId="CS2TTL">
    <w:name w:val="CS2_TTL"/>
    <w:rsid w:val="00193389"/>
    <w:pPr>
      <w:autoSpaceDE w:val="0"/>
      <w:autoSpaceDN w:val="0"/>
      <w:adjustRightInd w:val="0"/>
      <w:spacing w:line="240" w:lineRule="atLeast"/>
      <w:ind w:left="120" w:right="120"/>
    </w:pPr>
    <w:rPr>
      <w:rFonts w:ascii="Arial Narrow" w:eastAsia="SimSun" w:hAnsi="Arial Narrow"/>
      <w:b/>
      <w:color w:val="000000"/>
      <w:sz w:val="22"/>
      <w:szCs w:val="22"/>
      <w:lang w:eastAsia="en-US"/>
    </w:rPr>
  </w:style>
  <w:style w:type="paragraph" w:customStyle="1" w:styleId="CS2UNFIGCAP">
    <w:name w:val="CS2_UNFIG_CAP"/>
    <w:rsid w:val="00193389"/>
    <w:pPr>
      <w:autoSpaceDE w:val="0"/>
      <w:autoSpaceDN w:val="0"/>
      <w:adjustRightInd w:val="0"/>
      <w:spacing w:before="120" w:line="200" w:lineRule="atLeast"/>
      <w:ind w:left="120" w:right="120"/>
    </w:pPr>
    <w:rPr>
      <w:rFonts w:ascii="Arial" w:eastAsia="SimSun" w:hAnsi="Arial" w:cs="Arial"/>
      <w:color w:val="000000"/>
      <w:sz w:val="16"/>
      <w:szCs w:val="16"/>
      <w:lang w:eastAsia="en-US"/>
    </w:rPr>
  </w:style>
  <w:style w:type="paragraph" w:customStyle="1" w:styleId="CS2">
    <w:name w:val="CS2"/>
    <w:rsid w:val="004862F6"/>
    <w:pPr>
      <w:autoSpaceDE w:val="0"/>
      <w:autoSpaceDN w:val="0"/>
      <w:adjustRightInd w:val="0"/>
      <w:spacing w:line="240" w:lineRule="atLeast"/>
      <w:ind w:left="120" w:right="120" w:firstLine="480"/>
      <w:jc w:val="both"/>
    </w:pPr>
    <w:rPr>
      <w:rFonts w:eastAsia="SimSun"/>
      <w:color w:val="000000"/>
      <w:sz w:val="18"/>
      <w:lang w:eastAsia="en-US"/>
    </w:rPr>
  </w:style>
  <w:style w:type="character" w:customStyle="1" w:styleId="DLGSPKR">
    <w:name w:val="DLG_SPKR"/>
    <w:rsid w:val="005B07E7"/>
    <w:rPr>
      <w:rFonts w:ascii="Times New Roman" w:hAnsi="Times New Roman" w:cs="Times New Roman"/>
      <w:smallCaps/>
      <w:dstrike w:val="0"/>
      <w:color w:val="000000"/>
      <w:spacing w:val="0"/>
      <w:w w:val="100"/>
      <w:kern w:val="0"/>
      <w:position w:val="0"/>
      <w:sz w:val="20"/>
      <w:szCs w:val="20"/>
      <w:u w:val="none"/>
      <w:effect w:val="none"/>
      <w:vertAlign w:val="baseline"/>
      <w:em w:val="none"/>
    </w:rPr>
  </w:style>
  <w:style w:type="paragraph" w:customStyle="1" w:styleId="DLGTTL">
    <w:name w:val="DLG_TTL"/>
    <w:rsid w:val="00F74BDA"/>
    <w:pPr>
      <w:autoSpaceDE w:val="0"/>
      <w:autoSpaceDN w:val="0"/>
      <w:adjustRightInd w:val="0"/>
      <w:spacing w:before="240" w:after="120" w:line="240" w:lineRule="atLeast"/>
      <w:ind w:firstLine="480"/>
    </w:pPr>
    <w:rPr>
      <w:rFonts w:eastAsia="SimSun"/>
      <w:b/>
      <w:color w:val="000000"/>
      <w:lang w:eastAsia="en-US"/>
    </w:rPr>
  </w:style>
  <w:style w:type="paragraph" w:customStyle="1" w:styleId="DMONLY">
    <w:name w:val="DM_ONLY"/>
    <w:rsid w:val="00D95871"/>
    <w:pPr>
      <w:autoSpaceDE w:val="0"/>
      <w:autoSpaceDN w:val="0"/>
      <w:adjustRightInd w:val="0"/>
      <w:spacing w:before="240" w:after="240" w:line="240" w:lineRule="atLeast"/>
      <w:jc w:val="center"/>
    </w:pPr>
    <w:rPr>
      <w:rFonts w:eastAsia="SimSun"/>
      <w:color w:val="000000"/>
      <w:w w:val="101"/>
      <w:szCs w:val="24"/>
      <w:lang w:eastAsia="en-US"/>
    </w:rPr>
  </w:style>
  <w:style w:type="paragraph" w:customStyle="1" w:styleId="DTFIRST">
    <w:name w:val="DT_FIRST"/>
    <w:rsid w:val="00E83E12"/>
    <w:pPr>
      <w:autoSpaceDE w:val="0"/>
      <w:autoSpaceDN w:val="0"/>
      <w:adjustRightInd w:val="0"/>
      <w:spacing w:line="240" w:lineRule="atLeast"/>
      <w:ind w:left="360" w:right="360"/>
      <w:jc w:val="both"/>
    </w:pPr>
    <w:rPr>
      <w:rFonts w:eastAsia="SimSun"/>
      <w:b/>
      <w:i/>
      <w:color w:val="000000"/>
      <w:lang w:eastAsia="en-US"/>
    </w:rPr>
  </w:style>
  <w:style w:type="paragraph" w:customStyle="1" w:styleId="DTTTL">
    <w:name w:val="DT_TTL"/>
    <w:rsid w:val="00E83E12"/>
    <w:pPr>
      <w:pBdr>
        <w:bottom w:val="single" w:sz="12" w:space="5" w:color="000000"/>
      </w:pBdr>
      <w:autoSpaceDE w:val="0"/>
      <w:autoSpaceDN w:val="0"/>
      <w:adjustRightInd w:val="0"/>
      <w:spacing w:before="360" w:after="180" w:line="240" w:lineRule="atLeast"/>
      <w:ind w:left="240" w:right="240"/>
    </w:pPr>
    <w:rPr>
      <w:rFonts w:ascii="Arial" w:eastAsia="SimSun" w:hAnsi="Arial" w:cs="Arial"/>
      <w:b/>
      <w:caps/>
      <w:color w:val="000000"/>
      <w:lang w:eastAsia="en-US"/>
    </w:rPr>
  </w:style>
  <w:style w:type="paragraph" w:customStyle="1" w:styleId="EXMFIRST">
    <w:name w:val="EXM_FIRST"/>
    <w:rsid w:val="00BD1A3F"/>
    <w:pPr>
      <w:autoSpaceDE w:val="0"/>
      <w:autoSpaceDN w:val="0"/>
      <w:adjustRightInd w:val="0"/>
      <w:spacing w:line="240" w:lineRule="atLeast"/>
      <w:jc w:val="both"/>
    </w:pPr>
    <w:rPr>
      <w:rFonts w:eastAsia="SimSun"/>
      <w:color w:val="000000"/>
      <w:lang w:eastAsia="en-US"/>
    </w:rPr>
  </w:style>
  <w:style w:type="paragraph" w:customStyle="1" w:styleId="EXMH1">
    <w:name w:val="EXM_H1"/>
    <w:rsid w:val="0075547B"/>
    <w:pPr>
      <w:suppressAutoHyphens/>
      <w:autoSpaceDE w:val="0"/>
      <w:autoSpaceDN w:val="0"/>
      <w:adjustRightInd w:val="0"/>
      <w:spacing w:before="180" w:after="60" w:line="240" w:lineRule="atLeast"/>
    </w:pPr>
    <w:rPr>
      <w:rFonts w:eastAsia="SimSun"/>
      <w:b/>
      <w:color w:val="000000"/>
      <w:lang w:eastAsia="en-US"/>
    </w:rPr>
  </w:style>
  <w:style w:type="paragraph" w:customStyle="1" w:styleId="EXMH2">
    <w:name w:val="EXM_H2"/>
    <w:rsid w:val="00206A5C"/>
    <w:pPr>
      <w:autoSpaceDE w:val="0"/>
      <w:autoSpaceDN w:val="0"/>
      <w:adjustRightInd w:val="0"/>
      <w:spacing w:before="180" w:after="60" w:line="240" w:lineRule="atLeast"/>
    </w:pPr>
    <w:rPr>
      <w:rFonts w:eastAsia="SimSun"/>
      <w:i/>
      <w:color w:val="000000"/>
      <w:lang w:eastAsia="en-US"/>
    </w:rPr>
  </w:style>
  <w:style w:type="paragraph" w:customStyle="1" w:styleId="EXMHEADFIRST">
    <w:name w:val="EXM_HEADFIRST"/>
    <w:rsid w:val="00A23189"/>
    <w:pPr>
      <w:autoSpaceDE w:val="0"/>
      <w:autoSpaceDN w:val="0"/>
      <w:adjustRightInd w:val="0"/>
      <w:spacing w:line="240" w:lineRule="atLeast"/>
      <w:jc w:val="both"/>
    </w:pPr>
    <w:rPr>
      <w:rFonts w:eastAsia="SimSun"/>
      <w:color w:val="000000"/>
      <w:lang w:eastAsia="en-US"/>
    </w:rPr>
  </w:style>
  <w:style w:type="character" w:customStyle="1" w:styleId="EXMNUM">
    <w:name w:val="EXM_NUM"/>
    <w:rsid w:val="001E657F"/>
    <w:rPr>
      <w:rFonts w:ascii="Arial" w:eastAsia="SimSun" w:hAnsi="Arial" w:cs="Arial"/>
      <w:i w:val="0"/>
      <w:caps/>
      <w:smallCaps w:val="0"/>
      <w:strike w:val="0"/>
      <w:dstrike w:val="0"/>
      <w:snapToGrid w:val="0"/>
      <w:vanish w:val="0"/>
      <w:color w:val="000000"/>
      <w:spacing w:val="0"/>
      <w:w w:val="108"/>
      <w:kern w:val="0"/>
      <w:position w:val="0"/>
      <w:sz w:val="22"/>
      <w:u w:val="none"/>
      <w:effect w:val="none"/>
      <w:bdr w:val="none" w:sz="0" w:space="0" w:color="auto"/>
      <w:shd w:val="clear" w:color="auto" w:fill="A6A6A6"/>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XMPROBNUM">
    <w:name w:val="EXM_PROB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EXMPROB">
    <w:name w:val="EXM_PROB"/>
    <w:rsid w:val="00434F5F"/>
    <w:pPr>
      <w:autoSpaceDE w:val="0"/>
      <w:autoSpaceDN w:val="0"/>
      <w:adjustRightInd w:val="0"/>
      <w:spacing w:before="180" w:line="240" w:lineRule="atLeast"/>
      <w:ind w:left="240" w:hanging="240"/>
      <w:jc w:val="both"/>
    </w:pPr>
    <w:rPr>
      <w:rFonts w:eastAsia="SimSun"/>
      <w:color w:val="000000"/>
      <w:lang w:eastAsia="en-US"/>
    </w:rPr>
  </w:style>
  <w:style w:type="paragraph" w:customStyle="1" w:styleId="EXMSOLH1">
    <w:name w:val="EXM_SOL_H1"/>
    <w:rsid w:val="0075547B"/>
    <w:pPr>
      <w:suppressAutoHyphens/>
      <w:autoSpaceDE w:val="0"/>
      <w:autoSpaceDN w:val="0"/>
      <w:adjustRightInd w:val="0"/>
      <w:spacing w:before="180" w:after="60" w:line="240" w:lineRule="atLeast"/>
    </w:pPr>
    <w:rPr>
      <w:rFonts w:eastAsia="SimSun"/>
      <w:b/>
      <w:color w:val="000000"/>
      <w:lang w:eastAsia="en-US"/>
    </w:rPr>
  </w:style>
  <w:style w:type="paragraph" w:customStyle="1" w:styleId="EXMSOLHEADFIRST">
    <w:name w:val="EXM_SOL_HEADFIRST"/>
    <w:rsid w:val="00206A5C"/>
    <w:pPr>
      <w:autoSpaceDE w:val="0"/>
      <w:autoSpaceDN w:val="0"/>
      <w:adjustRightInd w:val="0"/>
      <w:spacing w:line="240" w:lineRule="atLeast"/>
      <w:jc w:val="both"/>
    </w:pPr>
    <w:rPr>
      <w:rFonts w:eastAsia="SimSun"/>
      <w:color w:val="000000"/>
      <w:lang w:eastAsia="en-US"/>
    </w:rPr>
  </w:style>
  <w:style w:type="paragraph" w:customStyle="1" w:styleId="EXMSOLTTL">
    <w:name w:val="EXM_SOL_TTL"/>
    <w:rsid w:val="00206A5C"/>
    <w:pPr>
      <w:autoSpaceDE w:val="0"/>
      <w:autoSpaceDN w:val="0"/>
      <w:adjustRightInd w:val="0"/>
      <w:spacing w:before="120" w:after="60" w:line="240" w:lineRule="atLeast"/>
    </w:pPr>
    <w:rPr>
      <w:rFonts w:eastAsia="SimSun"/>
      <w:b/>
      <w:caps/>
      <w:color w:val="000000"/>
      <w:lang w:eastAsia="en-US"/>
    </w:rPr>
  </w:style>
  <w:style w:type="paragraph" w:customStyle="1" w:styleId="EXMSOL">
    <w:name w:val="EXM_SOL"/>
    <w:rsid w:val="00206A5C"/>
    <w:pPr>
      <w:autoSpaceDE w:val="0"/>
      <w:autoSpaceDN w:val="0"/>
      <w:adjustRightInd w:val="0"/>
      <w:spacing w:line="240" w:lineRule="atLeast"/>
      <w:ind w:firstLine="480"/>
      <w:jc w:val="both"/>
    </w:pPr>
    <w:rPr>
      <w:rFonts w:eastAsia="SimSun"/>
      <w:color w:val="000000"/>
      <w:lang w:eastAsia="en-US"/>
    </w:rPr>
  </w:style>
  <w:style w:type="paragraph" w:customStyle="1" w:styleId="EXMTTL">
    <w:name w:val="EXM_TTL"/>
    <w:rsid w:val="00BD1A3F"/>
    <w:pPr>
      <w:pBdr>
        <w:top w:val="single" w:sz="12" w:space="1" w:color="000000"/>
      </w:pBdr>
      <w:autoSpaceDE w:val="0"/>
      <w:autoSpaceDN w:val="0"/>
      <w:adjustRightInd w:val="0"/>
      <w:spacing w:before="360" w:after="180" w:line="240" w:lineRule="atLeast"/>
      <w:ind w:left="1760" w:hanging="1760"/>
    </w:pPr>
    <w:rPr>
      <w:rFonts w:ascii="Arial Narrow" w:eastAsia="SimSun" w:hAnsi="Arial Narrow"/>
      <w:b/>
      <w:color w:val="000000"/>
      <w:sz w:val="22"/>
      <w:szCs w:val="22"/>
      <w:lang w:eastAsia="en-US"/>
    </w:rPr>
  </w:style>
  <w:style w:type="paragraph" w:customStyle="1" w:styleId="EXM">
    <w:name w:val="EXM"/>
    <w:rsid w:val="00BD1A3F"/>
    <w:pPr>
      <w:autoSpaceDE w:val="0"/>
      <w:autoSpaceDN w:val="0"/>
      <w:adjustRightInd w:val="0"/>
      <w:spacing w:line="240" w:lineRule="atLeast"/>
      <w:ind w:firstLine="480"/>
      <w:jc w:val="both"/>
    </w:pPr>
    <w:rPr>
      <w:rFonts w:eastAsia="SimSun"/>
      <w:color w:val="000000"/>
      <w:lang w:eastAsia="en-US"/>
    </w:rPr>
  </w:style>
  <w:style w:type="character" w:customStyle="1" w:styleId="EXTATTRAUAFFIL">
    <w:name w:val="EXT_ATTR_AU_AFFIL"/>
    <w:rsid w:val="00D95871"/>
    <w:rPr>
      <w:rFonts w:ascii="Times New Roman" w:eastAsia="SimSun" w:hAnsi="Times New Roman" w:cs="Times New Roman"/>
      <w:b w:val="0"/>
      <w:i/>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EXTATTRAUNA">
    <w:name w:val="EXT_ATTR_AU_NA"/>
    <w:rsid w:val="0094373D"/>
    <w:pPr>
      <w:autoSpaceDE w:val="0"/>
      <w:autoSpaceDN w:val="0"/>
      <w:adjustRightInd w:val="0"/>
      <w:spacing w:before="60" w:after="240" w:line="240" w:lineRule="atLeast"/>
      <w:ind w:left="480" w:right="480"/>
      <w:jc w:val="right"/>
    </w:pPr>
    <w:rPr>
      <w:rFonts w:eastAsia="SimSun"/>
      <w:smallCaps/>
      <w:color w:val="000000"/>
      <w:lang w:eastAsia="en-US"/>
    </w:rPr>
  </w:style>
  <w:style w:type="paragraph" w:customStyle="1" w:styleId="EXTFIRST">
    <w:name w:val="EXT_FIRST"/>
    <w:rsid w:val="00B30C60"/>
    <w:pPr>
      <w:autoSpaceDE w:val="0"/>
      <w:autoSpaceDN w:val="0"/>
      <w:adjustRightInd w:val="0"/>
      <w:spacing w:before="120" w:after="120" w:line="276" w:lineRule="auto"/>
      <w:ind w:left="482" w:right="482"/>
    </w:pPr>
    <w:rPr>
      <w:rFonts w:eastAsia="SimSun"/>
      <w:color w:val="000000"/>
      <w:lang w:eastAsia="en-US"/>
    </w:rPr>
  </w:style>
  <w:style w:type="character" w:customStyle="1" w:styleId="EXTNLNUM">
    <w:name w:val="EXT_NL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EXTTTL">
    <w:name w:val="EXT_TTL"/>
    <w:rsid w:val="00D95871"/>
    <w:pPr>
      <w:autoSpaceDE w:val="0"/>
      <w:autoSpaceDN w:val="0"/>
      <w:adjustRightInd w:val="0"/>
      <w:spacing w:before="240" w:after="60" w:line="240" w:lineRule="atLeast"/>
      <w:ind w:left="480" w:right="480"/>
    </w:pPr>
    <w:rPr>
      <w:rFonts w:eastAsia="SimSun"/>
      <w:b/>
      <w:smallCaps/>
      <w:color w:val="000000"/>
      <w:szCs w:val="24"/>
      <w:lang w:eastAsia="en-US"/>
    </w:rPr>
  </w:style>
  <w:style w:type="paragraph" w:customStyle="1" w:styleId="FIGCAP">
    <w:name w:val="FIG_CAP"/>
    <w:link w:val="FIGCAPChar"/>
    <w:rsid w:val="00FF6E26"/>
    <w:pPr>
      <w:suppressAutoHyphens/>
      <w:autoSpaceDE w:val="0"/>
      <w:autoSpaceDN w:val="0"/>
      <w:adjustRightInd w:val="0"/>
      <w:spacing w:before="120" w:after="120" w:line="480" w:lineRule="auto"/>
    </w:pPr>
    <w:rPr>
      <w:rFonts w:ascii="Arial" w:eastAsia="SimSun" w:hAnsi="Arial" w:cs="Arial"/>
      <w:w w:val="105"/>
      <w:sz w:val="16"/>
      <w:szCs w:val="16"/>
      <w:lang w:eastAsia="en-US"/>
    </w:rPr>
  </w:style>
  <w:style w:type="character" w:customStyle="1" w:styleId="FIGNUM">
    <w:name w:val="FIG_NUM"/>
    <w:rsid w:val="002B00AF"/>
    <w:rPr>
      <w:rFonts w:ascii="Times New Roman" w:hAnsi="Times New Roman" w:cs="Arial"/>
      <w:b/>
      <w:caps/>
      <w:dstrike w:val="0"/>
      <w:color w:val="auto"/>
      <w:spacing w:val="0"/>
      <w:w w:val="100"/>
      <w:kern w:val="0"/>
      <w:position w:val="0"/>
      <w:sz w:val="16"/>
      <w:szCs w:val="16"/>
      <w:u w:val="none"/>
      <w:effect w:val="none"/>
      <w:vertAlign w:val="baseline"/>
      <w:em w:val="none"/>
    </w:rPr>
  </w:style>
  <w:style w:type="character" w:customStyle="1" w:styleId="FIGSRCSUPTTL">
    <w:name w:val="FIG_SRC_SUPTTL"/>
    <w:rsid w:val="00D95871"/>
    <w:rPr>
      <w:rFonts w:ascii="Arial" w:eastAsia="SimSun" w:hAnsi="Arial" w:cs="Arial"/>
      <w:b w:val="0"/>
      <w:i/>
      <w:caps w:val="0"/>
      <w:smallCaps w:val="0"/>
      <w:strike w:val="0"/>
      <w:dstrike w:val="0"/>
      <w:snapToGrid w:val="0"/>
      <w:vanish w:val="0"/>
      <w:color w:val="000000"/>
      <w:spacing w:val="0"/>
      <w:w w:val="106"/>
      <w:kern w:val="0"/>
      <w:position w:val="0"/>
      <w:sz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FIGSRC">
    <w:name w:val="FIG_SRC"/>
    <w:rsid w:val="00DB79F5"/>
    <w:rPr>
      <w:rFonts w:ascii="Times New Roman" w:hAnsi="Times New Roman" w:cs="Arial"/>
      <w:i/>
      <w:dstrike w:val="0"/>
      <w:color w:val="000000"/>
      <w:spacing w:val="0"/>
      <w:w w:val="105"/>
      <w:kern w:val="0"/>
      <w:position w:val="0"/>
      <w:sz w:val="16"/>
      <w:szCs w:val="16"/>
      <w:u w:val="none"/>
      <w:effect w:val="none"/>
      <w:vertAlign w:val="baseline"/>
      <w:em w:val="none"/>
    </w:rPr>
  </w:style>
  <w:style w:type="paragraph" w:customStyle="1" w:styleId="FN">
    <w:name w:val="FN"/>
    <w:rsid w:val="0025371F"/>
    <w:pPr>
      <w:autoSpaceDE w:val="0"/>
      <w:autoSpaceDN w:val="0"/>
      <w:adjustRightInd w:val="0"/>
      <w:spacing w:line="480" w:lineRule="auto"/>
      <w:ind w:left="360" w:hanging="360"/>
      <w:jc w:val="both"/>
    </w:pPr>
    <w:rPr>
      <w:rFonts w:eastAsia="SimSun"/>
      <w:color w:val="000000"/>
      <w:sz w:val="16"/>
      <w:szCs w:val="16"/>
      <w:lang w:eastAsia="en-US"/>
    </w:rPr>
  </w:style>
  <w:style w:type="paragraph" w:customStyle="1" w:styleId="H1">
    <w:name w:val="H1"/>
    <w:rsid w:val="00C63375"/>
    <w:pPr>
      <w:suppressAutoHyphens/>
      <w:autoSpaceDE w:val="0"/>
      <w:autoSpaceDN w:val="0"/>
      <w:adjustRightInd w:val="0"/>
      <w:spacing w:before="240" w:after="280"/>
    </w:pPr>
    <w:rPr>
      <w:rFonts w:eastAsia="SimSun" w:cs="Arial"/>
      <w:b/>
      <w:color w:val="000000"/>
      <w:sz w:val="24"/>
      <w:szCs w:val="22"/>
      <w:lang w:eastAsia="en-US"/>
    </w:rPr>
  </w:style>
  <w:style w:type="paragraph" w:customStyle="1" w:styleId="H2">
    <w:name w:val="H2"/>
    <w:rsid w:val="00A649CE"/>
    <w:pPr>
      <w:suppressAutoHyphens/>
      <w:autoSpaceDE w:val="0"/>
      <w:autoSpaceDN w:val="0"/>
      <w:adjustRightInd w:val="0"/>
      <w:spacing w:before="240" w:after="120" w:line="480" w:lineRule="auto"/>
    </w:pPr>
    <w:rPr>
      <w:rFonts w:ascii="Arial" w:eastAsia="SimSun" w:hAnsi="Arial" w:cs="Arial"/>
      <w:b/>
      <w:color w:val="000000"/>
      <w:lang w:eastAsia="en-US"/>
    </w:rPr>
  </w:style>
  <w:style w:type="paragraph" w:customStyle="1" w:styleId="H3HEADFIRST">
    <w:name w:val="H3_HEADFIRST"/>
    <w:link w:val="H3HEADFIRSTChar"/>
    <w:rsid w:val="00A649CE"/>
    <w:pPr>
      <w:autoSpaceDE w:val="0"/>
      <w:autoSpaceDN w:val="0"/>
      <w:adjustRightInd w:val="0"/>
      <w:spacing w:before="240" w:line="480" w:lineRule="auto"/>
      <w:jc w:val="both"/>
    </w:pPr>
    <w:rPr>
      <w:rFonts w:eastAsia="SimSun"/>
      <w:lang w:eastAsia="en-US"/>
    </w:rPr>
  </w:style>
  <w:style w:type="character" w:customStyle="1" w:styleId="H3">
    <w:name w:val="H3"/>
    <w:rsid w:val="0018126A"/>
    <w:rPr>
      <w:rFonts w:ascii="Arial" w:hAnsi="Arial" w:cs="Arial"/>
      <w:b/>
      <w:caps/>
      <w:dstrike w:val="0"/>
      <w:color w:val="000000"/>
      <w:spacing w:val="0"/>
      <w:w w:val="100"/>
      <w:kern w:val="0"/>
      <w:position w:val="0"/>
      <w:sz w:val="22"/>
      <w:szCs w:val="17"/>
      <w:u w:val="none"/>
      <w:effect w:val="none"/>
      <w:vertAlign w:val="baseline"/>
      <w:em w:val="none"/>
    </w:rPr>
  </w:style>
  <w:style w:type="paragraph" w:customStyle="1" w:styleId="H4HEADFIRST">
    <w:name w:val="H4_HEADFIRST"/>
    <w:rsid w:val="00A649CE"/>
    <w:pPr>
      <w:autoSpaceDE w:val="0"/>
      <w:autoSpaceDN w:val="0"/>
      <w:adjustRightInd w:val="0"/>
      <w:spacing w:before="120" w:line="480" w:lineRule="auto"/>
      <w:ind w:firstLine="475"/>
      <w:jc w:val="both"/>
    </w:pPr>
    <w:rPr>
      <w:rFonts w:eastAsia="SimSun"/>
      <w:color w:val="000000"/>
      <w:lang w:eastAsia="en-US"/>
    </w:rPr>
  </w:style>
  <w:style w:type="character" w:customStyle="1" w:styleId="H4">
    <w:name w:val="H4"/>
    <w:rsid w:val="00D95871"/>
    <w:rPr>
      <w:rFonts w:ascii="Arial Narrow" w:eastAsia="SimSun" w:hAnsi="Arial Narrow"/>
      <w:b/>
      <w:i w:val="0"/>
      <w:caps w:val="0"/>
      <w:smallCaps w:val="0"/>
      <w:strike w:val="0"/>
      <w:dstrike w:val="0"/>
      <w:snapToGrid w:val="0"/>
      <w:vanish w:val="0"/>
      <w:color w:val="000000"/>
      <w:spacing w:val="0"/>
      <w:w w:val="107"/>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H5HEADFIRST">
    <w:name w:val="H5_HEADFIRST"/>
    <w:rsid w:val="003E73FD"/>
    <w:pPr>
      <w:autoSpaceDE w:val="0"/>
      <w:autoSpaceDN w:val="0"/>
      <w:adjustRightInd w:val="0"/>
      <w:spacing w:before="120" w:line="240" w:lineRule="atLeast"/>
      <w:ind w:firstLine="480"/>
      <w:jc w:val="both"/>
    </w:pPr>
    <w:rPr>
      <w:rFonts w:eastAsia="SimSun"/>
      <w:color w:val="000000"/>
      <w:lang w:eastAsia="en-US"/>
    </w:rPr>
  </w:style>
  <w:style w:type="character" w:customStyle="1" w:styleId="H5">
    <w:name w:val="H5"/>
    <w:rsid w:val="00495E94"/>
    <w:rPr>
      <w:rFonts w:ascii="Times New Roman" w:hAnsi="Times New Roman" w:cs="Times New Roman"/>
      <w:b/>
      <w:dstrike w:val="0"/>
      <w:color w:val="000000"/>
      <w:spacing w:val="0"/>
      <w:w w:val="101"/>
      <w:kern w:val="0"/>
      <w:position w:val="0"/>
      <w:sz w:val="20"/>
      <w:szCs w:val="20"/>
      <w:u w:val="none"/>
      <w:effect w:val="none"/>
      <w:vertAlign w:val="baseline"/>
      <w:em w:val="none"/>
    </w:rPr>
  </w:style>
  <w:style w:type="paragraph" w:customStyle="1" w:styleId="H6HEADFIRST">
    <w:name w:val="H6_HEADFIRST"/>
    <w:rsid w:val="00434770"/>
    <w:pPr>
      <w:autoSpaceDE w:val="0"/>
      <w:autoSpaceDN w:val="0"/>
      <w:adjustRightInd w:val="0"/>
      <w:spacing w:before="120" w:line="240" w:lineRule="atLeast"/>
      <w:ind w:firstLine="480"/>
      <w:jc w:val="both"/>
    </w:pPr>
    <w:rPr>
      <w:rFonts w:eastAsia="SimSun"/>
      <w:color w:val="000000"/>
      <w:lang w:eastAsia="en-US"/>
    </w:rPr>
  </w:style>
  <w:style w:type="character" w:customStyle="1" w:styleId="H6">
    <w:name w:val="H6"/>
    <w:rsid w:val="00D95871"/>
    <w:rPr>
      <w:rFonts w:ascii="Times New Roman" w:eastAsia="SimSun" w:hAnsi="Times New Roman" w:cs="Times New Roman"/>
      <w:b/>
      <w:i/>
      <w:caps w:val="0"/>
      <w:smallCaps w:val="0"/>
      <w:strike w:val="0"/>
      <w:dstrike w:val="0"/>
      <w:snapToGrid w:val="0"/>
      <w:vanish w:val="0"/>
      <w:color w:val="000000"/>
      <w:spacing w:val="0"/>
      <w:w w:val="97"/>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H7HEADFIRST">
    <w:name w:val="H7_HEADFIRST"/>
    <w:rsid w:val="009E41D6"/>
    <w:pPr>
      <w:autoSpaceDE w:val="0"/>
      <w:autoSpaceDN w:val="0"/>
      <w:adjustRightInd w:val="0"/>
      <w:spacing w:before="120" w:line="240" w:lineRule="atLeast"/>
      <w:ind w:firstLine="480"/>
      <w:jc w:val="both"/>
    </w:pPr>
    <w:rPr>
      <w:rFonts w:eastAsia="SimSun"/>
      <w:color w:val="000000"/>
      <w:lang w:eastAsia="en-US"/>
    </w:rPr>
  </w:style>
  <w:style w:type="character" w:customStyle="1" w:styleId="H7">
    <w:name w:val="H7"/>
    <w:rsid w:val="009E41D6"/>
    <w:rPr>
      <w:rFonts w:ascii="Times New Roman" w:hAnsi="Times New Roman" w:cs="Times New Roman"/>
      <w:i/>
      <w:dstrike w:val="0"/>
      <w:color w:val="000000"/>
      <w:spacing w:val="0"/>
      <w:w w:val="100"/>
      <w:kern w:val="0"/>
      <w:position w:val="0"/>
      <w:sz w:val="20"/>
      <w:szCs w:val="20"/>
      <w:u w:val="none"/>
      <w:effect w:val="none"/>
      <w:vertAlign w:val="baseline"/>
      <w:em w:val="none"/>
    </w:rPr>
  </w:style>
  <w:style w:type="paragraph" w:customStyle="1" w:styleId="HEADFIRST">
    <w:name w:val="HEADFIRST"/>
    <w:link w:val="HEADFIRSTChar"/>
    <w:rsid w:val="0016594A"/>
    <w:pPr>
      <w:suppressAutoHyphens/>
      <w:autoSpaceDE w:val="0"/>
      <w:autoSpaceDN w:val="0"/>
      <w:adjustRightInd w:val="0"/>
      <w:spacing w:line="276" w:lineRule="auto"/>
    </w:pPr>
    <w:rPr>
      <w:rFonts w:eastAsia="SimSun"/>
      <w:lang w:eastAsia="en-US"/>
    </w:rPr>
  </w:style>
  <w:style w:type="character" w:customStyle="1" w:styleId="KT">
    <w:name w:val="KT"/>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LITEMTTL">
    <w:name w:val="LL_ITEM_TTL"/>
    <w:rsid w:val="00785F55"/>
    <w:rPr>
      <w:rFonts w:ascii="Times New Roman" w:hAnsi="Times New Roman" w:cs="Times New Roman"/>
      <w:b/>
      <w:i/>
      <w:dstrike w:val="0"/>
      <w:color w:val="000000"/>
      <w:spacing w:val="0"/>
      <w:w w:val="100"/>
      <w:kern w:val="0"/>
      <w:position w:val="0"/>
      <w:sz w:val="20"/>
      <w:szCs w:val="20"/>
      <w:u w:val="none"/>
      <w:effect w:val="none"/>
      <w:vertAlign w:val="baseline"/>
      <w:em w:val="none"/>
    </w:rPr>
  </w:style>
  <w:style w:type="character" w:customStyle="1" w:styleId="LLLTR">
    <w:name w:val="LL_LTR"/>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LLTTL">
    <w:name w:val="LL_TTL"/>
    <w:rsid w:val="00B143B1"/>
    <w:pPr>
      <w:autoSpaceDE w:val="0"/>
      <w:autoSpaceDN w:val="0"/>
      <w:adjustRightInd w:val="0"/>
      <w:spacing w:before="120" w:line="240" w:lineRule="atLeast"/>
    </w:pPr>
    <w:rPr>
      <w:rFonts w:eastAsia="SimSun"/>
      <w:b/>
      <w:color w:val="000000"/>
      <w:lang w:eastAsia="en-US"/>
    </w:rPr>
  </w:style>
  <w:style w:type="character" w:customStyle="1" w:styleId="NLITEMTTL">
    <w:name w:val="NL_ITEM_TTL"/>
    <w:rsid w:val="007C5CD5"/>
    <w:rPr>
      <w:rFonts w:ascii="Times New Roman" w:hAnsi="Times New Roman" w:cs="Times New Roman"/>
      <w:i/>
      <w:dstrike w:val="0"/>
      <w:color w:val="000000"/>
      <w:spacing w:val="0"/>
      <w:w w:val="100"/>
      <w:kern w:val="0"/>
      <w:position w:val="0"/>
      <w:sz w:val="20"/>
      <w:szCs w:val="20"/>
      <w:u w:val="none"/>
      <w:effect w:val="none"/>
      <w:vertAlign w:val="baseline"/>
      <w:em w:val="none"/>
    </w:rPr>
  </w:style>
  <w:style w:type="character" w:customStyle="1" w:styleId="NLNUM">
    <w:name w:val="NL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LTTL">
    <w:name w:val="NL_TTL"/>
    <w:rsid w:val="008A2F98"/>
    <w:pPr>
      <w:autoSpaceDE w:val="0"/>
      <w:autoSpaceDN w:val="0"/>
      <w:adjustRightInd w:val="0"/>
      <w:spacing w:before="120" w:after="120" w:line="240" w:lineRule="atLeast"/>
    </w:pPr>
    <w:rPr>
      <w:rFonts w:eastAsia="SimSun"/>
      <w:b/>
      <w:color w:val="000000"/>
      <w:lang w:eastAsia="en-US"/>
    </w:rPr>
  </w:style>
  <w:style w:type="paragraph" w:customStyle="1" w:styleId="PARTSUPTTL">
    <w:name w:val="PART_SUPTTL"/>
    <w:rsid w:val="00A649CE"/>
    <w:pPr>
      <w:autoSpaceDE w:val="0"/>
      <w:autoSpaceDN w:val="0"/>
      <w:adjustRightInd w:val="0"/>
      <w:spacing w:line="480" w:lineRule="auto"/>
      <w:jc w:val="center"/>
    </w:pPr>
    <w:rPr>
      <w:rFonts w:ascii="Arial" w:eastAsia="SimSun" w:hAnsi="Arial" w:cs="Arial"/>
      <w:b/>
      <w:caps/>
      <w:color w:val="000000"/>
      <w:spacing w:val="260"/>
      <w:sz w:val="26"/>
      <w:szCs w:val="26"/>
      <w:lang w:eastAsia="en-US"/>
    </w:rPr>
  </w:style>
  <w:style w:type="paragraph" w:customStyle="1" w:styleId="PARTNUM">
    <w:name w:val="PART_NUM"/>
    <w:rsid w:val="00A649CE"/>
    <w:pPr>
      <w:spacing w:line="480" w:lineRule="auto"/>
      <w:jc w:val="center"/>
    </w:pPr>
    <w:rPr>
      <w:rFonts w:eastAsia="SimSun" w:cs="Arial"/>
      <w:b/>
      <w:caps/>
      <w:color w:val="000000"/>
      <w:w w:val="75"/>
      <w:sz w:val="240"/>
      <w:szCs w:val="240"/>
      <w:lang w:eastAsia="en-US"/>
    </w:rPr>
  </w:style>
  <w:style w:type="paragraph" w:customStyle="1" w:styleId="PARTSUBTTL">
    <w:name w:val="PART_SUBTTL"/>
    <w:rsid w:val="0075547B"/>
    <w:pPr>
      <w:suppressAutoHyphens/>
      <w:autoSpaceDE w:val="0"/>
      <w:autoSpaceDN w:val="0"/>
      <w:adjustRightInd w:val="0"/>
      <w:spacing w:line="480" w:lineRule="atLeast"/>
      <w:ind w:right="240"/>
      <w:jc w:val="right"/>
    </w:pPr>
    <w:rPr>
      <w:rFonts w:eastAsia="SimSun"/>
      <w:color w:val="000000"/>
      <w:w w:val="108"/>
      <w:sz w:val="36"/>
      <w:szCs w:val="36"/>
      <w:lang w:eastAsia="en-US"/>
    </w:rPr>
  </w:style>
  <w:style w:type="paragraph" w:customStyle="1" w:styleId="PHOCAP">
    <w:name w:val="PHO_CAP"/>
    <w:rsid w:val="00E63EBE"/>
    <w:pPr>
      <w:suppressAutoHyphens/>
      <w:autoSpaceDE w:val="0"/>
      <w:autoSpaceDN w:val="0"/>
      <w:adjustRightInd w:val="0"/>
      <w:spacing w:before="120" w:line="200" w:lineRule="atLeast"/>
    </w:pPr>
    <w:rPr>
      <w:rFonts w:ascii="Arial" w:eastAsia="SimSun" w:hAnsi="Arial" w:cs="Arial"/>
      <w:color w:val="000000"/>
      <w:w w:val="105"/>
      <w:sz w:val="16"/>
      <w:szCs w:val="24"/>
      <w:lang w:eastAsia="en-US"/>
    </w:rPr>
  </w:style>
  <w:style w:type="character" w:customStyle="1" w:styleId="PHOSRCSUPTTL">
    <w:name w:val="PHO_SRC_SUPTTL"/>
    <w:rsid w:val="00D95871"/>
    <w:rPr>
      <w:rFonts w:ascii="Arial" w:eastAsia="SimSun" w:hAnsi="Arial" w:cs="Arial"/>
      <w:b w:val="0"/>
      <w:i/>
      <w:caps w:val="0"/>
      <w:smallCaps w:val="0"/>
      <w:strike w:val="0"/>
      <w:dstrike w:val="0"/>
      <w:snapToGrid w:val="0"/>
      <w:vanish w:val="0"/>
      <w:color w:val="000000"/>
      <w:spacing w:val="0"/>
      <w:w w:val="106"/>
      <w:kern w:val="0"/>
      <w:position w:val="0"/>
      <w:sz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GLOSKT">
    <w:name w:val="GLOS_KT"/>
    <w:rsid w:val="00311A6B"/>
    <w:rPr>
      <w:rFonts w:ascii="Times New Roman" w:hAnsi="Times New Roman"/>
      <w:b/>
      <w:sz w:val="16"/>
      <w:szCs w:val="16"/>
    </w:rPr>
  </w:style>
  <w:style w:type="paragraph" w:customStyle="1" w:styleId="SLLP">
    <w:name w:val="SL_LP"/>
    <w:rsid w:val="00133581"/>
    <w:pPr>
      <w:autoSpaceDE w:val="0"/>
      <w:autoSpaceDN w:val="0"/>
      <w:adjustRightInd w:val="0"/>
      <w:spacing w:line="240" w:lineRule="atLeast"/>
      <w:ind w:left="720" w:firstLine="480"/>
      <w:jc w:val="both"/>
    </w:pPr>
    <w:rPr>
      <w:rFonts w:eastAsia="SimSun"/>
      <w:lang w:eastAsia="en-US"/>
    </w:rPr>
  </w:style>
  <w:style w:type="paragraph" w:customStyle="1" w:styleId="SL">
    <w:name w:val="SL"/>
    <w:rsid w:val="00B01043"/>
    <w:pPr>
      <w:autoSpaceDE w:val="0"/>
      <w:autoSpaceDN w:val="0"/>
      <w:adjustRightInd w:val="0"/>
      <w:spacing w:before="60" w:after="120" w:line="240" w:lineRule="atLeast"/>
      <w:ind w:left="720" w:hanging="641"/>
      <w:contextualSpacing/>
      <w:jc w:val="both"/>
    </w:pPr>
    <w:rPr>
      <w:rFonts w:eastAsia="SimSun"/>
      <w:lang w:eastAsia="en-US"/>
    </w:rPr>
  </w:style>
  <w:style w:type="character" w:customStyle="1" w:styleId="SLITEMTTL">
    <w:name w:val="SL_ITEM_TTL"/>
    <w:rsid w:val="00B01043"/>
    <w:rPr>
      <w:rFonts w:ascii="Times New Roman" w:hAnsi="Times New Roman" w:cs="Times New Roman"/>
      <w:b/>
      <w:dstrike w:val="0"/>
      <w:color w:val="000000"/>
      <w:spacing w:val="0"/>
      <w:w w:val="100"/>
      <w:kern w:val="0"/>
      <w:position w:val="0"/>
      <w:sz w:val="20"/>
      <w:szCs w:val="20"/>
      <w:u w:val="none"/>
      <w:effect w:val="none"/>
      <w:vertAlign w:val="baseline"/>
      <w:em w:val="none"/>
    </w:rPr>
  </w:style>
  <w:style w:type="character" w:customStyle="1" w:styleId="SLNUM">
    <w:name w:val="SL_NUM"/>
    <w:rsid w:val="00D95871"/>
    <w:rPr>
      <w:rFonts w:ascii="Times New Roman" w:eastAsia="SimSun" w:hAnsi="Times New Roman" w:cs="Times New Roman"/>
      <w:b/>
      <w:i w:val="0"/>
      <w:caps w:val="0"/>
      <w:smallCaps w:val="0"/>
      <w:strike w:val="0"/>
      <w:dstrike w:val="0"/>
      <w:snapToGrid w:val="0"/>
      <w:vanish w:val="0"/>
      <w:color w:val="000000"/>
      <w:spacing w:val="0"/>
      <w:w w:val="101"/>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SLTTL">
    <w:name w:val="SL_TTL"/>
    <w:rsid w:val="0075547B"/>
    <w:pPr>
      <w:suppressAutoHyphens/>
      <w:autoSpaceDE w:val="0"/>
      <w:autoSpaceDN w:val="0"/>
      <w:adjustRightInd w:val="0"/>
      <w:spacing w:before="120" w:line="240" w:lineRule="atLeast"/>
    </w:pPr>
    <w:rPr>
      <w:rFonts w:eastAsia="SimSun"/>
      <w:b/>
      <w:color w:val="000000"/>
      <w:lang w:eastAsia="en-US"/>
    </w:rPr>
  </w:style>
  <w:style w:type="paragraph" w:customStyle="1" w:styleId="TBLCOLHD">
    <w:name w:val="TBL_COLHD"/>
    <w:rsid w:val="003E3C67"/>
    <w:pPr>
      <w:autoSpaceDE w:val="0"/>
      <w:autoSpaceDN w:val="0"/>
      <w:adjustRightInd w:val="0"/>
      <w:spacing w:before="40" w:line="480" w:lineRule="auto"/>
      <w:jc w:val="center"/>
    </w:pPr>
    <w:rPr>
      <w:rFonts w:ascii="Arial" w:eastAsia="SimSun" w:hAnsi="Arial" w:cs="Arial"/>
      <w:b/>
      <w:color w:val="000000"/>
      <w:sz w:val="18"/>
      <w:szCs w:val="18"/>
      <w:lang w:eastAsia="en-US"/>
    </w:rPr>
  </w:style>
  <w:style w:type="paragraph" w:customStyle="1" w:styleId="TBLNOTE">
    <w:name w:val="TBL_NOTE"/>
    <w:rsid w:val="00D95871"/>
    <w:pPr>
      <w:autoSpaceDE w:val="0"/>
      <w:autoSpaceDN w:val="0"/>
      <w:adjustRightInd w:val="0"/>
      <w:spacing w:before="40" w:line="200" w:lineRule="atLeast"/>
    </w:pPr>
    <w:rPr>
      <w:rFonts w:eastAsia="SimSun"/>
      <w:color w:val="000000"/>
      <w:w w:val="101"/>
      <w:sz w:val="16"/>
      <w:szCs w:val="24"/>
      <w:lang w:eastAsia="en-US"/>
    </w:rPr>
  </w:style>
  <w:style w:type="character" w:customStyle="1" w:styleId="TBLNUM">
    <w:name w:val="TBL_NUM"/>
    <w:rsid w:val="00662F29"/>
    <w:rPr>
      <w:rFonts w:ascii="Arial" w:eastAsia="SimSun" w:hAnsi="Arial" w:cs="Arial"/>
      <w:i w:val="0"/>
      <w:caps/>
      <w:smallCaps w:val="0"/>
      <w:strike w:val="0"/>
      <w:dstrike w:val="0"/>
      <w:snapToGrid w:val="0"/>
      <w:vanish w:val="0"/>
      <w:color w:val="000000"/>
      <w:spacing w:val="0"/>
      <w:w w:val="108"/>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TBLSRCSUPTTL">
    <w:name w:val="TBL_SRC_SUPTTL"/>
    <w:rsid w:val="00D95871"/>
    <w:rPr>
      <w:rFonts w:ascii="Times New Roman" w:eastAsia="SimSun" w:hAnsi="Times New Roman" w:cs="Times New Roman"/>
      <w:b w:val="0"/>
      <w:i/>
      <w:caps w:val="0"/>
      <w:smallCaps w:val="0"/>
      <w:strike w:val="0"/>
      <w:dstrike w:val="0"/>
      <w:snapToGrid w:val="0"/>
      <w:vanish w:val="0"/>
      <w:color w:val="000000"/>
      <w:spacing w:val="0"/>
      <w:w w:val="101"/>
      <w:kern w:val="0"/>
      <w:position w:val="0"/>
      <w:sz w:val="16"/>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TBLTTL">
    <w:name w:val="TBL_TTL"/>
    <w:rsid w:val="00667F1F"/>
    <w:pPr>
      <w:autoSpaceDE w:val="0"/>
      <w:autoSpaceDN w:val="0"/>
      <w:adjustRightInd w:val="0"/>
      <w:spacing w:after="180" w:line="220" w:lineRule="atLeast"/>
      <w:ind w:left="120"/>
    </w:pPr>
    <w:rPr>
      <w:rFonts w:ascii="Arial" w:eastAsia="SimSun" w:hAnsi="Arial" w:cs="Arial"/>
      <w:b/>
      <w:color w:val="000000"/>
      <w:sz w:val="18"/>
      <w:szCs w:val="18"/>
      <w:lang w:eastAsia="en-US"/>
    </w:rPr>
  </w:style>
  <w:style w:type="paragraph" w:customStyle="1" w:styleId="TBL">
    <w:name w:val="TBL"/>
    <w:rsid w:val="003E3C67"/>
    <w:pPr>
      <w:autoSpaceDE w:val="0"/>
      <w:autoSpaceDN w:val="0"/>
      <w:adjustRightInd w:val="0"/>
      <w:spacing w:before="40" w:line="480" w:lineRule="auto"/>
      <w:ind w:left="115"/>
    </w:pPr>
    <w:rPr>
      <w:rFonts w:ascii="Arial" w:eastAsia="SimSun" w:hAnsi="Arial" w:cs="Arial"/>
      <w:color w:val="000000"/>
      <w:sz w:val="18"/>
      <w:szCs w:val="18"/>
      <w:lang w:eastAsia="en-US"/>
    </w:rPr>
  </w:style>
  <w:style w:type="paragraph" w:customStyle="1" w:styleId="UL">
    <w:name w:val="UL"/>
    <w:rsid w:val="004C7290"/>
    <w:pPr>
      <w:autoSpaceDE w:val="0"/>
      <w:autoSpaceDN w:val="0"/>
      <w:adjustRightInd w:val="0"/>
      <w:spacing w:before="120" w:after="60" w:line="240" w:lineRule="atLeast"/>
      <w:ind w:left="475"/>
      <w:jc w:val="both"/>
    </w:pPr>
    <w:rPr>
      <w:rFonts w:eastAsia="SimSun"/>
      <w:lang w:eastAsia="en-US"/>
    </w:rPr>
  </w:style>
  <w:style w:type="character" w:customStyle="1" w:styleId="ULITEMTTL">
    <w:name w:val="UL_ITEM_TTL"/>
    <w:rsid w:val="00904CBA"/>
    <w:rPr>
      <w:rFonts w:ascii="Times New Roman" w:hAnsi="Times New Roman" w:cs="Times New Roman"/>
      <w:b/>
      <w:i/>
      <w:dstrike w:val="0"/>
      <w:color w:val="000000"/>
      <w:spacing w:val="0"/>
      <w:w w:val="100"/>
      <w:kern w:val="0"/>
      <w:position w:val="0"/>
      <w:sz w:val="20"/>
      <w:szCs w:val="20"/>
      <w:u w:val="none"/>
      <w:effect w:val="none"/>
      <w:vertAlign w:val="baseline"/>
      <w:em w:val="none"/>
    </w:rPr>
  </w:style>
  <w:style w:type="paragraph" w:customStyle="1" w:styleId="ULTTL">
    <w:name w:val="UL_TTL"/>
    <w:rsid w:val="00CC4025"/>
    <w:pPr>
      <w:autoSpaceDE w:val="0"/>
      <w:autoSpaceDN w:val="0"/>
      <w:adjustRightInd w:val="0"/>
      <w:spacing w:before="120" w:line="240" w:lineRule="atLeast"/>
      <w:ind w:left="480"/>
    </w:pPr>
    <w:rPr>
      <w:rFonts w:eastAsia="SimSun"/>
      <w:b/>
      <w:color w:val="000000"/>
      <w:lang w:eastAsia="en-US"/>
    </w:rPr>
  </w:style>
  <w:style w:type="paragraph" w:customStyle="1" w:styleId="UNTBLCOLHD">
    <w:name w:val="UNTBL_COLHD"/>
    <w:rsid w:val="00AE68CE"/>
    <w:pPr>
      <w:autoSpaceDE w:val="0"/>
      <w:autoSpaceDN w:val="0"/>
      <w:adjustRightInd w:val="0"/>
      <w:spacing w:line="220" w:lineRule="atLeast"/>
      <w:ind w:left="120"/>
    </w:pPr>
    <w:rPr>
      <w:rFonts w:ascii="Arial" w:eastAsia="SimSun" w:hAnsi="Arial" w:cs="Arial"/>
      <w:b/>
      <w:color w:val="000000"/>
      <w:sz w:val="18"/>
      <w:szCs w:val="18"/>
      <w:lang w:eastAsia="en-US"/>
    </w:rPr>
  </w:style>
  <w:style w:type="paragraph" w:customStyle="1" w:styleId="UNTBLTTL">
    <w:name w:val="UNTBL_TTL"/>
    <w:rsid w:val="00AE68CE"/>
    <w:pPr>
      <w:autoSpaceDE w:val="0"/>
      <w:autoSpaceDN w:val="0"/>
      <w:adjustRightInd w:val="0"/>
      <w:spacing w:before="360" w:line="220" w:lineRule="atLeast"/>
      <w:ind w:left="120"/>
    </w:pPr>
    <w:rPr>
      <w:rFonts w:ascii="Arial" w:eastAsia="SimSun" w:hAnsi="Arial" w:cs="Arial"/>
      <w:b/>
      <w:color w:val="000000"/>
      <w:sz w:val="18"/>
      <w:szCs w:val="18"/>
      <w:lang w:eastAsia="en-US"/>
    </w:rPr>
  </w:style>
  <w:style w:type="paragraph" w:customStyle="1" w:styleId="UNTBL">
    <w:name w:val="UNTBL"/>
    <w:rsid w:val="00AE68CE"/>
    <w:pPr>
      <w:autoSpaceDE w:val="0"/>
      <w:autoSpaceDN w:val="0"/>
      <w:adjustRightInd w:val="0"/>
      <w:spacing w:line="220" w:lineRule="atLeast"/>
      <w:ind w:left="120"/>
    </w:pPr>
    <w:rPr>
      <w:rFonts w:ascii="Arial" w:eastAsia="SimSun" w:hAnsi="Arial" w:cs="Arial"/>
      <w:color w:val="000000"/>
      <w:sz w:val="18"/>
      <w:szCs w:val="18"/>
      <w:lang w:eastAsia="en-US"/>
    </w:rPr>
  </w:style>
  <w:style w:type="paragraph" w:customStyle="1" w:styleId="artlist">
    <w:name w:val="artlist"/>
    <w:rsid w:val="005D38D5"/>
    <w:pPr>
      <w:autoSpaceDE w:val="0"/>
      <w:autoSpaceDN w:val="0"/>
      <w:adjustRightInd w:val="0"/>
      <w:spacing w:line="480" w:lineRule="auto"/>
      <w:jc w:val="center"/>
    </w:pPr>
    <w:rPr>
      <w:rFonts w:ascii="Courier New" w:eastAsia="SimSun" w:hAnsi="Courier New" w:cs="Courier New"/>
      <w:color w:val="000000"/>
      <w:sz w:val="22"/>
      <w:szCs w:val="24"/>
      <w:lang w:eastAsia="en-US"/>
    </w:rPr>
  </w:style>
  <w:style w:type="character" w:styleId="ab">
    <w:name w:val="Emphasis"/>
    <w:qFormat/>
    <w:rsid w:val="0089094B"/>
    <w:rPr>
      <w:i/>
      <w:iCs/>
    </w:rPr>
  </w:style>
  <w:style w:type="paragraph" w:customStyle="1" w:styleId="CHAPNUM">
    <w:name w:val="CHAP_NUM"/>
    <w:rsid w:val="003E0544"/>
    <w:pPr>
      <w:jc w:val="center"/>
    </w:pPr>
    <w:rPr>
      <w:rFonts w:eastAsia="SimSun" w:cs="Arial"/>
      <w:b/>
      <w:caps/>
      <w:w w:val="75"/>
      <w:sz w:val="28"/>
      <w:szCs w:val="240"/>
      <w:lang w:eastAsia="en-US"/>
    </w:rPr>
  </w:style>
  <w:style w:type="paragraph" w:customStyle="1" w:styleId="LL">
    <w:name w:val="LL"/>
    <w:rsid w:val="00B143B1"/>
    <w:pPr>
      <w:spacing w:before="60" w:after="120" w:line="240" w:lineRule="atLeast"/>
      <w:ind w:left="480" w:hanging="320"/>
      <w:contextualSpacing/>
    </w:pPr>
    <w:rPr>
      <w:lang w:eastAsia="en-US"/>
    </w:rPr>
  </w:style>
  <w:style w:type="paragraph" w:customStyle="1" w:styleId="BX1ULFIRST">
    <w:name w:val="BX1_UL_FIRST"/>
    <w:rsid w:val="0000515C"/>
    <w:pPr>
      <w:autoSpaceDE w:val="0"/>
      <w:autoSpaceDN w:val="0"/>
      <w:adjustRightInd w:val="0"/>
      <w:spacing w:before="60" w:after="60" w:line="220" w:lineRule="atLeast"/>
      <w:ind w:left="720" w:right="240"/>
      <w:contextualSpacing/>
      <w:jc w:val="both"/>
    </w:pPr>
    <w:rPr>
      <w:rFonts w:eastAsia="SimSun"/>
      <w:color w:val="000000"/>
      <w:sz w:val="18"/>
      <w:szCs w:val="18"/>
      <w:lang w:eastAsia="en-US"/>
    </w:rPr>
  </w:style>
  <w:style w:type="paragraph" w:customStyle="1" w:styleId="BX2ULFIRST">
    <w:name w:val="BX2_UL_FIRST"/>
    <w:rsid w:val="0000515C"/>
    <w:pPr>
      <w:autoSpaceDE w:val="0"/>
      <w:autoSpaceDN w:val="0"/>
      <w:adjustRightInd w:val="0"/>
      <w:spacing w:before="120" w:line="220" w:lineRule="atLeast"/>
      <w:ind w:left="720" w:right="240"/>
      <w:jc w:val="both"/>
    </w:pPr>
    <w:rPr>
      <w:rFonts w:ascii="Arial" w:eastAsia="SimSun" w:hAnsi="Arial" w:cs="Arial"/>
      <w:color w:val="000000"/>
      <w:sz w:val="18"/>
      <w:szCs w:val="18"/>
      <w:lang w:eastAsia="en-US"/>
    </w:rPr>
  </w:style>
  <w:style w:type="paragraph" w:customStyle="1" w:styleId="DLG">
    <w:name w:val="DLG"/>
    <w:rsid w:val="007B5C1E"/>
    <w:pPr>
      <w:autoSpaceDE w:val="0"/>
      <w:autoSpaceDN w:val="0"/>
      <w:adjustRightInd w:val="0"/>
      <w:spacing w:after="120" w:line="240" w:lineRule="atLeast"/>
      <w:ind w:left="1080" w:hanging="600"/>
    </w:pPr>
    <w:rPr>
      <w:rFonts w:eastAsia="SimSun"/>
      <w:color w:val="000000"/>
      <w:lang w:eastAsia="en-US"/>
    </w:rPr>
  </w:style>
  <w:style w:type="paragraph" w:customStyle="1" w:styleId="DT">
    <w:name w:val="DT"/>
    <w:rsid w:val="00E83E12"/>
    <w:pPr>
      <w:autoSpaceDE w:val="0"/>
      <w:autoSpaceDN w:val="0"/>
      <w:adjustRightInd w:val="0"/>
      <w:spacing w:line="240" w:lineRule="atLeast"/>
      <w:ind w:left="360" w:right="360" w:firstLine="480"/>
      <w:jc w:val="both"/>
    </w:pPr>
    <w:rPr>
      <w:rFonts w:eastAsia="SimSun"/>
      <w:b/>
      <w:i/>
      <w:color w:val="000000"/>
      <w:lang w:eastAsia="en-US"/>
    </w:rPr>
  </w:style>
  <w:style w:type="paragraph" w:customStyle="1" w:styleId="EXMBLFIRST">
    <w:name w:val="EXM_BL_FIRST"/>
    <w:rsid w:val="00993271"/>
    <w:pPr>
      <w:autoSpaceDE w:val="0"/>
      <w:autoSpaceDN w:val="0"/>
      <w:adjustRightInd w:val="0"/>
      <w:spacing w:before="120" w:line="240" w:lineRule="atLeast"/>
      <w:ind w:left="480" w:hanging="180"/>
      <w:jc w:val="both"/>
    </w:pPr>
    <w:rPr>
      <w:rFonts w:eastAsia="SimSun"/>
      <w:color w:val="000000"/>
      <w:lang w:eastAsia="en-US"/>
    </w:rPr>
  </w:style>
  <w:style w:type="paragraph" w:customStyle="1" w:styleId="EXMDM">
    <w:name w:val="EXM_DM"/>
    <w:rsid w:val="00D25780"/>
    <w:pPr>
      <w:autoSpaceDE w:val="0"/>
      <w:autoSpaceDN w:val="0"/>
      <w:adjustRightInd w:val="0"/>
      <w:spacing w:before="120" w:after="120" w:line="240" w:lineRule="atLeast"/>
      <w:contextualSpacing/>
      <w:jc w:val="center"/>
    </w:pPr>
    <w:rPr>
      <w:rFonts w:eastAsia="SimSun"/>
      <w:color w:val="000000"/>
      <w:lang w:eastAsia="en-US"/>
    </w:rPr>
  </w:style>
  <w:style w:type="paragraph" w:customStyle="1" w:styleId="EXT">
    <w:name w:val="EXT"/>
    <w:rsid w:val="0094373D"/>
    <w:pPr>
      <w:autoSpaceDE w:val="0"/>
      <w:autoSpaceDN w:val="0"/>
      <w:adjustRightInd w:val="0"/>
      <w:spacing w:line="240" w:lineRule="atLeast"/>
      <w:ind w:left="480" w:right="480" w:firstLine="480"/>
      <w:jc w:val="both"/>
    </w:pPr>
    <w:rPr>
      <w:rFonts w:eastAsia="SimSun"/>
      <w:color w:val="000000"/>
      <w:lang w:eastAsia="en-US"/>
    </w:rPr>
  </w:style>
  <w:style w:type="paragraph" w:customStyle="1" w:styleId="WL">
    <w:name w:val="WL"/>
    <w:rsid w:val="00F161FE"/>
    <w:pPr>
      <w:tabs>
        <w:tab w:val="left" w:pos="1260"/>
      </w:tabs>
      <w:autoSpaceDE w:val="0"/>
      <w:autoSpaceDN w:val="0"/>
      <w:adjustRightInd w:val="0"/>
      <w:spacing w:before="120" w:after="120" w:line="240" w:lineRule="atLeast"/>
      <w:ind w:left="480"/>
      <w:contextualSpacing/>
    </w:pPr>
    <w:rPr>
      <w:rFonts w:eastAsia="SimSun"/>
      <w:color w:val="000000"/>
      <w:lang w:eastAsia="en-US"/>
    </w:rPr>
  </w:style>
  <w:style w:type="character" w:customStyle="1" w:styleId="BX2BLLLNUM">
    <w:name w:val="BX2_BL_LL_NUM"/>
    <w:rsid w:val="00B02A64"/>
    <w:rPr>
      <w:rFonts w:ascii="Arial" w:hAnsi="Arial"/>
      <w:b/>
      <w:sz w:val="18"/>
      <w:szCs w:val="18"/>
    </w:rPr>
  </w:style>
  <w:style w:type="paragraph" w:customStyle="1" w:styleId="BLLLFIRST">
    <w:name w:val="BL_LL_FIRST"/>
    <w:rsid w:val="005F398D"/>
    <w:pPr>
      <w:spacing w:before="60" w:line="240" w:lineRule="atLeast"/>
      <w:ind w:left="820" w:hanging="240"/>
    </w:pPr>
    <w:rPr>
      <w:color w:val="000000"/>
      <w:lang w:eastAsia="en-US"/>
    </w:rPr>
  </w:style>
  <w:style w:type="character" w:styleId="ac">
    <w:name w:val="endnote reference"/>
    <w:semiHidden/>
    <w:rsid w:val="0089094B"/>
    <w:rPr>
      <w:vertAlign w:val="superscript"/>
    </w:rPr>
  </w:style>
  <w:style w:type="paragraph" w:customStyle="1" w:styleId="CRDM">
    <w:name w:val="CR_DM"/>
    <w:rsid w:val="00055ACC"/>
    <w:pPr>
      <w:spacing w:before="120" w:after="120" w:line="240" w:lineRule="atLeast"/>
      <w:contextualSpacing/>
      <w:jc w:val="center"/>
    </w:pPr>
    <w:rPr>
      <w:rFonts w:eastAsia="SimSun"/>
      <w:color w:val="000000"/>
      <w:w w:val="101"/>
      <w:sz w:val="18"/>
      <w:szCs w:val="24"/>
      <w:lang w:eastAsia="en-US"/>
    </w:rPr>
  </w:style>
  <w:style w:type="paragraph" w:customStyle="1" w:styleId="CREQ">
    <w:name w:val="CR_EQ"/>
    <w:rsid w:val="00BF3B8B"/>
    <w:pPr>
      <w:tabs>
        <w:tab w:val="left" w:pos="3432"/>
        <w:tab w:val="left" w:pos="6864"/>
      </w:tabs>
      <w:spacing w:before="120" w:after="120" w:line="240" w:lineRule="atLeast"/>
      <w:jc w:val="right"/>
    </w:pPr>
    <w:rPr>
      <w:rFonts w:eastAsia="SimSun"/>
      <w:color w:val="000000"/>
      <w:w w:val="101"/>
      <w:sz w:val="18"/>
      <w:szCs w:val="24"/>
      <w:lang w:eastAsia="en-US"/>
    </w:rPr>
  </w:style>
  <w:style w:type="character" w:styleId="ad">
    <w:name w:val="footnote reference"/>
    <w:semiHidden/>
    <w:rsid w:val="0089094B"/>
    <w:rPr>
      <w:vertAlign w:val="superscript"/>
    </w:rPr>
  </w:style>
  <w:style w:type="character" w:customStyle="1" w:styleId="SLNLNUM">
    <w:name w:val="SL_NL_NUM"/>
    <w:basedOn w:val="a3"/>
    <w:rsid w:val="00D87C3D"/>
  </w:style>
  <w:style w:type="paragraph" w:customStyle="1" w:styleId="CDTFIRST">
    <w:name w:val="CDT_FIRST"/>
    <w:basedOn w:val="a2"/>
    <w:rsid w:val="00E452BC"/>
    <w:pPr>
      <w:spacing w:before="120" w:line="240" w:lineRule="atLeast"/>
      <w:ind w:left="480"/>
    </w:pPr>
    <w:rPr>
      <w:rFonts w:ascii="Courier New" w:hAnsi="Courier New" w:cs="Courier New"/>
      <w:w w:val="100"/>
      <w:sz w:val="18"/>
    </w:rPr>
  </w:style>
  <w:style w:type="paragraph" w:customStyle="1" w:styleId="CDTMID">
    <w:name w:val="CDT_MID"/>
    <w:basedOn w:val="CDTFIRST"/>
    <w:rsid w:val="00463950"/>
    <w:pPr>
      <w:spacing w:before="0"/>
    </w:pPr>
  </w:style>
  <w:style w:type="paragraph" w:customStyle="1" w:styleId="CDTLAST">
    <w:name w:val="CDT_LAST"/>
    <w:basedOn w:val="CDTMID"/>
    <w:rsid w:val="00427F94"/>
    <w:pPr>
      <w:spacing w:after="120"/>
    </w:pPr>
  </w:style>
  <w:style w:type="paragraph" w:customStyle="1" w:styleId="BX3BLFIRST">
    <w:name w:val="BX3_BL_FIRST"/>
    <w:basedOn w:val="a2"/>
    <w:rsid w:val="0000515C"/>
    <w:pPr>
      <w:spacing w:before="120" w:line="220" w:lineRule="atLeast"/>
      <w:ind w:left="701" w:right="240" w:hanging="161"/>
      <w:jc w:val="both"/>
    </w:pPr>
    <w:rPr>
      <w:rFonts w:eastAsia="Times New Roman" w:cs="Times New Roman"/>
      <w:w w:val="100"/>
      <w:sz w:val="18"/>
      <w:szCs w:val="18"/>
    </w:rPr>
  </w:style>
  <w:style w:type="paragraph" w:customStyle="1" w:styleId="BX3BLLAST">
    <w:name w:val="BX3_BL_LAST"/>
    <w:basedOn w:val="BX3BLFIRST"/>
    <w:rsid w:val="00DC30D8"/>
    <w:pPr>
      <w:spacing w:before="0" w:after="120"/>
    </w:pPr>
  </w:style>
  <w:style w:type="paragraph" w:customStyle="1" w:styleId="BX3BLMID">
    <w:name w:val="BX3_BL_MID"/>
    <w:basedOn w:val="a2"/>
    <w:rsid w:val="0000515C"/>
    <w:pPr>
      <w:spacing w:line="220" w:lineRule="atLeast"/>
      <w:ind w:left="701" w:right="240" w:hanging="161"/>
      <w:jc w:val="both"/>
    </w:pPr>
    <w:rPr>
      <w:rFonts w:eastAsia="Times New Roman" w:cs="Times New Roman"/>
      <w:w w:val="100"/>
      <w:sz w:val="18"/>
      <w:szCs w:val="18"/>
    </w:rPr>
  </w:style>
  <w:style w:type="paragraph" w:styleId="ae">
    <w:name w:val="footnote text"/>
    <w:basedOn w:val="a2"/>
    <w:semiHidden/>
    <w:rsid w:val="006F101C"/>
    <w:rPr>
      <w:sz w:val="20"/>
      <w:szCs w:val="20"/>
    </w:rPr>
  </w:style>
  <w:style w:type="paragraph" w:customStyle="1" w:styleId="ULFIRST">
    <w:name w:val="UL_FIRST"/>
    <w:basedOn w:val="UL"/>
    <w:rsid w:val="001B2F2A"/>
    <w:pPr>
      <w:spacing w:after="0"/>
    </w:pPr>
  </w:style>
  <w:style w:type="paragraph" w:customStyle="1" w:styleId="ULMID">
    <w:name w:val="UL_MID"/>
    <w:basedOn w:val="UL"/>
    <w:rsid w:val="001B2F2A"/>
    <w:pPr>
      <w:spacing w:before="0" w:after="0"/>
    </w:pPr>
  </w:style>
  <w:style w:type="paragraph" w:customStyle="1" w:styleId="ULLAST">
    <w:name w:val="UL_LAST"/>
    <w:basedOn w:val="UL"/>
    <w:rsid w:val="00C663D6"/>
    <w:pPr>
      <w:spacing w:before="0" w:after="120"/>
    </w:pPr>
  </w:style>
  <w:style w:type="paragraph" w:customStyle="1" w:styleId="NLFIRST">
    <w:name w:val="NL_FIRST"/>
    <w:basedOn w:val="a2"/>
    <w:rsid w:val="00B30C60"/>
    <w:pPr>
      <w:suppressAutoHyphens/>
      <w:spacing w:before="120" w:line="276" w:lineRule="auto"/>
      <w:ind w:left="360" w:hanging="360"/>
      <w:contextualSpacing/>
    </w:pPr>
    <w:rPr>
      <w:rFonts w:ascii="Times New Roman" w:eastAsia="Times New Roman" w:hAnsi="Times New Roman" w:cs="Times New Roman"/>
      <w:color w:val="auto"/>
      <w:w w:val="100"/>
      <w:sz w:val="20"/>
      <w:szCs w:val="20"/>
    </w:rPr>
  </w:style>
  <w:style w:type="paragraph" w:customStyle="1" w:styleId="NLLAST">
    <w:name w:val="NL_LAST"/>
    <w:basedOn w:val="NLFIRST"/>
    <w:rsid w:val="0023458A"/>
    <w:pPr>
      <w:spacing w:before="0" w:after="120"/>
      <w:contextualSpacing w:val="0"/>
    </w:pPr>
  </w:style>
  <w:style w:type="paragraph" w:customStyle="1" w:styleId="NLBLFIRST">
    <w:name w:val="NL_BL_FIRST"/>
    <w:basedOn w:val="a2"/>
    <w:rsid w:val="0023458A"/>
    <w:pPr>
      <w:suppressAutoHyphens/>
      <w:spacing w:line="276" w:lineRule="auto"/>
      <w:ind w:left="660" w:hanging="180"/>
    </w:pPr>
    <w:rPr>
      <w:rFonts w:ascii="Times New Roman" w:hAnsi="Times New Roman" w:cs="Times New Roman"/>
      <w:color w:val="auto"/>
      <w:w w:val="100"/>
      <w:sz w:val="20"/>
      <w:szCs w:val="20"/>
    </w:rPr>
  </w:style>
  <w:style w:type="paragraph" w:customStyle="1" w:styleId="NLBLMID">
    <w:name w:val="NL_BL_MID"/>
    <w:basedOn w:val="NLBLFIRST"/>
    <w:rsid w:val="00733756"/>
  </w:style>
  <w:style w:type="paragraph" w:customStyle="1" w:styleId="NLBLLAST">
    <w:name w:val="NL_BL_LAST"/>
    <w:basedOn w:val="a2"/>
    <w:rsid w:val="00B30C60"/>
    <w:pPr>
      <w:suppressAutoHyphens/>
      <w:spacing w:after="240" w:line="276" w:lineRule="auto"/>
      <w:ind w:left="660" w:hanging="180"/>
      <w:contextualSpacing/>
    </w:pPr>
    <w:rPr>
      <w:rFonts w:ascii="Times New Roman" w:hAnsi="Times New Roman" w:cs="Times New Roman"/>
      <w:color w:val="auto"/>
      <w:w w:val="100"/>
      <w:sz w:val="20"/>
      <w:szCs w:val="20"/>
    </w:rPr>
  </w:style>
  <w:style w:type="paragraph" w:customStyle="1" w:styleId="SLNLFIRST">
    <w:name w:val="SL_NL_FIRST"/>
    <w:basedOn w:val="a2"/>
    <w:rsid w:val="00E452BC"/>
    <w:pPr>
      <w:spacing w:line="240" w:lineRule="atLeast"/>
      <w:ind w:left="1240" w:hanging="240"/>
      <w:jc w:val="both"/>
    </w:pPr>
    <w:rPr>
      <w:rFonts w:ascii="Times New Roman" w:hAnsi="Times New Roman" w:cs="Times New Roman"/>
      <w:w w:val="100"/>
      <w:sz w:val="20"/>
      <w:szCs w:val="20"/>
    </w:rPr>
  </w:style>
  <w:style w:type="paragraph" w:customStyle="1" w:styleId="SLNLMID">
    <w:name w:val="SL_NL_MID"/>
    <w:basedOn w:val="SLNLFIRST"/>
    <w:rsid w:val="00E9723E"/>
  </w:style>
  <w:style w:type="paragraph" w:customStyle="1" w:styleId="SLNLLAST">
    <w:name w:val="SL_NL_LAST"/>
    <w:basedOn w:val="a2"/>
    <w:rsid w:val="00E452BC"/>
    <w:pPr>
      <w:spacing w:line="240" w:lineRule="atLeast"/>
      <w:ind w:left="1240" w:hanging="240"/>
      <w:jc w:val="both"/>
    </w:pPr>
    <w:rPr>
      <w:rFonts w:ascii="Times New Roman" w:hAnsi="Times New Roman" w:cs="Times New Roman"/>
      <w:w w:val="100"/>
      <w:sz w:val="20"/>
      <w:szCs w:val="20"/>
    </w:rPr>
  </w:style>
  <w:style w:type="paragraph" w:customStyle="1" w:styleId="NLMID">
    <w:name w:val="NL_MID"/>
    <w:basedOn w:val="a2"/>
    <w:rsid w:val="005E37EE"/>
    <w:pPr>
      <w:suppressAutoHyphens/>
      <w:spacing w:line="276" w:lineRule="auto"/>
      <w:ind w:left="360" w:hanging="360"/>
    </w:pPr>
    <w:rPr>
      <w:rFonts w:ascii="Times New Roman" w:eastAsia="Times New Roman" w:hAnsi="Times New Roman" w:cs="Times New Roman"/>
      <w:color w:val="auto"/>
      <w:w w:val="100"/>
      <w:sz w:val="20"/>
      <w:szCs w:val="20"/>
    </w:rPr>
  </w:style>
  <w:style w:type="paragraph" w:customStyle="1" w:styleId="BX1BLFIRST">
    <w:name w:val="BX1_BL_FIRST"/>
    <w:basedOn w:val="a2"/>
    <w:rsid w:val="0000515C"/>
    <w:pPr>
      <w:spacing w:before="60" w:after="60" w:line="220" w:lineRule="atLeast"/>
      <w:ind w:left="720" w:right="240" w:hanging="180"/>
      <w:contextualSpacing/>
    </w:pPr>
    <w:rPr>
      <w:rFonts w:ascii="Times New Roman" w:hAnsi="Times New Roman" w:cs="Times New Roman"/>
      <w:w w:val="100"/>
      <w:sz w:val="18"/>
      <w:szCs w:val="18"/>
    </w:rPr>
  </w:style>
  <w:style w:type="paragraph" w:customStyle="1" w:styleId="BX1BLMID">
    <w:name w:val="BX1_BL_MID"/>
    <w:basedOn w:val="a2"/>
    <w:rsid w:val="0000515C"/>
    <w:pPr>
      <w:spacing w:before="60" w:after="60" w:line="220" w:lineRule="atLeast"/>
      <w:ind w:left="720" w:right="240" w:hanging="180"/>
      <w:contextualSpacing/>
    </w:pPr>
    <w:rPr>
      <w:rFonts w:ascii="Times New Roman" w:hAnsi="Times New Roman" w:cs="Times New Roman"/>
      <w:w w:val="100"/>
      <w:sz w:val="18"/>
      <w:szCs w:val="18"/>
    </w:rPr>
  </w:style>
  <w:style w:type="paragraph" w:customStyle="1" w:styleId="BX1BLLAST">
    <w:name w:val="BX1_BL_LAST"/>
    <w:basedOn w:val="a2"/>
    <w:rsid w:val="0000515C"/>
    <w:pPr>
      <w:spacing w:before="60" w:after="60" w:line="220" w:lineRule="atLeast"/>
      <w:ind w:left="720" w:right="240" w:hanging="180"/>
      <w:contextualSpacing/>
    </w:pPr>
    <w:rPr>
      <w:rFonts w:ascii="Times New Roman" w:hAnsi="Times New Roman" w:cs="Times New Roman"/>
      <w:w w:val="100"/>
      <w:sz w:val="18"/>
      <w:szCs w:val="18"/>
    </w:rPr>
  </w:style>
  <w:style w:type="paragraph" w:customStyle="1" w:styleId="BX1NLFIRST">
    <w:name w:val="BX1_NL_FIRST"/>
    <w:basedOn w:val="a2"/>
    <w:rsid w:val="0000515C"/>
    <w:pPr>
      <w:spacing w:before="60" w:after="60" w:line="220" w:lineRule="atLeast"/>
      <w:ind w:left="701" w:right="240" w:hanging="300"/>
      <w:contextualSpacing/>
      <w:jc w:val="both"/>
    </w:pPr>
    <w:rPr>
      <w:rFonts w:ascii="Times New Roman" w:hAnsi="Times New Roman" w:cs="Times New Roman"/>
      <w:w w:val="100"/>
      <w:sz w:val="18"/>
      <w:szCs w:val="18"/>
    </w:rPr>
  </w:style>
  <w:style w:type="paragraph" w:customStyle="1" w:styleId="BX1NLMID">
    <w:name w:val="BX1_NL_MID"/>
    <w:basedOn w:val="a2"/>
    <w:rsid w:val="0000515C"/>
    <w:pPr>
      <w:spacing w:before="60" w:after="60" w:line="220" w:lineRule="atLeast"/>
      <w:ind w:left="701" w:right="240" w:hanging="300"/>
      <w:contextualSpacing/>
      <w:jc w:val="both"/>
    </w:pPr>
    <w:rPr>
      <w:rFonts w:ascii="Times New Roman" w:hAnsi="Times New Roman" w:cs="Times New Roman"/>
      <w:w w:val="100"/>
      <w:sz w:val="18"/>
      <w:szCs w:val="18"/>
    </w:rPr>
  </w:style>
  <w:style w:type="paragraph" w:customStyle="1" w:styleId="BX1NLLAST">
    <w:name w:val="BX1_NL_LAST"/>
    <w:basedOn w:val="a2"/>
    <w:rsid w:val="0000515C"/>
    <w:pPr>
      <w:spacing w:before="60" w:after="60" w:line="220" w:lineRule="atLeast"/>
      <w:ind w:left="701" w:right="240" w:hanging="300"/>
      <w:contextualSpacing/>
      <w:jc w:val="both"/>
    </w:pPr>
    <w:rPr>
      <w:rFonts w:ascii="Times New Roman" w:hAnsi="Times New Roman" w:cs="Times New Roman"/>
      <w:w w:val="100"/>
      <w:sz w:val="18"/>
      <w:szCs w:val="18"/>
    </w:rPr>
  </w:style>
  <w:style w:type="paragraph" w:customStyle="1" w:styleId="BX1LLFIRST">
    <w:name w:val="BX1_LL_FIRST"/>
    <w:basedOn w:val="a2"/>
    <w:rsid w:val="0000515C"/>
    <w:pPr>
      <w:spacing w:before="60" w:after="60" w:line="220" w:lineRule="atLeast"/>
      <w:ind w:left="701" w:right="240" w:hanging="240"/>
      <w:contextualSpacing/>
    </w:pPr>
    <w:rPr>
      <w:rFonts w:ascii="Times New Roman" w:eastAsia="Times New Roman" w:hAnsi="Times New Roman" w:cs="Times New Roman"/>
      <w:w w:val="100"/>
      <w:sz w:val="18"/>
      <w:szCs w:val="18"/>
    </w:rPr>
  </w:style>
  <w:style w:type="paragraph" w:customStyle="1" w:styleId="BX1LLMID">
    <w:name w:val="BX1_LL_MID"/>
    <w:basedOn w:val="a2"/>
    <w:rsid w:val="0000515C"/>
    <w:pPr>
      <w:spacing w:before="60" w:after="60" w:line="220" w:lineRule="atLeast"/>
      <w:ind w:left="701" w:right="240" w:hanging="240"/>
      <w:contextualSpacing/>
    </w:pPr>
    <w:rPr>
      <w:rFonts w:ascii="Times New Roman" w:eastAsia="Times New Roman" w:hAnsi="Times New Roman" w:cs="Times New Roman"/>
      <w:w w:val="100"/>
      <w:sz w:val="18"/>
      <w:szCs w:val="18"/>
    </w:rPr>
  </w:style>
  <w:style w:type="paragraph" w:customStyle="1" w:styleId="BX1LLLAST">
    <w:name w:val="BX1_LL_LAST"/>
    <w:basedOn w:val="a2"/>
    <w:rsid w:val="0000515C"/>
    <w:pPr>
      <w:spacing w:before="60" w:after="60" w:line="220" w:lineRule="atLeast"/>
      <w:ind w:left="701" w:right="240" w:hanging="240"/>
      <w:contextualSpacing/>
    </w:pPr>
    <w:rPr>
      <w:rFonts w:ascii="Times New Roman" w:eastAsia="Times New Roman" w:hAnsi="Times New Roman" w:cs="Times New Roman"/>
      <w:w w:val="100"/>
      <w:sz w:val="18"/>
      <w:szCs w:val="18"/>
    </w:rPr>
  </w:style>
  <w:style w:type="paragraph" w:customStyle="1" w:styleId="BX1GENQFIRST">
    <w:name w:val="BX1_GENQ_FIRST"/>
    <w:basedOn w:val="a2"/>
    <w:rsid w:val="0000515C"/>
    <w:pPr>
      <w:spacing w:before="60" w:after="60" w:line="220" w:lineRule="atLeast"/>
      <w:ind w:left="600" w:right="240" w:hanging="240"/>
      <w:contextualSpacing/>
      <w:jc w:val="both"/>
    </w:pPr>
    <w:rPr>
      <w:rFonts w:ascii="Times New Roman" w:hAnsi="Times New Roman" w:cs="Times New Roman"/>
      <w:w w:val="100"/>
      <w:sz w:val="18"/>
      <w:szCs w:val="18"/>
    </w:rPr>
  </w:style>
  <w:style w:type="paragraph" w:customStyle="1" w:styleId="BX1GENQMID">
    <w:name w:val="BX1_GENQ_MID"/>
    <w:basedOn w:val="a2"/>
    <w:rsid w:val="0000515C"/>
    <w:pPr>
      <w:spacing w:before="60" w:after="60" w:line="220" w:lineRule="atLeast"/>
      <w:ind w:left="600" w:right="240" w:hanging="240"/>
      <w:contextualSpacing/>
      <w:jc w:val="both"/>
    </w:pPr>
    <w:rPr>
      <w:rFonts w:ascii="Times New Roman" w:hAnsi="Times New Roman" w:cs="Times New Roman"/>
      <w:w w:val="100"/>
      <w:sz w:val="18"/>
      <w:szCs w:val="18"/>
    </w:rPr>
  </w:style>
  <w:style w:type="paragraph" w:customStyle="1" w:styleId="BX1GENQLAST">
    <w:name w:val="BX1_GENQ_LAST"/>
    <w:basedOn w:val="a2"/>
    <w:rsid w:val="0000515C"/>
    <w:pPr>
      <w:spacing w:before="60" w:after="60" w:line="220" w:lineRule="atLeast"/>
      <w:ind w:left="600" w:right="240" w:hanging="240"/>
      <w:contextualSpacing/>
      <w:jc w:val="both"/>
    </w:pPr>
    <w:rPr>
      <w:rFonts w:ascii="Times New Roman" w:hAnsi="Times New Roman" w:cs="Times New Roman"/>
      <w:w w:val="100"/>
      <w:sz w:val="18"/>
      <w:szCs w:val="18"/>
    </w:rPr>
  </w:style>
  <w:style w:type="paragraph" w:customStyle="1" w:styleId="EXMNLFIRST">
    <w:name w:val="EXM_NL_FIRST"/>
    <w:basedOn w:val="a2"/>
    <w:rsid w:val="00E452BC"/>
    <w:pPr>
      <w:spacing w:before="120" w:line="240" w:lineRule="atLeast"/>
      <w:ind w:left="499" w:hanging="240"/>
      <w:contextualSpacing/>
      <w:jc w:val="both"/>
    </w:pPr>
    <w:rPr>
      <w:rFonts w:ascii="Times New Roman" w:hAnsi="Times New Roman" w:cs="Times New Roman"/>
      <w:w w:val="100"/>
      <w:sz w:val="20"/>
      <w:szCs w:val="20"/>
    </w:rPr>
  </w:style>
  <w:style w:type="paragraph" w:customStyle="1" w:styleId="EXMNLMID">
    <w:name w:val="EXM_NL_MID"/>
    <w:basedOn w:val="a2"/>
    <w:rsid w:val="00E452BC"/>
    <w:pPr>
      <w:spacing w:line="240" w:lineRule="atLeast"/>
      <w:ind w:left="499" w:hanging="240"/>
      <w:jc w:val="both"/>
    </w:pPr>
    <w:rPr>
      <w:rFonts w:ascii="Times New Roman" w:hAnsi="Times New Roman" w:cs="Times New Roman"/>
      <w:w w:val="100"/>
      <w:sz w:val="20"/>
      <w:szCs w:val="20"/>
    </w:rPr>
  </w:style>
  <w:style w:type="paragraph" w:customStyle="1" w:styleId="EXMNLLAST">
    <w:name w:val="EXM_NL_LAST"/>
    <w:basedOn w:val="a2"/>
    <w:rsid w:val="00E452BC"/>
    <w:pPr>
      <w:spacing w:after="120" w:line="240" w:lineRule="atLeast"/>
      <w:ind w:left="499" w:hanging="240"/>
      <w:contextualSpacing/>
      <w:jc w:val="both"/>
    </w:pPr>
    <w:rPr>
      <w:rFonts w:ascii="Times New Roman" w:hAnsi="Times New Roman" w:cs="Times New Roman"/>
      <w:w w:val="100"/>
      <w:sz w:val="20"/>
      <w:szCs w:val="20"/>
    </w:rPr>
  </w:style>
  <w:style w:type="paragraph" w:customStyle="1" w:styleId="BLFIRST">
    <w:name w:val="BL_FIRST"/>
    <w:basedOn w:val="a2"/>
    <w:rsid w:val="005D38D5"/>
    <w:pPr>
      <w:spacing w:before="60" w:line="480" w:lineRule="auto"/>
      <w:ind w:left="489" w:hanging="187"/>
      <w:contextualSpacing/>
      <w:jc w:val="both"/>
    </w:pPr>
    <w:rPr>
      <w:rFonts w:ascii="Times New Roman" w:hAnsi="Times New Roman" w:cs="Times New Roman"/>
      <w:w w:val="100"/>
      <w:sz w:val="20"/>
      <w:szCs w:val="20"/>
    </w:rPr>
  </w:style>
  <w:style w:type="paragraph" w:customStyle="1" w:styleId="BLMID">
    <w:name w:val="BL_MID"/>
    <w:basedOn w:val="a2"/>
    <w:rsid w:val="00E67AD9"/>
    <w:pPr>
      <w:spacing w:line="480" w:lineRule="auto"/>
      <w:ind w:left="489" w:hanging="187"/>
      <w:jc w:val="both"/>
    </w:pPr>
    <w:rPr>
      <w:rFonts w:ascii="Times New Roman" w:hAnsi="Times New Roman" w:cs="Times New Roman"/>
      <w:w w:val="100"/>
      <w:sz w:val="20"/>
      <w:szCs w:val="20"/>
    </w:rPr>
  </w:style>
  <w:style w:type="paragraph" w:customStyle="1" w:styleId="BLLAST">
    <w:name w:val="BL_LAST"/>
    <w:basedOn w:val="a2"/>
    <w:rsid w:val="005D38D5"/>
    <w:pPr>
      <w:spacing w:after="60" w:line="480" w:lineRule="auto"/>
      <w:ind w:left="489" w:hanging="187"/>
      <w:contextualSpacing/>
      <w:jc w:val="both"/>
    </w:pPr>
    <w:rPr>
      <w:rFonts w:ascii="Times New Roman" w:hAnsi="Times New Roman" w:cs="Times New Roman"/>
      <w:w w:val="100"/>
      <w:sz w:val="20"/>
      <w:szCs w:val="20"/>
    </w:rPr>
  </w:style>
  <w:style w:type="paragraph" w:customStyle="1" w:styleId="BX2NLFIRST">
    <w:name w:val="BX2_NL_FIRST"/>
    <w:basedOn w:val="a2"/>
    <w:rsid w:val="0000515C"/>
    <w:pPr>
      <w:spacing w:line="220" w:lineRule="atLeast"/>
      <w:ind w:left="799" w:right="240" w:hanging="319"/>
      <w:jc w:val="both"/>
    </w:pPr>
    <w:rPr>
      <w:rFonts w:eastAsia="Times New Roman" w:cs="Times New Roman"/>
      <w:w w:val="100"/>
      <w:sz w:val="18"/>
      <w:szCs w:val="18"/>
    </w:rPr>
  </w:style>
  <w:style w:type="paragraph" w:customStyle="1" w:styleId="BX2NLMID">
    <w:name w:val="BX2_NL_MID"/>
    <w:basedOn w:val="a2"/>
    <w:rsid w:val="0000515C"/>
    <w:pPr>
      <w:spacing w:line="220" w:lineRule="atLeast"/>
      <w:ind w:left="799" w:right="240" w:hanging="319"/>
      <w:jc w:val="both"/>
    </w:pPr>
    <w:rPr>
      <w:rFonts w:eastAsia="Times New Roman" w:cs="Times New Roman"/>
      <w:w w:val="100"/>
      <w:sz w:val="18"/>
      <w:szCs w:val="18"/>
    </w:rPr>
  </w:style>
  <w:style w:type="paragraph" w:customStyle="1" w:styleId="BX2NLLAST">
    <w:name w:val="BX2_NL_LAST"/>
    <w:basedOn w:val="a2"/>
    <w:rsid w:val="0000515C"/>
    <w:pPr>
      <w:spacing w:after="120" w:line="220" w:lineRule="atLeast"/>
      <w:ind w:left="799" w:right="240" w:hanging="319"/>
      <w:jc w:val="both"/>
    </w:pPr>
    <w:rPr>
      <w:rFonts w:eastAsia="Times New Roman" w:cs="Times New Roman"/>
      <w:w w:val="100"/>
      <w:sz w:val="18"/>
      <w:szCs w:val="18"/>
    </w:rPr>
  </w:style>
  <w:style w:type="paragraph" w:customStyle="1" w:styleId="BX2BLFIRST">
    <w:name w:val="BX2_BL_FIRST"/>
    <w:basedOn w:val="a2"/>
    <w:rsid w:val="0000515C"/>
    <w:pPr>
      <w:spacing w:before="120" w:line="220" w:lineRule="atLeast"/>
      <w:ind w:left="720" w:right="240" w:hanging="180"/>
      <w:jc w:val="both"/>
    </w:pPr>
    <w:rPr>
      <w:w w:val="100"/>
      <w:sz w:val="18"/>
      <w:szCs w:val="18"/>
    </w:rPr>
  </w:style>
  <w:style w:type="paragraph" w:customStyle="1" w:styleId="BX2BLMID">
    <w:name w:val="BX2_BL_MID"/>
    <w:basedOn w:val="a2"/>
    <w:rsid w:val="0000515C"/>
    <w:pPr>
      <w:spacing w:line="220" w:lineRule="atLeast"/>
      <w:ind w:left="720" w:right="240" w:hanging="180"/>
      <w:jc w:val="both"/>
    </w:pPr>
    <w:rPr>
      <w:w w:val="100"/>
      <w:sz w:val="18"/>
      <w:szCs w:val="18"/>
    </w:rPr>
  </w:style>
  <w:style w:type="paragraph" w:customStyle="1" w:styleId="BX2BLLLFIRST">
    <w:name w:val="BX2_BL_LL_FIRST"/>
    <w:basedOn w:val="a2"/>
    <w:rsid w:val="0000515C"/>
    <w:pPr>
      <w:spacing w:line="220" w:lineRule="atLeast"/>
      <w:ind w:left="960" w:right="240" w:hanging="240"/>
      <w:jc w:val="both"/>
    </w:pPr>
    <w:rPr>
      <w:rFonts w:eastAsia="Times New Roman" w:cs="Times New Roman"/>
      <w:w w:val="100"/>
      <w:sz w:val="18"/>
      <w:szCs w:val="18"/>
    </w:rPr>
  </w:style>
  <w:style w:type="paragraph" w:customStyle="1" w:styleId="BX2BLLLMID">
    <w:name w:val="BX2_BL_LL_MID"/>
    <w:basedOn w:val="a2"/>
    <w:rsid w:val="0000515C"/>
    <w:pPr>
      <w:spacing w:line="220" w:lineRule="atLeast"/>
      <w:ind w:left="960" w:hanging="240"/>
      <w:jc w:val="both"/>
    </w:pPr>
    <w:rPr>
      <w:rFonts w:eastAsia="Times New Roman" w:cs="Times New Roman"/>
      <w:w w:val="100"/>
      <w:sz w:val="18"/>
      <w:szCs w:val="18"/>
    </w:rPr>
  </w:style>
  <w:style w:type="paragraph" w:customStyle="1" w:styleId="BX2BLLLLAST">
    <w:name w:val="BX2_BL_LL_LAST"/>
    <w:basedOn w:val="a2"/>
    <w:rsid w:val="0000515C"/>
    <w:pPr>
      <w:spacing w:line="220" w:lineRule="atLeast"/>
      <w:ind w:left="900" w:right="240" w:hanging="180"/>
      <w:jc w:val="both"/>
    </w:pPr>
    <w:rPr>
      <w:w w:val="100"/>
      <w:sz w:val="18"/>
      <w:szCs w:val="18"/>
    </w:rPr>
  </w:style>
  <w:style w:type="paragraph" w:customStyle="1" w:styleId="BX2BLLAST">
    <w:name w:val="BX2_BL_LAST"/>
    <w:basedOn w:val="a2"/>
    <w:rsid w:val="0000515C"/>
    <w:pPr>
      <w:spacing w:after="120" w:line="220" w:lineRule="atLeast"/>
      <w:ind w:left="720" w:right="240" w:hanging="180"/>
      <w:jc w:val="both"/>
    </w:pPr>
    <w:rPr>
      <w:w w:val="100"/>
      <w:sz w:val="18"/>
      <w:szCs w:val="18"/>
    </w:rPr>
  </w:style>
  <w:style w:type="paragraph" w:customStyle="1" w:styleId="BX5GENQFIRST">
    <w:name w:val="BX5_GENQ_FIRST"/>
    <w:basedOn w:val="a2"/>
    <w:rsid w:val="0000515C"/>
    <w:pPr>
      <w:spacing w:line="220" w:lineRule="atLeast"/>
      <w:ind w:left="720" w:right="240" w:hanging="360"/>
      <w:jc w:val="both"/>
    </w:pPr>
    <w:rPr>
      <w:rFonts w:ascii="Times New Roman" w:hAnsi="Times New Roman" w:cs="Times New Roman"/>
      <w:w w:val="100"/>
      <w:sz w:val="18"/>
      <w:szCs w:val="18"/>
    </w:rPr>
  </w:style>
  <w:style w:type="paragraph" w:customStyle="1" w:styleId="BX5GENQMID">
    <w:name w:val="BX5_GENQ_MID"/>
    <w:basedOn w:val="a2"/>
    <w:rsid w:val="0000515C"/>
    <w:pPr>
      <w:spacing w:line="220" w:lineRule="atLeast"/>
      <w:ind w:left="720" w:right="240" w:hanging="360"/>
      <w:jc w:val="both"/>
    </w:pPr>
    <w:rPr>
      <w:rFonts w:ascii="Times New Roman" w:hAnsi="Times New Roman" w:cs="Times New Roman"/>
      <w:w w:val="100"/>
      <w:sz w:val="18"/>
      <w:szCs w:val="18"/>
    </w:rPr>
  </w:style>
  <w:style w:type="paragraph" w:customStyle="1" w:styleId="BX5GENQLAST">
    <w:name w:val="BX5_GENQ_LAST"/>
    <w:basedOn w:val="a2"/>
    <w:rsid w:val="0000515C"/>
    <w:pPr>
      <w:spacing w:line="220" w:lineRule="atLeast"/>
      <w:ind w:left="720" w:right="240" w:hanging="360"/>
      <w:jc w:val="both"/>
    </w:pPr>
    <w:rPr>
      <w:rFonts w:ascii="Times New Roman" w:hAnsi="Times New Roman" w:cs="Times New Roman"/>
      <w:w w:val="100"/>
      <w:sz w:val="18"/>
      <w:szCs w:val="18"/>
    </w:rPr>
  </w:style>
  <w:style w:type="paragraph" w:customStyle="1" w:styleId="BX4GENQFIRST">
    <w:name w:val="BX4_GENQ_FIRST"/>
    <w:basedOn w:val="a2"/>
    <w:link w:val="BX4GENQFIRSTChar"/>
    <w:rsid w:val="00A93F7B"/>
    <w:pPr>
      <w:spacing w:before="60" w:line="220" w:lineRule="atLeast"/>
      <w:ind w:left="596" w:right="120" w:hanging="274"/>
      <w:jc w:val="both"/>
    </w:pPr>
    <w:rPr>
      <w:w w:val="100"/>
      <w:sz w:val="18"/>
      <w:szCs w:val="18"/>
    </w:rPr>
  </w:style>
  <w:style w:type="paragraph" w:customStyle="1" w:styleId="BX4GENQLAST">
    <w:name w:val="BX4_GENQ_LAST"/>
    <w:basedOn w:val="a2"/>
    <w:rsid w:val="00A93F7B"/>
    <w:pPr>
      <w:spacing w:line="220" w:lineRule="atLeast"/>
      <w:ind w:left="600" w:right="120" w:hanging="281"/>
      <w:jc w:val="both"/>
    </w:pPr>
    <w:rPr>
      <w:w w:val="100"/>
      <w:sz w:val="18"/>
      <w:szCs w:val="18"/>
    </w:rPr>
  </w:style>
  <w:style w:type="character" w:customStyle="1" w:styleId="BX4GENQNUM">
    <w:name w:val="BX4_GENQ_NUM"/>
    <w:rsid w:val="00917788"/>
    <w:rPr>
      <w:rFonts w:ascii="Arial" w:eastAsia="SimSun" w:hAnsi="Arial"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styleId="HTML0">
    <w:name w:val="HTML Cite"/>
    <w:semiHidden/>
    <w:rsid w:val="006D4CA5"/>
    <w:rPr>
      <w:i/>
      <w:iCs/>
    </w:rPr>
  </w:style>
  <w:style w:type="paragraph" w:customStyle="1" w:styleId="CRGENQLAST">
    <w:name w:val="CR_GENQ_LAST"/>
    <w:basedOn w:val="CRGENQFIRST"/>
    <w:rsid w:val="002C2BAA"/>
  </w:style>
  <w:style w:type="character" w:styleId="HTML1">
    <w:name w:val="HTML Code"/>
    <w:semiHidden/>
    <w:rsid w:val="006D4CA5"/>
    <w:rPr>
      <w:rFonts w:ascii="Courier New" w:hAnsi="Courier New" w:cs="Courier New"/>
      <w:sz w:val="20"/>
      <w:szCs w:val="20"/>
    </w:rPr>
  </w:style>
  <w:style w:type="paragraph" w:customStyle="1" w:styleId="CRGENQLLFIRST">
    <w:name w:val="CR_GENQ_LL_FIRST"/>
    <w:basedOn w:val="a2"/>
    <w:rsid w:val="00E452BC"/>
    <w:pPr>
      <w:spacing w:line="220" w:lineRule="atLeast"/>
      <w:ind w:left="600" w:hanging="300"/>
      <w:jc w:val="both"/>
    </w:pPr>
    <w:rPr>
      <w:rFonts w:ascii="Times New Roman" w:hAnsi="Times New Roman" w:cs="Times New Roman"/>
      <w:sz w:val="18"/>
    </w:rPr>
  </w:style>
  <w:style w:type="paragraph" w:customStyle="1" w:styleId="CRGENQLLMID">
    <w:name w:val="CR_GENQ_LL_MID"/>
    <w:basedOn w:val="CRGENQLLFIRST"/>
    <w:rsid w:val="00A05BFC"/>
    <w:rPr>
      <w:w w:val="100"/>
      <w:szCs w:val="18"/>
    </w:rPr>
  </w:style>
  <w:style w:type="paragraph" w:customStyle="1" w:styleId="CRGENQLLLAST">
    <w:name w:val="CR_GENQ_LL_LAST"/>
    <w:basedOn w:val="CRGENQLLMID"/>
    <w:rsid w:val="00C11540"/>
    <w:pPr>
      <w:spacing w:after="60"/>
    </w:pPr>
  </w:style>
  <w:style w:type="paragraph" w:customStyle="1" w:styleId="CRMCQFIRST">
    <w:name w:val="CR_MCQ_FIRST"/>
    <w:basedOn w:val="a2"/>
    <w:rsid w:val="002A38B5"/>
    <w:pPr>
      <w:spacing w:line="220" w:lineRule="atLeast"/>
      <w:ind w:left="374" w:hanging="288"/>
      <w:jc w:val="both"/>
    </w:pPr>
    <w:rPr>
      <w:rFonts w:ascii="Times New Roman" w:hAnsi="Times New Roman" w:cs="Times New Roman"/>
      <w:w w:val="100"/>
      <w:sz w:val="18"/>
      <w:szCs w:val="18"/>
    </w:rPr>
  </w:style>
  <w:style w:type="paragraph" w:customStyle="1" w:styleId="CRMCQANSFIRST">
    <w:name w:val="CR_MCQ_ANS_FIRST"/>
    <w:basedOn w:val="a2"/>
    <w:rsid w:val="00E452BC"/>
    <w:pPr>
      <w:spacing w:line="220" w:lineRule="atLeast"/>
      <w:ind w:left="600" w:hanging="300"/>
      <w:jc w:val="both"/>
    </w:pPr>
    <w:rPr>
      <w:rFonts w:ascii="Times New Roman" w:hAnsi="Times New Roman" w:cs="Times New Roman"/>
      <w:sz w:val="18"/>
    </w:rPr>
  </w:style>
  <w:style w:type="paragraph" w:customStyle="1" w:styleId="CRMCQANSMID">
    <w:name w:val="CR_MCQ_ANS_MID"/>
    <w:basedOn w:val="a2"/>
    <w:rsid w:val="00E452BC"/>
    <w:pPr>
      <w:spacing w:line="220" w:lineRule="atLeast"/>
      <w:ind w:left="600" w:hanging="300"/>
      <w:jc w:val="both"/>
    </w:pPr>
    <w:rPr>
      <w:rFonts w:ascii="Times New Roman" w:hAnsi="Times New Roman" w:cs="Times New Roman"/>
      <w:sz w:val="18"/>
    </w:rPr>
  </w:style>
  <w:style w:type="paragraph" w:customStyle="1" w:styleId="CRMCQANSLAST">
    <w:name w:val="CR_MCQ_ANS_LAST"/>
    <w:basedOn w:val="a2"/>
    <w:rsid w:val="00E452BC"/>
    <w:pPr>
      <w:spacing w:after="60" w:line="220" w:lineRule="atLeast"/>
      <w:ind w:left="600" w:hanging="300"/>
      <w:jc w:val="both"/>
    </w:pPr>
    <w:rPr>
      <w:rFonts w:ascii="Times New Roman" w:hAnsi="Times New Roman" w:cs="Times New Roman"/>
      <w:sz w:val="18"/>
    </w:rPr>
  </w:style>
  <w:style w:type="paragraph" w:customStyle="1" w:styleId="CRMCQMID">
    <w:name w:val="CR_MCQ_MID"/>
    <w:basedOn w:val="a2"/>
    <w:rsid w:val="002A38B5"/>
    <w:pPr>
      <w:spacing w:line="220" w:lineRule="atLeast"/>
      <w:ind w:left="374" w:hanging="288"/>
      <w:jc w:val="both"/>
    </w:pPr>
    <w:rPr>
      <w:rFonts w:ascii="Times New Roman" w:hAnsi="Times New Roman" w:cs="Times New Roman"/>
      <w:w w:val="100"/>
      <w:sz w:val="18"/>
      <w:szCs w:val="18"/>
    </w:rPr>
  </w:style>
  <w:style w:type="paragraph" w:customStyle="1" w:styleId="CRQFIRST">
    <w:name w:val="CR_Q_FIRST"/>
    <w:basedOn w:val="a2"/>
    <w:rsid w:val="002A38B5"/>
    <w:pPr>
      <w:spacing w:line="220" w:lineRule="atLeast"/>
      <w:ind w:left="374" w:hanging="288"/>
      <w:jc w:val="both"/>
    </w:pPr>
    <w:rPr>
      <w:rFonts w:ascii="Times New Roman" w:hAnsi="Times New Roman" w:cs="Times New Roman"/>
      <w:w w:val="100"/>
      <w:sz w:val="18"/>
      <w:szCs w:val="18"/>
    </w:rPr>
  </w:style>
  <w:style w:type="paragraph" w:customStyle="1" w:styleId="CRQMID">
    <w:name w:val="CR_Q_MID"/>
    <w:basedOn w:val="a2"/>
    <w:rsid w:val="002A38B5"/>
    <w:pPr>
      <w:spacing w:line="220" w:lineRule="atLeast"/>
      <w:ind w:left="374" w:hanging="288"/>
      <w:jc w:val="both"/>
    </w:pPr>
    <w:rPr>
      <w:rFonts w:ascii="Times New Roman" w:hAnsi="Times New Roman" w:cs="Times New Roman"/>
      <w:w w:val="100"/>
      <w:sz w:val="18"/>
      <w:szCs w:val="18"/>
    </w:rPr>
  </w:style>
  <w:style w:type="paragraph" w:customStyle="1" w:styleId="CRQLAST">
    <w:name w:val="CR_Q_LAST"/>
    <w:basedOn w:val="a2"/>
    <w:rsid w:val="002A38B5"/>
    <w:pPr>
      <w:spacing w:line="220" w:lineRule="atLeast"/>
      <w:ind w:left="374" w:hanging="288"/>
      <w:jc w:val="both"/>
    </w:pPr>
    <w:rPr>
      <w:rFonts w:ascii="Times New Roman" w:hAnsi="Times New Roman" w:cs="Times New Roman"/>
      <w:w w:val="100"/>
      <w:sz w:val="18"/>
      <w:szCs w:val="18"/>
    </w:rPr>
  </w:style>
  <w:style w:type="paragraph" w:customStyle="1" w:styleId="CRMATCHNLFIRST">
    <w:name w:val="CR_MATCH_NL_FIRST"/>
    <w:basedOn w:val="a2"/>
    <w:rsid w:val="00E452BC"/>
    <w:pPr>
      <w:spacing w:line="220" w:lineRule="atLeast"/>
      <w:ind w:left="360" w:hanging="280"/>
    </w:pPr>
    <w:rPr>
      <w:rFonts w:ascii="Times New Roman" w:hAnsi="Times New Roman" w:cs="Times New Roman"/>
      <w:w w:val="100"/>
      <w:sz w:val="18"/>
      <w:szCs w:val="18"/>
    </w:rPr>
  </w:style>
  <w:style w:type="paragraph" w:customStyle="1" w:styleId="CRMATCHNLMID">
    <w:name w:val="CR_MATCH_NL_MID"/>
    <w:basedOn w:val="a2"/>
    <w:rsid w:val="00E452BC"/>
    <w:pPr>
      <w:spacing w:line="220" w:lineRule="atLeast"/>
      <w:ind w:left="360" w:hanging="280"/>
    </w:pPr>
    <w:rPr>
      <w:rFonts w:ascii="Times New Roman" w:hAnsi="Times New Roman" w:cs="Times New Roman"/>
      <w:w w:val="100"/>
      <w:sz w:val="18"/>
      <w:szCs w:val="18"/>
    </w:rPr>
  </w:style>
  <w:style w:type="paragraph" w:customStyle="1" w:styleId="CRMATCHNLLAST">
    <w:name w:val="CR_MATCH_NL_LAST"/>
    <w:basedOn w:val="a2"/>
    <w:rsid w:val="00E452BC"/>
    <w:pPr>
      <w:spacing w:line="220" w:lineRule="atLeast"/>
      <w:ind w:left="360" w:hanging="280"/>
    </w:pPr>
    <w:rPr>
      <w:rFonts w:ascii="Times New Roman" w:hAnsi="Times New Roman" w:cs="Times New Roman"/>
      <w:w w:val="100"/>
      <w:sz w:val="18"/>
      <w:szCs w:val="18"/>
    </w:rPr>
  </w:style>
  <w:style w:type="paragraph" w:customStyle="1" w:styleId="CRMATCHLLFIRST">
    <w:name w:val="CR_MATCH_LL_FIRST"/>
    <w:basedOn w:val="a2"/>
    <w:rsid w:val="00E452BC"/>
    <w:pPr>
      <w:spacing w:line="220" w:lineRule="atLeast"/>
      <w:ind w:left="580" w:hanging="580"/>
    </w:pPr>
    <w:rPr>
      <w:rFonts w:ascii="Times New Roman" w:hAnsi="Times New Roman" w:cs="Times New Roman"/>
      <w:w w:val="100"/>
      <w:sz w:val="18"/>
      <w:szCs w:val="18"/>
    </w:rPr>
  </w:style>
  <w:style w:type="paragraph" w:customStyle="1" w:styleId="CRMATCHLLMID">
    <w:name w:val="CR_MATCH_LL_MID"/>
    <w:basedOn w:val="a2"/>
    <w:rsid w:val="00E452BC"/>
    <w:pPr>
      <w:spacing w:line="220" w:lineRule="atLeast"/>
      <w:ind w:left="580" w:hanging="580"/>
    </w:pPr>
    <w:rPr>
      <w:rFonts w:ascii="Times New Roman" w:hAnsi="Times New Roman" w:cs="Times New Roman"/>
      <w:w w:val="100"/>
      <w:sz w:val="18"/>
      <w:szCs w:val="18"/>
    </w:rPr>
  </w:style>
  <w:style w:type="paragraph" w:customStyle="1" w:styleId="CRMATCHLLLAST">
    <w:name w:val="CR_MATCH_LL_LAST"/>
    <w:basedOn w:val="a2"/>
    <w:rsid w:val="00E452BC"/>
    <w:pPr>
      <w:spacing w:line="220" w:lineRule="atLeast"/>
      <w:ind w:left="580" w:hanging="580"/>
    </w:pPr>
    <w:rPr>
      <w:rFonts w:ascii="Times New Roman" w:hAnsi="Times New Roman" w:cs="Times New Roman"/>
      <w:w w:val="100"/>
      <w:sz w:val="18"/>
      <w:szCs w:val="18"/>
    </w:rPr>
  </w:style>
  <w:style w:type="paragraph" w:styleId="af">
    <w:name w:val="footer"/>
    <w:basedOn w:val="a2"/>
    <w:link w:val="af0"/>
    <w:semiHidden/>
    <w:rsid w:val="008268E0"/>
    <w:pPr>
      <w:tabs>
        <w:tab w:val="center" w:pos="4320"/>
        <w:tab w:val="right" w:pos="8640"/>
      </w:tabs>
    </w:pPr>
  </w:style>
  <w:style w:type="paragraph" w:customStyle="1" w:styleId="BX1ULMID">
    <w:name w:val="BX1_UL_MID"/>
    <w:basedOn w:val="BX1ULFIRST"/>
    <w:rsid w:val="00DE5AA3"/>
  </w:style>
  <w:style w:type="paragraph" w:customStyle="1" w:styleId="BX1ULLAST">
    <w:name w:val="BX1_UL_LAST"/>
    <w:basedOn w:val="BX1ULFIRST"/>
    <w:rsid w:val="0000515C"/>
  </w:style>
  <w:style w:type="paragraph" w:customStyle="1" w:styleId="EXMBLMID">
    <w:name w:val="EXM_BL_MID"/>
    <w:basedOn w:val="EXMBLFIRST"/>
    <w:rsid w:val="00637843"/>
    <w:pPr>
      <w:spacing w:before="0"/>
    </w:pPr>
  </w:style>
  <w:style w:type="paragraph" w:customStyle="1" w:styleId="EXMBLLAST">
    <w:name w:val="EXM_BL_LAST"/>
    <w:basedOn w:val="EXMBLFIRST"/>
    <w:rsid w:val="00993271"/>
    <w:pPr>
      <w:spacing w:before="0" w:after="120"/>
    </w:pPr>
  </w:style>
  <w:style w:type="paragraph" w:customStyle="1" w:styleId="BX2ULLAST">
    <w:name w:val="BX2_UL_LAST"/>
    <w:basedOn w:val="BX2ULFIRST"/>
    <w:rsid w:val="00EE1872"/>
    <w:pPr>
      <w:spacing w:before="0" w:after="120"/>
    </w:pPr>
  </w:style>
  <w:style w:type="paragraph" w:customStyle="1" w:styleId="BX2ULMID">
    <w:name w:val="BX2_UL_MID"/>
    <w:basedOn w:val="BX2ULFIRST"/>
    <w:rsid w:val="00EE1872"/>
    <w:pPr>
      <w:spacing w:before="0"/>
    </w:pPr>
  </w:style>
  <w:style w:type="paragraph" w:customStyle="1" w:styleId="BLLLLAST">
    <w:name w:val="BL_LL_LAST"/>
    <w:basedOn w:val="BLLLFIRST"/>
    <w:rsid w:val="005F398D"/>
    <w:pPr>
      <w:spacing w:before="0" w:after="60"/>
    </w:pPr>
  </w:style>
  <w:style w:type="character" w:styleId="HTML2">
    <w:name w:val="HTML Definition"/>
    <w:semiHidden/>
    <w:rsid w:val="006D4CA5"/>
    <w:rPr>
      <w:i/>
      <w:iCs/>
    </w:rPr>
  </w:style>
  <w:style w:type="character" w:styleId="HTML3">
    <w:name w:val="HTML Keyboard"/>
    <w:semiHidden/>
    <w:rsid w:val="006D4CA5"/>
    <w:rPr>
      <w:rFonts w:ascii="Courier New" w:hAnsi="Courier New" w:cs="Courier New"/>
      <w:sz w:val="20"/>
      <w:szCs w:val="20"/>
    </w:rPr>
  </w:style>
  <w:style w:type="character" w:styleId="HTML4">
    <w:name w:val="HTML Sample"/>
    <w:semiHidden/>
    <w:rsid w:val="006D4CA5"/>
    <w:rPr>
      <w:rFonts w:ascii="Courier New" w:hAnsi="Courier New" w:cs="Courier New"/>
    </w:rPr>
  </w:style>
  <w:style w:type="character" w:styleId="HTML5">
    <w:name w:val="HTML Typewriter"/>
    <w:semiHidden/>
    <w:rsid w:val="006D4CA5"/>
    <w:rPr>
      <w:rFonts w:ascii="Courier New" w:hAnsi="Courier New" w:cs="Courier New"/>
      <w:sz w:val="20"/>
      <w:szCs w:val="20"/>
    </w:rPr>
  </w:style>
  <w:style w:type="character" w:styleId="HTML6">
    <w:name w:val="HTML Variable"/>
    <w:semiHidden/>
    <w:rsid w:val="006D4CA5"/>
    <w:rPr>
      <w:i/>
      <w:iCs/>
    </w:rPr>
  </w:style>
  <w:style w:type="character" w:styleId="af1">
    <w:name w:val="Hyperlink"/>
    <w:semiHidden/>
    <w:rsid w:val="006D4CA5"/>
    <w:rPr>
      <w:color w:val="0000FF"/>
      <w:u w:val="single"/>
    </w:rPr>
  </w:style>
  <w:style w:type="character" w:styleId="af2">
    <w:name w:val="line number"/>
    <w:basedOn w:val="a3"/>
    <w:semiHidden/>
    <w:rsid w:val="006D4CA5"/>
  </w:style>
  <w:style w:type="character" w:styleId="af3">
    <w:name w:val="page number"/>
    <w:basedOn w:val="a3"/>
    <w:semiHidden/>
    <w:rsid w:val="006D4CA5"/>
  </w:style>
  <w:style w:type="character" w:styleId="af4">
    <w:name w:val="Strong"/>
    <w:qFormat/>
    <w:rsid w:val="006D4CA5"/>
    <w:rPr>
      <w:b/>
      <w:bCs/>
    </w:rPr>
  </w:style>
  <w:style w:type="paragraph" w:customStyle="1" w:styleId="BKRMIDX2">
    <w:name w:val="BKRM_IDX2"/>
    <w:rsid w:val="0020794F"/>
    <w:pPr>
      <w:autoSpaceDE w:val="0"/>
      <w:autoSpaceDN w:val="0"/>
      <w:adjustRightInd w:val="0"/>
      <w:spacing w:line="210" w:lineRule="atLeast"/>
      <w:ind w:left="360" w:hanging="120"/>
    </w:pPr>
    <w:rPr>
      <w:rFonts w:eastAsia="SimSun"/>
      <w:color w:val="000000"/>
      <w:w w:val="106"/>
      <w:sz w:val="18"/>
      <w:szCs w:val="24"/>
      <w:lang w:eastAsia="en-US"/>
    </w:rPr>
  </w:style>
  <w:style w:type="character" w:customStyle="1" w:styleId="CRBIBNUM">
    <w:name w:val="CR_BIB_NUM"/>
    <w:basedOn w:val="a3"/>
    <w:rsid w:val="0055078F"/>
  </w:style>
  <w:style w:type="paragraph" w:customStyle="1" w:styleId="CREN">
    <w:name w:val="CR_EN"/>
    <w:basedOn w:val="CRBIB"/>
    <w:rsid w:val="0055078F"/>
  </w:style>
  <w:style w:type="character" w:customStyle="1" w:styleId="CRENNUM">
    <w:name w:val="CR_EN_NUM"/>
    <w:basedOn w:val="a3"/>
    <w:rsid w:val="0055078F"/>
  </w:style>
  <w:style w:type="character" w:customStyle="1" w:styleId="CRENTTL">
    <w:name w:val="CR_EN_TTL"/>
    <w:rsid w:val="0055078F"/>
    <w:rPr>
      <w:i/>
    </w:rPr>
  </w:style>
  <w:style w:type="paragraph" w:customStyle="1" w:styleId="CRENSUPTTL">
    <w:name w:val="CR_EN_SUPTTL"/>
    <w:basedOn w:val="CRKTSETSUPTTL"/>
    <w:rsid w:val="00D54069"/>
  </w:style>
  <w:style w:type="paragraph" w:customStyle="1" w:styleId="BX4BLFIRST">
    <w:name w:val="BX4_BL_FIRST"/>
    <w:basedOn w:val="a2"/>
    <w:rsid w:val="00A93F7B"/>
    <w:pPr>
      <w:spacing w:before="60" w:after="60" w:line="220" w:lineRule="atLeast"/>
      <w:ind w:left="600" w:right="120" w:hanging="180"/>
      <w:contextualSpacing/>
    </w:pPr>
    <w:rPr>
      <w:rFonts w:cs="Times New Roman"/>
      <w:w w:val="100"/>
      <w:sz w:val="18"/>
      <w:szCs w:val="18"/>
    </w:rPr>
  </w:style>
  <w:style w:type="paragraph" w:customStyle="1" w:styleId="BX4BLMID">
    <w:name w:val="BX4_BL_MID"/>
    <w:basedOn w:val="a2"/>
    <w:rsid w:val="00A93F7B"/>
    <w:pPr>
      <w:spacing w:before="60" w:after="60" w:line="220" w:lineRule="atLeast"/>
      <w:ind w:left="600" w:right="120" w:hanging="180"/>
      <w:contextualSpacing/>
    </w:pPr>
    <w:rPr>
      <w:rFonts w:cs="Times New Roman"/>
      <w:w w:val="100"/>
      <w:sz w:val="18"/>
      <w:szCs w:val="18"/>
    </w:rPr>
  </w:style>
  <w:style w:type="paragraph" w:customStyle="1" w:styleId="BX4BLLAST">
    <w:name w:val="BX4_BL_LAST"/>
    <w:basedOn w:val="a2"/>
    <w:rsid w:val="00A93F7B"/>
    <w:pPr>
      <w:spacing w:before="60" w:after="60" w:line="220" w:lineRule="atLeast"/>
      <w:ind w:left="600" w:right="120" w:hanging="180"/>
      <w:contextualSpacing/>
    </w:pPr>
    <w:rPr>
      <w:rFonts w:cs="Times New Roman"/>
      <w:w w:val="100"/>
      <w:sz w:val="18"/>
      <w:szCs w:val="18"/>
    </w:rPr>
  </w:style>
  <w:style w:type="character" w:customStyle="1" w:styleId="BX4BLTTL">
    <w:name w:val="BX4_BL_TTL"/>
    <w:rsid w:val="0084574A"/>
    <w:rPr>
      <w:i/>
    </w:rPr>
  </w:style>
  <w:style w:type="paragraph" w:customStyle="1" w:styleId="BX4NLFIRST">
    <w:name w:val="BX4_NL_FIRST"/>
    <w:basedOn w:val="BX4GENQFIRST"/>
    <w:rsid w:val="005D38D5"/>
    <w:pPr>
      <w:framePr w:hSpace="187" w:vSpace="115" w:wrap="around" w:vAnchor="text" w:hAnchor="text" w:y="171"/>
      <w:spacing w:line="480" w:lineRule="auto"/>
      <w:ind w:left="720" w:right="245"/>
    </w:pPr>
  </w:style>
  <w:style w:type="paragraph" w:customStyle="1" w:styleId="BX4NLMID">
    <w:name w:val="BX4_NL_MID"/>
    <w:basedOn w:val="BX4GENQFIRST"/>
    <w:link w:val="BX4NLMIDChar"/>
    <w:rsid w:val="005D38D5"/>
    <w:pPr>
      <w:framePr w:hSpace="187" w:vSpace="115" w:wrap="around" w:vAnchor="text" w:hAnchor="text" w:y="171"/>
      <w:spacing w:line="480" w:lineRule="auto"/>
      <w:ind w:left="720" w:right="245"/>
    </w:pPr>
  </w:style>
  <w:style w:type="paragraph" w:customStyle="1" w:styleId="BX4NLLAST">
    <w:name w:val="BX4_NL_LAST"/>
    <w:basedOn w:val="BX4GENQFIRST"/>
    <w:rsid w:val="005D38D5"/>
    <w:pPr>
      <w:framePr w:hSpace="187" w:vSpace="115" w:wrap="around" w:vAnchor="text" w:hAnchor="text" w:y="171"/>
      <w:spacing w:line="480" w:lineRule="auto"/>
      <w:ind w:left="720" w:right="245"/>
    </w:pPr>
  </w:style>
  <w:style w:type="character" w:customStyle="1" w:styleId="BX4NLNUM">
    <w:name w:val="BX4_NL_NUM"/>
    <w:basedOn w:val="BX4GENQNUM"/>
    <w:rsid w:val="00917788"/>
    <w:rPr>
      <w:rFonts w:ascii="Arial" w:eastAsia="SimSun" w:hAnsi="Arial" w:cs="Times New Roman"/>
      <w:b/>
      <w:i w:val="0"/>
      <w:caps w:val="0"/>
      <w:smallCaps w:val="0"/>
      <w:strike w:val="0"/>
      <w:dstrike w:val="0"/>
      <w:snapToGrid w:val="0"/>
      <w:vanish w:val="0"/>
      <w:color w:val="000000"/>
      <w:spacing w:val="0"/>
      <w:w w:val="101"/>
      <w:kern w:val="0"/>
      <w:position w:val="0"/>
      <w:sz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LITEM">
    <w:name w:val="BL_ITEM"/>
    <w:basedOn w:val="BLMID"/>
    <w:rsid w:val="00533609"/>
  </w:style>
  <w:style w:type="paragraph" w:customStyle="1" w:styleId="NLITEM">
    <w:name w:val="NL_ITEM"/>
    <w:basedOn w:val="NLMID"/>
    <w:rsid w:val="00533609"/>
  </w:style>
  <w:style w:type="numbering" w:styleId="111111">
    <w:name w:val="Outline List 2"/>
    <w:basedOn w:val="a5"/>
    <w:semiHidden/>
    <w:rsid w:val="00533609"/>
    <w:pPr>
      <w:numPr>
        <w:numId w:val="15"/>
      </w:numPr>
    </w:pPr>
  </w:style>
  <w:style w:type="numbering" w:styleId="1111110">
    <w:name w:val="Outline List 1"/>
    <w:basedOn w:val="a5"/>
    <w:semiHidden/>
    <w:rsid w:val="00533609"/>
    <w:pPr>
      <w:numPr>
        <w:numId w:val="16"/>
      </w:numPr>
    </w:pPr>
  </w:style>
  <w:style w:type="numbering" w:styleId="a1">
    <w:name w:val="Outline List 3"/>
    <w:basedOn w:val="a5"/>
    <w:semiHidden/>
    <w:rsid w:val="00533609"/>
    <w:pPr>
      <w:numPr>
        <w:numId w:val="17"/>
      </w:numPr>
    </w:pPr>
  </w:style>
  <w:style w:type="paragraph" w:styleId="af5">
    <w:name w:val="Block Text"/>
    <w:basedOn w:val="a2"/>
    <w:semiHidden/>
    <w:rsid w:val="00533609"/>
    <w:pPr>
      <w:spacing w:after="120"/>
      <w:ind w:left="1440" w:right="1440"/>
    </w:pPr>
  </w:style>
  <w:style w:type="paragraph" w:styleId="af6">
    <w:name w:val="Body Text"/>
    <w:basedOn w:val="a2"/>
    <w:semiHidden/>
    <w:rsid w:val="00533609"/>
    <w:pPr>
      <w:spacing w:after="120"/>
    </w:pPr>
  </w:style>
  <w:style w:type="paragraph" w:styleId="23">
    <w:name w:val="Body Text 2"/>
    <w:basedOn w:val="a2"/>
    <w:semiHidden/>
    <w:rsid w:val="00533609"/>
    <w:pPr>
      <w:spacing w:after="120" w:line="480" w:lineRule="auto"/>
    </w:pPr>
  </w:style>
  <w:style w:type="paragraph" w:styleId="32">
    <w:name w:val="Body Text 3"/>
    <w:basedOn w:val="a2"/>
    <w:semiHidden/>
    <w:rsid w:val="00533609"/>
    <w:pPr>
      <w:spacing w:after="120"/>
    </w:pPr>
    <w:rPr>
      <w:sz w:val="16"/>
      <w:szCs w:val="16"/>
    </w:rPr>
  </w:style>
  <w:style w:type="paragraph" w:styleId="af7">
    <w:name w:val="Body Text First Indent"/>
    <w:basedOn w:val="af6"/>
    <w:semiHidden/>
    <w:rsid w:val="00533609"/>
    <w:pPr>
      <w:ind w:firstLine="210"/>
    </w:pPr>
  </w:style>
  <w:style w:type="paragraph" w:styleId="af8">
    <w:name w:val="Body Text Indent"/>
    <w:basedOn w:val="a2"/>
    <w:semiHidden/>
    <w:rsid w:val="00533609"/>
    <w:pPr>
      <w:spacing w:after="120"/>
      <w:ind w:left="360"/>
    </w:pPr>
  </w:style>
  <w:style w:type="paragraph" w:styleId="24">
    <w:name w:val="Body Text First Indent 2"/>
    <w:basedOn w:val="af8"/>
    <w:semiHidden/>
    <w:rsid w:val="00533609"/>
    <w:pPr>
      <w:ind w:firstLine="210"/>
    </w:pPr>
  </w:style>
  <w:style w:type="paragraph" w:styleId="25">
    <w:name w:val="Body Text Indent 2"/>
    <w:basedOn w:val="a2"/>
    <w:semiHidden/>
    <w:rsid w:val="00533609"/>
    <w:pPr>
      <w:spacing w:after="120" w:line="480" w:lineRule="auto"/>
      <w:ind w:left="360"/>
    </w:pPr>
  </w:style>
  <w:style w:type="paragraph" w:styleId="33">
    <w:name w:val="Body Text Indent 3"/>
    <w:basedOn w:val="a2"/>
    <w:semiHidden/>
    <w:rsid w:val="00533609"/>
    <w:pPr>
      <w:spacing w:after="120"/>
      <w:ind w:left="360"/>
    </w:pPr>
    <w:rPr>
      <w:sz w:val="16"/>
      <w:szCs w:val="16"/>
    </w:rPr>
  </w:style>
  <w:style w:type="paragraph" w:styleId="af9">
    <w:name w:val="Closing"/>
    <w:basedOn w:val="a2"/>
    <w:semiHidden/>
    <w:rsid w:val="00533609"/>
    <w:pPr>
      <w:ind w:left="4320"/>
    </w:pPr>
  </w:style>
  <w:style w:type="paragraph" w:styleId="afa">
    <w:name w:val="Date"/>
    <w:basedOn w:val="a2"/>
    <w:next w:val="a2"/>
    <w:semiHidden/>
    <w:rsid w:val="00533609"/>
  </w:style>
  <w:style w:type="paragraph" w:styleId="afb">
    <w:name w:val="E-mail Signature"/>
    <w:basedOn w:val="a2"/>
    <w:semiHidden/>
    <w:rsid w:val="00533609"/>
  </w:style>
  <w:style w:type="paragraph" w:styleId="afc">
    <w:name w:val="envelope address"/>
    <w:basedOn w:val="a2"/>
    <w:semiHidden/>
    <w:rsid w:val="00533609"/>
    <w:pPr>
      <w:framePr w:w="7920" w:h="1980" w:hRule="exact" w:hSpace="180" w:wrap="auto" w:hAnchor="page" w:xAlign="center" w:yAlign="bottom"/>
      <w:ind w:left="2880"/>
    </w:pPr>
  </w:style>
  <w:style w:type="paragraph" w:styleId="afd">
    <w:name w:val="envelope return"/>
    <w:basedOn w:val="a2"/>
    <w:semiHidden/>
    <w:rsid w:val="00533609"/>
    <w:rPr>
      <w:sz w:val="20"/>
      <w:szCs w:val="20"/>
    </w:rPr>
  </w:style>
  <w:style w:type="character" w:styleId="afe">
    <w:name w:val="FollowedHyperlink"/>
    <w:semiHidden/>
    <w:rsid w:val="00533609"/>
    <w:rPr>
      <w:color w:val="800080"/>
      <w:u w:val="single"/>
    </w:rPr>
  </w:style>
  <w:style w:type="paragraph" w:styleId="HTML7">
    <w:name w:val="HTML Address"/>
    <w:basedOn w:val="a2"/>
    <w:semiHidden/>
    <w:rsid w:val="00533609"/>
    <w:rPr>
      <w:i/>
      <w:iCs/>
    </w:rPr>
  </w:style>
  <w:style w:type="paragraph" w:styleId="HTML8">
    <w:name w:val="HTML Preformatted"/>
    <w:basedOn w:val="a2"/>
    <w:semiHidden/>
    <w:rsid w:val="00533609"/>
    <w:rPr>
      <w:rFonts w:ascii="Courier New" w:hAnsi="Courier New" w:cs="Courier New"/>
      <w:sz w:val="20"/>
      <w:szCs w:val="20"/>
    </w:rPr>
  </w:style>
  <w:style w:type="paragraph" w:styleId="aff">
    <w:name w:val="List"/>
    <w:basedOn w:val="a2"/>
    <w:semiHidden/>
    <w:rsid w:val="00533609"/>
    <w:pPr>
      <w:ind w:left="360" w:hanging="360"/>
    </w:pPr>
  </w:style>
  <w:style w:type="paragraph" w:styleId="26">
    <w:name w:val="List 2"/>
    <w:basedOn w:val="a2"/>
    <w:semiHidden/>
    <w:rsid w:val="00533609"/>
    <w:pPr>
      <w:ind w:left="720" w:hanging="360"/>
    </w:pPr>
  </w:style>
  <w:style w:type="paragraph" w:styleId="34">
    <w:name w:val="List 3"/>
    <w:basedOn w:val="a2"/>
    <w:semiHidden/>
    <w:rsid w:val="00533609"/>
    <w:pPr>
      <w:ind w:left="1080" w:hanging="360"/>
    </w:pPr>
  </w:style>
  <w:style w:type="paragraph" w:styleId="42">
    <w:name w:val="List 4"/>
    <w:basedOn w:val="a2"/>
    <w:semiHidden/>
    <w:rsid w:val="00533609"/>
    <w:pPr>
      <w:ind w:left="1440" w:hanging="360"/>
    </w:pPr>
  </w:style>
  <w:style w:type="paragraph" w:styleId="52">
    <w:name w:val="List 5"/>
    <w:basedOn w:val="a2"/>
    <w:semiHidden/>
    <w:rsid w:val="00533609"/>
    <w:pPr>
      <w:ind w:left="1800" w:hanging="360"/>
    </w:pPr>
  </w:style>
  <w:style w:type="paragraph" w:styleId="a0">
    <w:name w:val="List Bullet"/>
    <w:basedOn w:val="a2"/>
    <w:semiHidden/>
    <w:rsid w:val="00533609"/>
    <w:pPr>
      <w:numPr>
        <w:numId w:val="5"/>
      </w:numPr>
    </w:pPr>
  </w:style>
  <w:style w:type="paragraph" w:styleId="20">
    <w:name w:val="List Bullet 2"/>
    <w:basedOn w:val="a2"/>
    <w:semiHidden/>
    <w:rsid w:val="00533609"/>
    <w:pPr>
      <w:numPr>
        <w:numId w:val="6"/>
      </w:numPr>
    </w:pPr>
  </w:style>
  <w:style w:type="paragraph" w:styleId="30">
    <w:name w:val="List Bullet 3"/>
    <w:basedOn w:val="a2"/>
    <w:semiHidden/>
    <w:rsid w:val="00533609"/>
    <w:pPr>
      <w:numPr>
        <w:numId w:val="4"/>
      </w:numPr>
    </w:pPr>
  </w:style>
  <w:style w:type="paragraph" w:styleId="40">
    <w:name w:val="List Bullet 4"/>
    <w:basedOn w:val="a2"/>
    <w:semiHidden/>
    <w:rsid w:val="00533609"/>
    <w:pPr>
      <w:numPr>
        <w:numId w:val="7"/>
      </w:numPr>
    </w:pPr>
  </w:style>
  <w:style w:type="paragraph" w:styleId="50">
    <w:name w:val="List Bullet 5"/>
    <w:basedOn w:val="a2"/>
    <w:semiHidden/>
    <w:rsid w:val="00533609"/>
    <w:pPr>
      <w:numPr>
        <w:numId w:val="8"/>
      </w:numPr>
    </w:pPr>
  </w:style>
  <w:style w:type="paragraph" w:styleId="aff0">
    <w:name w:val="List Continue"/>
    <w:basedOn w:val="a2"/>
    <w:semiHidden/>
    <w:rsid w:val="00533609"/>
    <w:pPr>
      <w:spacing w:after="120"/>
      <w:ind w:left="360"/>
    </w:pPr>
  </w:style>
  <w:style w:type="paragraph" w:styleId="27">
    <w:name w:val="List Continue 2"/>
    <w:basedOn w:val="a2"/>
    <w:semiHidden/>
    <w:rsid w:val="00533609"/>
    <w:pPr>
      <w:spacing w:after="120"/>
      <w:ind w:left="720"/>
    </w:pPr>
  </w:style>
  <w:style w:type="paragraph" w:styleId="35">
    <w:name w:val="List Continue 3"/>
    <w:basedOn w:val="a2"/>
    <w:semiHidden/>
    <w:rsid w:val="00533609"/>
    <w:pPr>
      <w:spacing w:after="120"/>
      <w:ind w:left="1080"/>
    </w:pPr>
  </w:style>
  <w:style w:type="paragraph" w:styleId="43">
    <w:name w:val="List Continue 4"/>
    <w:basedOn w:val="a2"/>
    <w:semiHidden/>
    <w:rsid w:val="00533609"/>
    <w:pPr>
      <w:spacing w:after="120"/>
      <w:ind w:left="1440"/>
    </w:pPr>
  </w:style>
  <w:style w:type="paragraph" w:styleId="53">
    <w:name w:val="List Continue 5"/>
    <w:basedOn w:val="a2"/>
    <w:semiHidden/>
    <w:rsid w:val="00533609"/>
    <w:pPr>
      <w:spacing w:after="120"/>
      <w:ind w:left="1800"/>
    </w:pPr>
  </w:style>
  <w:style w:type="paragraph" w:styleId="a">
    <w:name w:val="List Number"/>
    <w:basedOn w:val="a2"/>
    <w:semiHidden/>
    <w:rsid w:val="00533609"/>
    <w:pPr>
      <w:numPr>
        <w:numId w:val="9"/>
      </w:numPr>
    </w:pPr>
  </w:style>
  <w:style w:type="paragraph" w:styleId="2">
    <w:name w:val="List Number 2"/>
    <w:basedOn w:val="a2"/>
    <w:semiHidden/>
    <w:rsid w:val="00533609"/>
    <w:pPr>
      <w:numPr>
        <w:numId w:val="10"/>
      </w:numPr>
    </w:pPr>
  </w:style>
  <w:style w:type="paragraph" w:styleId="3">
    <w:name w:val="List Number 3"/>
    <w:basedOn w:val="a2"/>
    <w:semiHidden/>
    <w:rsid w:val="00533609"/>
    <w:pPr>
      <w:numPr>
        <w:numId w:val="11"/>
      </w:numPr>
    </w:pPr>
  </w:style>
  <w:style w:type="paragraph" w:styleId="4">
    <w:name w:val="List Number 4"/>
    <w:basedOn w:val="a2"/>
    <w:semiHidden/>
    <w:rsid w:val="00533609"/>
    <w:pPr>
      <w:numPr>
        <w:numId w:val="12"/>
      </w:numPr>
    </w:pPr>
  </w:style>
  <w:style w:type="paragraph" w:styleId="5">
    <w:name w:val="List Number 5"/>
    <w:basedOn w:val="a2"/>
    <w:semiHidden/>
    <w:rsid w:val="00533609"/>
    <w:pPr>
      <w:numPr>
        <w:numId w:val="13"/>
      </w:numPr>
    </w:pPr>
  </w:style>
  <w:style w:type="paragraph" w:styleId="aff1">
    <w:name w:val="Message Header"/>
    <w:basedOn w:val="a2"/>
    <w:semiHidden/>
    <w:rsid w:val="00533609"/>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aff2">
    <w:name w:val="Normal (Web)"/>
    <w:basedOn w:val="a2"/>
    <w:semiHidden/>
    <w:rsid w:val="00533609"/>
    <w:rPr>
      <w:rFonts w:ascii="Times New Roman" w:hAnsi="Times New Roman" w:cs="Times New Roman"/>
    </w:rPr>
  </w:style>
  <w:style w:type="paragraph" w:styleId="aff3">
    <w:name w:val="Normal Indent"/>
    <w:basedOn w:val="a2"/>
    <w:semiHidden/>
    <w:rsid w:val="00533609"/>
    <w:pPr>
      <w:ind w:left="720"/>
    </w:pPr>
  </w:style>
  <w:style w:type="paragraph" w:styleId="aff4">
    <w:name w:val="Note Heading"/>
    <w:basedOn w:val="a2"/>
    <w:next w:val="a2"/>
    <w:semiHidden/>
    <w:rsid w:val="00533609"/>
  </w:style>
  <w:style w:type="paragraph" w:styleId="aff5">
    <w:name w:val="Plain Text"/>
    <w:basedOn w:val="a2"/>
    <w:semiHidden/>
    <w:rsid w:val="00533609"/>
    <w:rPr>
      <w:rFonts w:ascii="Courier New" w:hAnsi="Courier New" w:cs="Courier New"/>
      <w:sz w:val="20"/>
      <w:szCs w:val="20"/>
    </w:rPr>
  </w:style>
  <w:style w:type="paragraph" w:styleId="aff6">
    <w:name w:val="Salutation"/>
    <w:basedOn w:val="a2"/>
    <w:next w:val="a2"/>
    <w:semiHidden/>
    <w:rsid w:val="00533609"/>
  </w:style>
  <w:style w:type="paragraph" w:styleId="aff7">
    <w:name w:val="Signature"/>
    <w:basedOn w:val="a2"/>
    <w:semiHidden/>
    <w:rsid w:val="00533609"/>
    <w:pPr>
      <w:ind w:left="4320"/>
    </w:pPr>
  </w:style>
  <w:style w:type="paragraph" w:styleId="aff8">
    <w:name w:val="Subtitle"/>
    <w:basedOn w:val="a2"/>
    <w:qFormat/>
    <w:rsid w:val="00533609"/>
    <w:pPr>
      <w:spacing w:after="60"/>
      <w:jc w:val="center"/>
      <w:outlineLvl w:val="1"/>
    </w:pPr>
  </w:style>
  <w:style w:type="table" w:styleId="10">
    <w:name w:val="Table 3D effects 1"/>
    <w:basedOn w:val="a4"/>
    <w:semiHidden/>
    <w:rsid w:val="00533609"/>
    <w:pPr>
      <w:autoSpaceDE w:val="0"/>
      <w:autoSpaceDN w:val="0"/>
      <w:adjustRightInd w:val="0"/>
      <w:spacing w:line="2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533609"/>
    <w:pPr>
      <w:autoSpaceDE w:val="0"/>
      <w:autoSpaceDN w:val="0"/>
      <w:adjustRightInd w:val="0"/>
      <w:spacing w:line="2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rsid w:val="00533609"/>
    <w:pPr>
      <w:autoSpaceDE w:val="0"/>
      <w:autoSpaceDN w:val="0"/>
      <w:adjustRightInd w:val="0"/>
      <w:spacing w:line="2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rsid w:val="00533609"/>
    <w:pPr>
      <w:autoSpaceDE w:val="0"/>
      <w:autoSpaceDN w:val="0"/>
      <w:adjustRightInd w:val="0"/>
      <w:spacing w:line="2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533609"/>
    <w:pPr>
      <w:autoSpaceDE w:val="0"/>
      <w:autoSpaceDN w:val="0"/>
      <w:adjustRightInd w:val="0"/>
      <w:spacing w:line="2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533609"/>
    <w:pPr>
      <w:autoSpaceDE w:val="0"/>
      <w:autoSpaceDN w:val="0"/>
      <w:adjustRightInd w:val="0"/>
      <w:spacing w:line="2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rsid w:val="00533609"/>
    <w:pPr>
      <w:autoSpaceDE w:val="0"/>
      <w:autoSpaceDN w:val="0"/>
      <w:adjustRightInd w:val="0"/>
      <w:spacing w:line="2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sid w:val="00533609"/>
    <w:pPr>
      <w:autoSpaceDE w:val="0"/>
      <w:autoSpaceDN w:val="0"/>
      <w:adjustRightInd w:val="0"/>
      <w:spacing w:line="2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a">
    <w:name w:val="Table Colorful 2"/>
    <w:basedOn w:val="a4"/>
    <w:semiHidden/>
    <w:rsid w:val="00533609"/>
    <w:pPr>
      <w:autoSpaceDE w:val="0"/>
      <w:autoSpaceDN w:val="0"/>
      <w:adjustRightInd w:val="0"/>
      <w:spacing w:line="2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rsid w:val="00533609"/>
    <w:pPr>
      <w:autoSpaceDE w:val="0"/>
      <w:autoSpaceDN w:val="0"/>
      <w:adjustRightInd w:val="0"/>
      <w:spacing w:line="2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sid w:val="00533609"/>
    <w:pPr>
      <w:autoSpaceDE w:val="0"/>
      <w:autoSpaceDN w:val="0"/>
      <w:adjustRightInd w:val="0"/>
      <w:spacing w:line="2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olumns 2"/>
    <w:basedOn w:val="a4"/>
    <w:semiHidden/>
    <w:rsid w:val="00533609"/>
    <w:pPr>
      <w:autoSpaceDE w:val="0"/>
      <w:autoSpaceDN w:val="0"/>
      <w:adjustRightInd w:val="0"/>
      <w:spacing w:line="2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sid w:val="00533609"/>
    <w:pPr>
      <w:autoSpaceDE w:val="0"/>
      <w:autoSpaceDN w:val="0"/>
      <w:adjustRightInd w:val="0"/>
      <w:spacing w:line="2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rsid w:val="00533609"/>
    <w:pPr>
      <w:autoSpaceDE w:val="0"/>
      <w:autoSpaceDN w:val="0"/>
      <w:adjustRightInd w:val="0"/>
      <w:spacing w:line="2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rsid w:val="00533609"/>
    <w:pPr>
      <w:autoSpaceDE w:val="0"/>
      <w:autoSpaceDN w:val="0"/>
      <w:adjustRightInd w:val="0"/>
      <w:spacing w:line="2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9">
    <w:name w:val="Table Contemporary"/>
    <w:basedOn w:val="a4"/>
    <w:semiHidden/>
    <w:rsid w:val="00533609"/>
    <w:pPr>
      <w:autoSpaceDE w:val="0"/>
      <w:autoSpaceDN w:val="0"/>
      <w:adjustRightInd w:val="0"/>
      <w:spacing w:line="2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a">
    <w:name w:val="Table Elegant"/>
    <w:basedOn w:val="a4"/>
    <w:semiHidden/>
    <w:rsid w:val="00533609"/>
    <w:pPr>
      <w:autoSpaceDE w:val="0"/>
      <w:autoSpaceDN w:val="0"/>
      <w:adjustRightInd w:val="0"/>
      <w:spacing w:line="2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fb">
    <w:name w:val="Table Grid"/>
    <w:basedOn w:val="a4"/>
    <w:semiHidden/>
    <w:rsid w:val="00533609"/>
    <w:pPr>
      <w:autoSpaceDE w:val="0"/>
      <w:autoSpaceDN w:val="0"/>
      <w:adjustRightInd w:val="0"/>
      <w:spacing w:line="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Grid 1"/>
    <w:basedOn w:val="a4"/>
    <w:semiHidden/>
    <w:rsid w:val="00533609"/>
    <w:pPr>
      <w:autoSpaceDE w:val="0"/>
      <w:autoSpaceDN w:val="0"/>
      <w:adjustRightInd w:val="0"/>
      <w:spacing w:line="2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c">
    <w:name w:val="Table Grid 2"/>
    <w:basedOn w:val="a4"/>
    <w:semiHidden/>
    <w:rsid w:val="00533609"/>
    <w:pPr>
      <w:autoSpaceDE w:val="0"/>
      <w:autoSpaceDN w:val="0"/>
      <w:adjustRightInd w:val="0"/>
      <w:spacing w:line="2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rsid w:val="00533609"/>
    <w:pPr>
      <w:autoSpaceDE w:val="0"/>
      <w:autoSpaceDN w:val="0"/>
      <w:adjustRightInd w:val="0"/>
      <w:spacing w:line="2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rsid w:val="00533609"/>
    <w:pPr>
      <w:autoSpaceDE w:val="0"/>
      <w:autoSpaceDN w:val="0"/>
      <w:adjustRightInd w:val="0"/>
      <w:spacing w:line="2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rsid w:val="00533609"/>
    <w:pPr>
      <w:autoSpaceDE w:val="0"/>
      <w:autoSpaceDN w:val="0"/>
      <w:adjustRightInd w:val="0"/>
      <w:spacing w:line="2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rsid w:val="00533609"/>
    <w:pPr>
      <w:autoSpaceDE w:val="0"/>
      <w:autoSpaceDN w:val="0"/>
      <w:adjustRightInd w:val="0"/>
      <w:spacing w:line="2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sid w:val="00533609"/>
    <w:pPr>
      <w:autoSpaceDE w:val="0"/>
      <w:autoSpaceDN w:val="0"/>
      <w:adjustRightInd w:val="0"/>
      <w:spacing w:line="2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rsid w:val="00533609"/>
    <w:pPr>
      <w:autoSpaceDE w:val="0"/>
      <w:autoSpaceDN w:val="0"/>
      <w:adjustRightInd w:val="0"/>
      <w:spacing w:line="2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rsid w:val="00533609"/>
    <w:pPr>
      <w:autoSpaceDE w:val="0"/>
      <w:autoSpaceDN w:val="0"/>
      <w:adjustRightInd w:val="0"/>
      <w:spacing w:line="2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List 2"/>
    <w:basedOn w:val="a4"/>
    <w:semiHidden/>
    <w:rsid w:val="00533609"/>
    <w:pPr>
      <w:autoSpaceDE w:val="0"/>
      <w:autoSpaceDN w:val="0"/>
      <w:adjustRightInd w:val="0"/>
      <w:spacing w:line="2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rsid w:val="00533609"/>
    <w:pPr>
      <w:autoSpaceDE w:val="0"/>
      <w:autoSpaceDN w:val="0"/>
      <w:adjustRightInd w:val="0"/>
      <w:spacing w:line="2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rsid w:val="00533609"/>
    <w:pPr>
      <w:autoSpaceDE w:val="0"/>
      <w:autoSpaceDN w:val="0"/>
      <w:adjustRightInd w:val="0"/>
      <w:spacing w:line="2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rsid w:val="00533609"/>
    <w:pPr>
      <w:autoSpaceDE w:val="0"/>
      <w:autoSpaceDN w:val="0"/>
      <w:adjustRightInd w:val="0"/>
      <w:spacing w:line="2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rsid w:val="00533609"/>
    <w:pPr>
      <w:autoSpaceDE w:val="0"/>
      <w:autoSpaceDN w:val="0"/>
      <w:adjustRightInd w:val="0"/>
      <w:spacing w:line="2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rsid w:val="00533609"/>
    <w:pPr>
      <w:autoSpaceDE w:val="0"/>
      <w:autoSpaceDN w:val="0"/>
      <w:adjustRightInd w:val="0"/>
      <w:spacing w:line="2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rsid w:val="00533609"/>
    <w:pPr>
      <w:autoSpaceDE w:val="0"/>
      <w:autoSpaceDN w:val="0"/>
      <w:adjustRightInd w:val="0"/>
      <w:spacing w:line="2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c">
    <w:name w:val="Table Professional"/>
    <w:basedOn w:val="a4"/>
    <w:semiHidden/>
    <w:rsid w:val="00533609"/>
    <w:pPr>
      <w:autoSpaceDE w:val="0"/>
      <w:autoSpaceDN w:val="0"/>
      <w:adjustRightInd w:val="0"/>
      <w:spacing w:line="2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rsid w:val="00533609"/>
    <w:pPr>
      <w:autoSpaceDE w:val="0"/>
      <w:autoSpaceDN w:val="0"/>
      <w:adjustRightInd w:val="0"/>
      <w:spacing w:line="2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533609"/>
    <w:pPr>
      <w:autoSpaceDE w:val="0"/>
      <w:autoSpaceDN w:val="0"/>
      <w:adjustRightInd w:val="0"/>
      <w:spacing w:line="2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533609"/>
    <w:pPr>
      <w:autoSpaceDE w:val="0"/>
      <w:autoSpaceDN w:val="0"/>
      <w:adjustRightInd w:val="0"/>
      <w:spacing w:line="2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rsid w:val="00533609"/>
    <w:pPr>
      <w:autoSpaceDE w:val="0"/>
      <w:autoSpaceDN w:val="0"/>
      <w:adjustRightInd w:val="0"/>
      <w:spacing w:line="2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4"/>
    <w:semiHidden/>
    <w:rsid w:val="00533609"/>
    <w:pPr>
      <w:autoSpaceDE w:val="0"/>
      <w:autoSpaceDN w:val="0"/>
      <w:adjustRightInd w:val="0"/>
      <w:spacing w:line="2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Theme"/>
    <w:basedOn w:val="a4"/>
    <w:semiHidden/>
    <w:rsid w:val="00533609"/>
    <w:pPr>
      <w:autoSpaceDE w:val="0"/>
      <w:autoSpaceDN w:val="0"/>
      <w:adjustRightInd w:val="0"/>
      <w:spacing w:line="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rsid w:val="00533609"/>
    <w:pPr>
      <w:autoSpaceDE w:val="0"/>
      <w:autoSpaceDN w:val="0"/>
      <w:adjustRightInd w:val="0"/>
      <w:spacing w:line="2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0">
    <w:name w:val="Table Web 2"/>
    <w:basedOn w:val="a4"/>
    <w:semiHidden/>
    <w:rsid w:val="00533609"/>
    <w:pPr>
      <w:autoSpaceDE w:val="0"/>
      <w:autoSpaceDN w:val="0"/>
      <w:adjustRightInd w:val="0"/>
      <w:spacing w:line="2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rsid w:val="00533609"/>
    <w:pPr>
      <w:autoSpaceDE w:val="0"/>
      <w:autoSpaceDN w:val="0"/>
      <w:adjustRightInd w:val="0"/>
      <w:spacing w:line="2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e">
    <w:name w:val="Title"/>
    <w:basedOn w:val="a2"/>
    <w:link w:val="afff"/>
    <w:qFormat/>
    <w:rsid w:val="00533609"/>
    <w:pPr>
      <w:spacing w:before="240" w:after="60"/>
      <w:jc w:val="center"/>
      <w:outlineLvl w:val="0"/>
    </w:pPr>
    <w:rPr>
      <w:b/>
      <w:bCs/>
      <w:kern w:val="28"/>
      <w:sz w:val="32"/>
      <w:szCs w:val="32"/>
    </w:rPr>
  </w:style>
  <w:style w:type="character" w:customStyle="1" w:styleId="USITAL">
    <w:name w:val="US_ITAL"/>
    <w:rsid w:val="006835CC"/>
    <w:rPr>
      <w:i/>
      <w:u w:val="single"/>
    </w:rPr>
  </w:style>
  <w:style w:type="character" w:customStyle="1" w:styleId="SUPITAL">
    <w:name w:val="SUP_ITAL"/>
    <w:rsid w:val="006835CC"/>
    <w:rPr>
      <w:i/>
      <w:vertAlign w:val="superscript"/>
    </w:rPr>
  </w:style>
  <w:style w:type="character" w:customStyle="1" w:styleId="BOLD">
    <w:name w:val="BOLD"/>
    <w:rsid w:val="006835CC"/>
    <w:rPr>
      <w:b/>
      <w:lang w:val="en-CA"/>
    </w:rPr>
  </w:style>
  <w:style w:type="character" w:customStyle="1" w:styleId="ITAL">
    <w:name w:val="ITAL"/>
    <w:rsid w:val="006835CC"/>
    <w:rPr>
      <w:i/>
      <w:lang w:val="en-CA"/>
    </w:rPr>
  </w:style>
  <w:style w:type="character" w:customStyle="1" w:styleId="BOLDITAL">
    <w:name w:val="BOLD_ITAL"/>
    <w:rsid w:val="006835CC"/>
    <w:rPr>
      <w:b/>
      <w:i/>
      <w:lang w:val="en-CA"/>
    </w:rPr>
  </w:style>
  <w:style w:type="character" w:customStyle="1" w:styleId="US">
    <w:name w:val="US"/>
    <w:rsid w:val="006835CC"/>
    <w:rPr>
      <w:u w:val="single"/>
    </w:rPr>
  </w:style>
  <w:style w:type="character" w:customStyle="1" w:styleId="SCAP">
    <w:name w:val="SCAP"/>
    <w:rsid w:val="006835CC"/>
    <w:rPr>
      <w:smallCaps/>
      <w:lang w:val="en-CA"/>
    </w:rPr>
  </w:style>
  <w:style w:type="character" w:customStyle="1" w:styleId="SUP">
    <w:name w:val="SUP"/>
    <w:rsid w:val="006835CC"/>
    <w:rPr>
      <w:vertAlign w:val="superscript"/>
    </w:rPr>
  </w:style>
  <w:style w:type="character" w:customStyle="1" w:styleId="SCAPITAL">
    <w:name w:val="SCAP_ITAL"/>
    <w:rsid w:val="006835CC"/>
    <w:rPr>
      <w:i/>
      <w:smallCaps/>
    </w:rPr>
  </w:style>
  <w:style w:type="character" w:customStyle="1" w:styleId="SUB">
    <w:name w:val="SUB"/>
    <w:rsid w:val="006835CC"/>
    <w:rPr>
      <w:vertAlign w:val="subscript"/>
      <w:lang w:val="en-CA"/>
    </w:rPr>
  </w:style>
  <w:style w:type="character" w:customStyle="1" w:styleId="SUBITAL">
    <w:name w:val="SUB_ITAL"/>
    <w:rsid w:val="006835CC"/>
    <w:rPr>
      <w:i/>
      <w:vertAlign w:val="subscript"/>
    </w:rPr>
  </w:style>
  <w:style w:type="paragraph" w:customStyle="1" w:styleId="BX4">
    <w:name w:val="BX4"/>
    <w:basedOn w:val="BX4HEADFIRST"/>
    <w:rsid w:val="005D38D5"/>
    <w:pPr>
      <w:framePr w:hSpace="187" w:vSpace="115" w:wrap="around" w:vAnchor="text" w:hAnchor="text" w:y="171"/>
      <w:spacing w:line="480" w:lineRule="auto"/>
      <w:ind w:left="115" w:right="115" w:firstLine="403"/>
    </w:pPr>
  </w:style>
  <w:style w:type="paragraph" w:customStyle="1" w:styleId="BX4CON">
    <w:name w:val="BX4_CON"/>
    <w:basedOn w:val="BX4H3HEADFIRST"/>
    <w:rsid w:val="00A93F7B"/>
    <w:pPr>
      <w:framePr w:hSpace="180" w:vSpace="120" w:wrap="around" w:hAnchor="text" w:yAlign="bottom"/>
      <w:spacing w:before="60"/>
    </w:pPr>
  </w:style>
  <w:style w:type="paragraph" w:customStyle="1" w:styleId="EXTONLY">
    <w:name w:val="EXT_ONLY"/>
    <w:basedOn w:val="EXTFIRST"/>
    <w:rsid w:val="00B30C60"/>
  </w:style>
  <w:style w:type="paragraph" w:customStyle="1" w:styleId="CHAPBMFIRST">
    <w:name w:val="CHAP_BM_FIRST"/>
    <w:basedOn w:val="HEADFIRST"/>
    <w:rsid w:val="006A0874"/>
    <w:pPr>
      <w:spacing w:before="240"/>
    </w:pPr>
  </w:style>
  <w:style w:type="paragraph" w:customStyle="1" w:styleId="endfeature">
    <w:name w:val="endfeature"/>
    <w:basedOn w:val="BX1NUM"/>
    <w:rsid w:val="00FF6E26"/>
    <w:pPr>
      <w:pBdr>
        <w:bottom w:val="dotDotDash" w:sz="4" w:space="1" w:color="auto"/>
      </w:pBdr>
      <w:spacing w:line="480" w:lineRule="auto"/>
      <w:ind w:left="245" w:right="245"/>
    </w:pPr>
    <w:rPr>
      <w:b w:val="0"/>
      <w:caps w:val="0"/>
    </w:rPr>
  </w:style>
  <w:style w:type="character" w:customStyle="1" w:styleId="CIT">
    <w:name w:val="CIT"/>
    <w:rsid w:val="000A7DED"/>
    <w:rPr>
      <w:rFonts w:ascii="Courier New" w:hAnsi="Courier New"/>
      <w:sz w:val="19"/>
      <w:szCs w:val="19"/>
    </w:rPr>
  </w:style>
  <w:style w:type="character" w:customStyle="1" w:styleId="CFOLH1DING">
    <w:name w:val="CF_OL_H1_DING"/>
    <w:rsid w:val="002960BF"/>
  </w:style>
  <w:style w:type="paragraph" w:customStyle="1" w:styleId="CFTOCH2">
    <w:name w:val="CF_TOC_H2"/>
    <w:basedOn w:val="CFTOCH1"/>
    <w:rsid w:val="00B03C0D"/>
    <w:pPr>
      <w:ind w:left="714"/>
    </w:pPr>
    <w:rPr>
      <w:b w:val="0"/>
    </w:rPr>
  </w:style>
  <w:style w:type="character" w:customStyle="1" w:styleId="CFTFNUM">
    <w:name w:val="CF_TF_NUM"/>
    <w:rsid w:val="001167CE"/>
    <w:rPr>
      <w:b/>
    </w:rPr>
  </w:style>
  <w:style w:type="paragraph" w:customStyle="1" w:styleId="CFOLBXTTL">
    <w:name w:val="CF_OL_BX_TTL"/>
    <w:basedOn w:val="CFTOCH2"/>
    <w:rsid w:val="00B03C0D"/>
  </w:style>
  <w:style w:type="paragraph" w:customStyle="1" w:styleId="CFOLBOXTTL">
    <w:name w:val="CF_OL_BOX_TTL"/>
    <w:basedOn w:val="a2"/>
    <w:rsid w:val="0064773E"/>
    <w:pPr>
      <w:autoSpaceDE/>
      <w:autoSpaceDN/>
      <w:adjustRightInd/>
      <w:spacing w:before="100" w:beforeAutospacing="1" w:after="100" w:afterAutospacing="1" w:line="240" w:lineRule="auto"/>
    </w:pPr>
    <w:rPr>
      <w:rFonts w:ascii="Times New Roman" w:eastAsia="Times New Roman" w:hAnsi="Times New Roman" w:cs="Times New Roman"/>
      <w:color w:val="auto"/>
      <w:w w:val="100"/>
    </w:rPr>
  </w:style>
  <w:style w:type="paragraph" w:customStyle="1" w:styleId="CFPROBSETINTRO">
    <w:name w:val="CF_PROBSET_INTRO"/>
    <w:basedOn w:val="HEADFIRST"/>
    <w:rsid w:val="001C3B8E"/>
    <w:pPr>
      <w:spacing w:before="80" w:after="80"/>
    </w:pPr>
  </w:style>
  <w:style w:type="paragraph" w:customStyle="1" w:styleId="PHOTOTTL">
    <w:name w:val="PHOTO_TTL"/>
    <w:basedOn w:val="PHOCAP"/>
    <w:rsid w:val="003E1AE3"/>
  </w:style>
  <w:style w:type="character" w:customStyle="1" w:styleId="CFTFE1">
    <w:name w:val="CF_TF_E1"/>
    <w:rsid w:val="001167CE"/>
    <w:rPr>
      <w:b/>
    </w:rPr>
  </w:style>
  <w:style w:type="paragraph" w:customStyle="1" w:styleId="CFVIGFIRST">
    <w:name w:val="CF_VIG_FIRST"/>
    <w:basedOn w:val="a2"/>
    <w:rsid w:val="008407D4"/>
    <w:pPr>
      <w:autoSpaceDE/>
      <w:autoSpaceDN/>
      <w:adjustRightInd/>
      <w:spacing w:before="240" w:line="240" w:lineRule="atLeast"/>
      <w:jc w:val="both"/>
    </w:pPr>
    <w:rPr>
      <w:rFonts w:ascii="Times New Roman" w:eastAsia="Times New Roman" w:hAnsi="Times New Roman" w:cs="Times New Roman"/>
      <w:color w:val="auto"/>
      <w:w w:val="100"/>
      <w:sz w:val="20"/>
      <w:szCs w:val="20"/>
    </w:rPr>
  </w:style>
  <w:style w:type="paragraph" w:customStyle="1" w:styleId="CFVIG">
    <w:name w:val="CF_VIG"/>
    <w:basedOn w:val="a2"/>
    <w:next w:val="CFVIGFIRST"/>
    <w:rsid w:val="008407D4"/>
    <w:pPr>
      <w:autoSpaceDE/>
      <w:autoSpaceDN/>
      <w:adjustRightInd/>
      <w:spacing w:line="240" w:lineRule="atLeast"/>
      <w:ind w:firstLine="482"/>
      <w:jc w:val="both"/>
    </w:pPr>
    <w:rPr>
      <w:rFonts w:ascii="Times New Roman" w:eastAsia="Times New Roman" w:hAnsi="Times New Roman" w:cs="Times New Roman"/>
      <w:color w:val="auto"/>
      <w:w w:val="100"/>
      <w:sz w:val="20"/>
      <w:szCs w:val="20"/>
    </w:rPr>
  </w:style>
  <w:style w:type="character" w:customStyle="1" w:styleId="CFVIGDC">
    <w:name w:val="CF_VIG_DC"/>
    <w:rsid w:val="004C5FA4"/>
  </w:style>
  <w:style w:type="character" w:customStyle="1" w:styleId="BXNLNUM">
    <w:name w:val="BX_NL_NUM"/>
    <w:rsid w:val="009C2613"/>
  </w:style>
  <w:style w:type="paragraph" w:customStyle="1" w:styleId="FIRST">
    <w:name w:val="FIRST"/>
    <w:basedOn w:val="CHAPBMFIRST"/>
    <w:rsid w:val="00B43656"/>
  </w:style>
  <w:style w:type="paragraph" w:customStyle="1" w:styleId="MNMN2SUPTTL">
    <w:name w:val="MN_MN2_SUPTTL"/>
    <w:basedOn w:val="MN2"/>
    <w:rsid w:val="001E417F"/>
    <w:pPr>
      <w:spacing w:before="80"/>
      <w:ind w:firstLine="0"/>
    </w:pPr>
    <w:rPr>
      <w:b/>
      <w:i w:val="0"/>
      <w:caps/>
    </w:rPr>
  </w:style>
  <w:style w:type="character" w:customStyle="1" w:styleId="MNGLOSTTL">
    <w:name w:val="MN_GLOS_TTL"/>
    <w:rsid w:val="00FD4A1A"/>
    <w:rPr>
      <w:rFonts w:ascii="Times New Roman" w:hAnsi="Times New Roman"/>
      <w:b/>
      <w:sz w:val="20"/>
      <w:szCs w:val="20"/>
    </w:rPr>
  </w:style>
  <w:style w:type="character" w:customStyle="1" w:styleId="CREXR1DING">
    <w:name w:val="CR_EXR1_DING"/>
    <w:rsid w:val="001A3B52"/>
  </w:style>
  <w:style w:type="paragraph" w:customStyle="1" w:styleId="EXTSRC">
    <w:name w:val="EXT_SRC"/>
    <w:basedOn w:val="EXTONLY"/>
    <w:rsid w:val="00896869"/>
    <w:pPr>
      <w:ind w:firstLine="482"/>
    </w:pPr>
  </w:style>
  <w:style w:type="paragraph" w:customStyle="1" w:styleId="EXTLAST">
    <w:name w:val="EXT_LAST"/>
    <w:basedOn w:val="EXMFIRST"/>
    <w:rsid w:val="00B30C60"/>
    <w:pPr>
      <w:spacing w:before="120" w:after="120" w:line="276" w:lineRule="auto"/>
      <w:ind w:left="482" w:right="482"/>
      <w:jc w:val="left"/>
    </w:pPr>
  </w:style>
  <w:style w:type="paragraph" w:customStyle="1" w:styleId="BX3ULTTL">
    <w:name w:val="BX3_UL_TTL"/>
    <w:basedOn w:val="BX3"/>
    <w:rsid w:val="00797937"/>
    <w:pPr>
      <w:spacing w:before="240"/>
      <w:ind w:left="720" w:right="238" w:hanging="482"/>
    </w:pPr>
    <w:rPr>
      <w:b/>
      <w:caps/>
    </w:rPr>
  </w:style>
  <w:style w:type="paragraph" w:customStyle="1" w:styleId="BX3ULFIRST">
    <w:name w:val="BX3_UL_FIRST"/>
    <w:basedOn w:val="BX3ULTTL"/>
    <w:rsid w:val="00CF4B9E"/>
    <w:pPr>
      <w:spacing w:before="60"/>
      <w:ind w:firstLine="0"/>
    </w:pPr>
    <w:rPr>
      <w:caps w:val="0"/>
    </w:rPr>
  </w:style>
  <w:style w:type="paragraph" w:customStyle="1" w:styleId="BX3ULLAST">
    <w:name w:val="BX3_UL_LAST"/>
    <w:basedOn w:val="BX3ULFIRST"/>
    <w:rsid w:val="00797937"/>
  </w:style>
  <w:style w:type="paragraph" w:customStyle="1" w:styleId="BX3SRC">
    <w:name w:val="BX3_SRC"/>
    <w:basedOn w:val="BX3"/>
    <w:rsid w:val="00FB6482"/>
    <w:pPr>
      <w:spacing w:before="240"/>
      <w:ind w:left="238" w:right="238" w:firstLine="0"/>
    </w:pPr>
    <w:rPr>
      <w:sz w:val="16"/>
      <w:szCs w:val="16"/>
    </w:rPr>
  </w:style>
  <w:style w:type="paragraph" w:customStyle="1" w:styleId="CRPROBSETTTL">
    <w:name w:val="CR_PROBSET_TTL"/>
    <w:basedOn w:val="CRPROBSETSUPTTL"/>
    <w:rsid w:val="00FF6E26"/>
    <w:pPr>
      <w:pBdr>
        <w:top w:val="none" w:sz="0" w:space="0" w:color="auto"/>
      </w:pBdr>
      <w:spacing w:line="480" w:lineRule="auto"/>
    </w:pPr>
  </w:style>
  <w:style w:type="paragraph" w:customStyle="1" w:styleId="INTRO">
    <w:name w:val="INTRO"/>
    <w:basedOn w:val="CRPROBSETTTL"/>
    <w:rsid w:val="007324A0"/>
    <w:rPr>
      <w:rFonts w:ascii="Times New Roman" w:hAnsi="Times New Roman"/>
      <w:b w:val="0"/>
      <w:sz w:val="20"/>
      <w:szCs w:val="20"/>
    </w:rPr>
  </w:style>
  <w:style w:type="paragraph" w:customStyle="1" w:styleId="CRPROBSET1GENQ">
    <w:name w:val="CR_PROBSET1_GENQ"/>
    <w:basedOn w:val="INTRO"/>
    <w:rsid w:val="001A3B52"/>
    <w:pPr>
      <w:spacing w:before="120" w:after="0"/>
      <w:ind w:left="357" w:hanging="357"/>
    </w:pPr>
  </w:style>
  <w:style w:type="character" w:customStyle="1" w:styleId="CREXR1ARROWDING">
    <w:name w:val="CR_EXR1_ARROW_DING"/>
    <w:rsid w:val="001532E8"/>
  </w:style>
  <w:style w:type="paragraph" w:customStyle="1" w:styleId="CRPROBSET1H1">
    <w:name w:val="CR_PROBSET1_H1"/>
    <w:basedOn w:val="CRPROBSET1GENQ"/>
    <w:rsid w:val="001532E8"/>
  </w:style>
  <w:style w:type="character" w:customStyle="1" w:styleId="CREXR2DING">
    <w:name w:val="CR_EXR2_DING"/>
    <w:rsid w:val="0025228C"/>
  </w:style>
  <w:style w:type="character" w:customStyle="1" w:styleId="CRPROBSETBXTTL">
    <w:name w:val="CR_PROBSET_BX_TTL"/>
    <w:rsid w:val="001532E8"/>
    <w:rPr>
      <w:rFonts w:ascii="Times New Roman" w:hAnsi="Times New Roman"/>
      <w:b/>
      <w:caps/>
      <w:sz w:val="20"/>
      <w:szCs w:val="20"/>
    </w:rPr>
  </w:style>
  <w:style w:type="paragraph" w:customStyle="1" w:styleId="CRPROBSET2GENQ">
    <w:name w:val="CR_PROBSET2_GENQ"/>
    <w:basedOn w:val="CRPROBSET1GENQ"/>
    <w:rsid w:val="00090968"/>
    <w:rPr>
      <w:b/>
    </w:rPr>
  </w:style>
  <w:style w:type="character" w:customStyle="1" w:styleId="CREXR2NUM">
    <w:name w:val="CR_EXR2_NUM"/>
    <w:rsid w:val="0025228C"/>
  </w:style>
  <w:style w:type="character" w:customStyle="1" w:styleId="HEADFIRSTChar">
    <w:name w:val="HEADFIRST Char"/>
    <w:link w:val="HEADFIRST"/>
    <w:rsid w:val="0016594A"/>
    <w:rPr>
      <w:rFonts w:eastAsia="SimSun"/>
      <w:lang w:val="en-US" w:eastAsia="en-US" w:bidi="ar-SA"/>
    </w:rPr>
  </w:style>
  <w:style w:type="paragraph" w:customStyle="1" w:styleId="CRPROBSET2GENQBL">
    <w:name w:val="CR_PROBSET2_GENQ_BL"/>
    <w:basedOn w:val="CRPROBSET2GENQ"/>
    <w:rsid w:val="00395851"/>
    <w:pPr>
      <w:ind w:left="714"/>
    </w:pPr>
    <w:rPr>
      <w:b w:val="0"/>
    </w:rPr>
  </w:style>
  <w:style w:type="paragraph" w:customStyle="1" w:styleId="CRPROBSET3GENQ">
    <w:name w:val="CR_PROBSET3_GENQ"/>
    <w:basedOn w:val="CRPROBSET2GENQ"/>
    <w:rsid w:val="0078023C"/>
    <w:rPr>
      <w:b w:val="0"/>
    </w:rPr>
  </w:style>
  <w:style w:type="paragraph" w:customStyle="1" w:styleId="CRPROBSET3GENQLL">
    <w:name w:val="CR_PROBSET3_GENQ_LL"/>
    <w:basedOn w:val="CRPROBSET3GENQ"/>
    <w:rsid w:val="000A6FAA"/>
    <w:pPr>
      <w:spacing w:before="40"/>
      <w:ind w:left="714"/>
    </w:pPr>
  </w:style>
  <w:style w:type="paragraph" w:customStyle="1" w:styleId="BLOCKQUOTEONLY">
    <w:name w:val="BLOCKQUOTE_ONLY"/>
    <w:rsid w:val="005319A4"/>
    <w:pPr>
      <w:spacing w:before="240" w:line="240" w:lineRule="atLeast"/>
      <w:ind w:left="482" w:right="482"/>
    </w:pPr>
    <w:rPr>
      <w:rFonts w:ascii="Arial" w:eastAsia="SimSun" w:hAnsi="Arial" w:cs="Arial"/>
      <w:i/>
      <w:color w:val="000000"/>
      <w:lang w:eastAsia="en-US"/>
    </w:rPr>
  </w:style>
  <w:style w:type="paragraph" w:customStyle="1" w:styleId="BLOCKQUOTESRC">
    <w:name w:val="BLOCKQUOTE_SRC"/>
    <w:basedOn w:val="BLOCKQUOTEONLY"/>
    <w:rsid w:val="00B36D60"/>
    <w:pPr>
      <w:spacing w:before="120"/>
      <w:ind w:firstLine="482"/>
    </w:pPr>
    <w:rPr>
      <w:i w:val="0"/>
    </w:rPr>
  </w:style>
  <w:style w:type="character" w:customStyle="1" w:styleId="H1INTRO">
    <w:name w:val="H1_INTRO"/>
    <w:rsid w:val="00613711"/>
    <w:rPr>
      <w:caps/>
    </w:rPr>
  </w:style>
  <w:style w:type="character" w:customStyle="1" w:styleId="CFHEADFIRST">
    <w:name w:val="CF_HEADFIRST"/>
    <w:rsid w:val="00504DE4"/>
    <w:rPr>
      <w:caps/>
    </w:rPr>
  </w:style>
  <w:style w:type="paragraph" w:customStyle="1" w:styleId="TBLSRC">
    <w:name w:val="TBL_SRC"/>
    <w:basedOn w:val="TBLNOTE"/>
    <w:rsid w:val="003E3C67"/>
    <w:pPr>
      <w:spacing w:before="80" w:line="480" w:lineRule="auto"/>
    </w:pPr>
  </w:style>
  <w:style w:type="paragraph" w:customStyle="1" w:styleId="CFTFQ">
    <w:name w:val="CF_TFQ"/>
    <w:basedOn w:val="NLFIRST"/>
    <w:rsid w:val="00F40469"/>
    <w:pPr>
      <w:ind w:left="357" w:hanging="357"/>
      <w:contextualSpacing w:val="0"/>
    </w:pPr>
  </w:style>
  <w:style w:type="character" w:customStyle="1" w:styleId="BX1E1">
    <w:name w:val="BX1_E1"/>
    <w:rsid w:val="00D8542F"/>
    <w:rPr>
      <w:caps/>
      <w:sz w:val="28"/>
      <w:szCs w:val="28"/>
    </w:rPr>
  </w:style>
  <w:style w:type="paragraph" w:customStyle="1" w:styleId="BX1SUPTTL">
    <w:name w:val="BX1_SUPTTL"/>
    <w:basedOn w:val="BX1TTL"/>
    <w:rsid w:val="005D38D5"/>
    <w:pPr>
      <w:pBdr>
        <w:bottom w:val="none" w:sz="0" w:space="0" w:color="auto"/>
      </w:pBdr>
    </w:pPr>
    <w:rPr>
      <w:rFonts w:ascii="Arial Bold" w:hAnsi="Arial Bold"/>
      <w:caps/>
      <w:sz w:val="26"/>
      <w:szCs w:val="26"/>
    </w:rPr>
  </w:style>
  <w:style w:type="character" w:customStyle="1" w:styleId="FIGDING">
    <w:name w:val="FIG_DING"/>
    <w:basedOn w:val="a3"/>
    <w:rsid w:val="005D7C94"/>
  </w:style>
  <w:style w:type="paragraph" w:customStyle="1" w:styleId="BX4TFQ">
    <w:name w:val="BX4_TFQ"/>
    <w:basedOn w:val="BX4FIRST"/>
    <w:rsid w:val="0034538C"/>
    <w:pPr>
      <w:framePr w:wrap="notBeside" w:vAnchor="text" w:hAnchor="text" w:y="1"/>
      <w:tabs>
        <w:tab w:val="left" w:pos="567"/>
        <w:tab w:val="left" w:pos="1134"/>
      </w:tabs>
      <w:ind w:left="1537" w:right="119" w:hanging="1418"/>
    </w:pPr>
  </w:style>
  <w:style w:type="paragraph" w:customStyle="1" w:styleId="BX4SRC">
    <w:name w:val="BX4_SRC"/>
    <w:basedOn w:val="BX3SRC"/>
    <w:rsid w:val="00F46261"/>
    <w:pPr>
      <w:ind w:left="119" w:right="119"/>
    </w:pPr>
  </w:style>
  <w:style w:type="paragraph" w:customStyle="1" w:styleId="BX2BLOCKQUOTEONLY">
    <w:name w:val="BX2_BLOCKQUOTE_ONLY"/>
    <w:basedOn w:val="BX2FIRST"/>
    <w:rsid w:val="0037125D"/>
    <w:pPr>
      <w:spacing w:before="120" w:after="120"/>
      <w:ind w:left="482" w:right="238"/>
    </w:pPr>
    <w:rPr>
      <w:i/>
    </w:rPr>
  </w:style>
  <w:style w:type="paragraph" w:customStyle="1" w:styleId="BX2BLOCKQUOTESRC">
    <w:name w:val="BX2_BLOCKQUOTE_SRC"/>
    <w:basedOn w:val="BX2BLOCKQUOTEONLY"/>
    <w:rsid w:val="0037125D"/>
    <w:pPr>
      <w:spacing w:before="0" w:after="240"/>
      <w:ind w:firstLine="482"/>
    </w:pPr>
    <w:rPr>
      <w:i w:val="0"/>
    </w:rPr>
  </w:style>
  <w:style w:type="paragraph" w:customStyle="1" w:styleId="FIGTTL">
    <w:name w:val="FIG_TTL"/>
    <w:basedOn w:val="FIGCAP"/>
    <w:link w:val="FIGTTLChar"/>
    <w:rsid w:val="00A649CE"/>
    <w:rPr>
      <w:b/>
    </w:rPr>
  </w:style>
  <w:style w:type="character" w:customStyle="1" w:styleId="BX3CRITICALARROW">
    <w:name w:val="BX3_CRITICAL_ARROW"/>
    <w:rsid w:val="005E3CC9"/>
  </w:style>
  <w:style w:type="paragraph" w:customStyle="1" w:styleId="MN1TTL">
    <w:name w:val="MN1_TTL"/>
    <w:basedOn w:val="MN1"/>
    <w:rsid w:val="00D5345D"/>
    <w:pPr>
      <w:ind w:firstLine="0"/>
    </w:pPr>
  </w:style>
  <w:style w:type="character" w:customStyle="1" w:styleId="MNGLOSKT">
    <w:name w:val="MN_GLOS_KT"/>
    <w:rsid w:val="00D5345D"/>
    <w:rPr>
      <w:rFonts w:ascii="Times New Roman" w:hAnsi="Times New Roman"/>
      <w:b/>
      <w:sz w:val="16"/>
      <w:szCs w:val="16"/>
    </w:rPr>
  </w:style>
  <w:style w:type="paragraph" w:customStyle="1" w:styleId="BX3CRITICALTTL">
    <w:name w:val="BX3_CRITICAL_TTL"/>
    <w:basedOn w:val="BX3"/>
    <w:rsid w:val="005E3CC9"/>
    <w:pPr>
      <w:spacing w:before="240"/>
      <w:ind w:left="720" w:right="238" w:hanging="482"/>
    </w:pPr>
    <w:rPr>
      <w:b/>
    </w:rPr>
  </w:style>
  <w:style w:type="character" w:customStyle="1" w:styleId="OLBXDIVERSITYTTL">
    <w:name w:val="OL_BX_DIVERSITY_TTL"/>
    <w:rsid w:val="0064773E"/>
    <w:rPr>
      <w:b/>
      <w:caps/>
    </w:rPr>
  </w:style>
  <w:style w:type="paragraph" w:customStyle="1" w:styleId="BX3CRITICALTEXT">
    <w:name w:val="BX3_CRITICAL_TEXT"/>
    <w:basedOn w:val="BX3CRITICALTTL"/>
    <w:rsid w:val="005E3CC9"/>
    <w:pPr>
      <w:ind w:firstLine="0"/>
    </w:pPr>
  </w:style>
  <w:style w:type="paragraph" w:customStyle="1" w:styleId="BX2CRITICALTTL">
    <w:name w:val="BX2_CRITICAL_TTL"/>
    <w:basedOn w:val="BX2"/>
    <w:rsid w:val="001F6D53"/>
    <w:pPr>
      <w:ind w:left="720" w:right="238" w:hanging="482"/>
    </w:pPr>
    <w:rPr>
      <w:b/>
    </w:rPr>
  </w:style>
  <w:style w:type="character" w:customStyle="1" w:styleId="BX2CRITICALARROW">
    <w:name w:val="BX2_CRITICAL_ARROW"/>
    <w:rsid w:val="001F6D53"/>
  </w:style>
  <w:style w:type="paragraph" w:customStyle="1" w:styleId="BX2CRITICALTEXT">
    <w:name w:val="BX2_CRITICAL_TEXT"/>
    <w:basedOn w:val="BX2CRITICALTTL"/>
    <w:rsid w:val="00DA203C"/>
    <w:pPr>
      <w:ind w:firstLine="0"/>
    </w:pPr>
  </w:style>
  <w:style w:type="paragraph" w:customStyle="1" w:styleId="CRPROBSET3H1">
    <w:name w:val="CR_PROBSET3_H1"/>
    <w:basedOn w:val="CRPROBSET3GENQ"/>
    <w:rsid w:val="006C2992"/>
    <w:pPr>
      <w:spacing w:before="240"/>
      <w:ind w:left="0" w:firstLine="0"/>
    </w:pPr>
  </w:style>
  <w:style w:type="character" w:customStyle="1" w:styleId="OLBXDIVERSITYTEXT">
    <w:name w:val="OL_BX_DIVERSITY_TEXT"/>
    <w:basedOn w:val="a3"/>
    <w:rsid w:val="0064773E"/>
  </w:style>
  <w:style w:type="character" w:customStyle="1" w:styleId="OLBXSELFTTL">
    <w:name w:val="OL_BX_SELF_TTL"/>
    <w:rsid w:val="00134168"/>
    <w:rPr>
      <w:b/>
      <w:caps/>
    </w:rPr>
  </w:style>
  <w:style w:type="paragraph" w:customStyle="1" w:styleId="BLOCKQUOTEFIRST">
    <w:name w:val="BLOCKQUOTE_FIRST"/>
    <w:basedOn w:val="BLOCKQUOTEONLY"/>
    <w:rsid w:val="00490B1A"/>
  </w:style>
  <w:style w:type="paragraph" w:customStyle="1" w:styleId="BLOCKQUOTELAST">
    <w:name w:val="BLOCKQUOTE_LAST"/>
    <w:basedOn w:val="BLOCKQUOTEONLY"/>
    <w:rsid w:val="00D468C9"/>
    <w:pPr>
      <w:spacing w:before="40"/>
    </w:pPr>
  </w:style>
  <w:style w:type="paragraph" w:customStyle="1" w:styleId="BX3BLOCKQUOTEONLY">
    <w:name w:val="BX3_BLOCKQUOTE_ONLY"/>
    <w:basedOn w:val="BX3"/>
    <w:rsid w:val="00124246"/>
    <w:pPr>
      <w:spacing w:before="120" w:after="120"/>
      <w:ind w:left="720" w:right="238" w:firstLine="0"/>
    </w:pPr>
    <w:rPr>
      <w:i/>
    </w:rPr>
  </w:style>
  <w:style w:type="paragraph" w:customStyle="1" w:styleId="BX3BLOCKQUOTESRC">
    <w:name w:val="BX3_BLOCKQUOTE_SRC"/>
    <w:basedOn w:val="BX3BLOCKQUOTEONLY"/>
    <w:rsid w:val="00124246"/>
    <w:pPr>
      <w:spacing w:before="0" w:after="240"/>
      <w:ind w:firstLine="482"/>
    </w:pPr>
    <w:rPr>
      <w:i w:val="0"/>
    </w:rPr>
  </w:style>
  <w:style w:type="paragraph" w:customStyle="1" w:styleId="BLOCKQUOTEMID">
    <w:name w:val="BLOCKQUOTE_MID"/>
    <w:basedOn w:val="BLOCKQUOTELAST"/>
    <w:rsid w:val="00003D34"/>
  </w:style>
  <w:style w:type="paragraph" w:customStyle="1" w:styleId="BX2NPFIRST">
    <w:name w:val="BX2_NP_FIRST"/>
    <w:basedOn w:val="BX2"/>
    <w:rsid w:val="00630214"/>
  </w:style>
  <w:style w:type="paragraph" w:customStyle="1" w:styleId="BX2NPMID">
    <w:name w:val="BX2_NP_MID"/>
    <w:basedOn w:val="BX2NPFIRST"/>
    <w:rsid w:val="00630214"/>
  </w:style>
  <w:style w:type="paragraph" w:customStyle="1" w:styleId="BX2NLLASTLP">
    <w:name w:val="BX2_NL_LAST_LP"/>
    <w:basedOn w:val="BX2NPMID"/>
    <w:rsid w:val="00F97BD7"/>
    <w:pPr>
      <w:ind w:left="238" w:right="238" w:firstLine="482"/>
    </w:pPr>
  </w:style>
  <w:style w:type="paragraph" w:customStyle="1" w:styleId="BX3EXTONLY">
    <w:name w:val="BX3_EXT_ONLY"/>
    <w:basedOn w:val="BX3"/>
    <w:rsid w:val="00480882"/>
    <w:pPr>
      <w:spacing w:before="240" w:after="240"/>
      <w:ind w:left="720" w:right="238" w:firstLine="482"/>
    </w:pPr>
  </w:style>
  <w:style w:type="paragraph" w:customStyle="1" w:styleId="BX3ULMID">
    <w:name w:val="BX3_UL_MID"/>
    <w:basedOn w:val="BX3ULLAST"/>
    <w:rsid w:val="003F5FC4"/>
  </w:style>
  <w:style w:type="paragraph" w:customStyle="1" w:styleId="BX3BLOCKQUOTEFIRST">
    <w:name w:val="BX3_BLOCKQUOTE_FIRST"/>
    <w:basedOn w:val="BX3BLOCKQUOTEONLY"/>
    <w:rsid w:val="00FD51FD"/>
  </w:style>
  <w:style w:type="paragraph" w:customStyle="1" w:styleId="BX3BLOCKQUOTELAST">
    <w:name w:val="BX3_BLOCKQUOTE_LAST"/>
    <w:basedOn w:val="BX3BLOCKQUOTEFIRST"/>
    <w:rsid w:val="00FD51FD"/>
  </w:style>
  <w:style w:type="paragraph" w:customStyle="1" w:styleId="BX1ANS">
    <w:name w:val="BX1_ANS"/>
    <w:basedOn w:val="BX1"/>
    <w:rsid w:val="006979B4"/>
    <w:pPr>
      <w:ind w:left="1202" w:hanging="482"/>
    </w:pPr>
  </w:style>
  <w:style w:type="paragraph" w:customStyle="1" w:styleId="BX1Q">
    <w:name w:val="BX1_Q"/>
    <w:basedOn w:val="BX1ANS"/>
    <w:rsid w:val="006979B4"/>
    <w:rPr>
      <w:b/>
      <w:i/>
    </w:rPr>
  </w:style>
  <w:style w:type="character" w:customStyle="1" w:styleId="OLBXSELFTEXT">
    <w:name w:val="OL_BX_SELF_TEXT"/>
    <w:rsid w:val="00134168"/>
  </w:style>
  <w:style w:type="paragraph" w:customStyle="1" w:styleId="PHOTOSRC">
    <w:name w:val="PHOTO_SRC"/>
    <w:basedOn w:val="PHOCAP"/>
    <w:rsid w:val="005B1952"/>
  </w:style>
  <w:style w:type="paragraph" w:customStyle="1" w:styleId="MNGLOS">
    <w:name w:val="MN_GLOS"/>
    <w:basedOn w:val="HEADFIRST"/>
    <w:rsid w:val="00942E03"/>
    <w:pPr>
      <w:spacing w:before="80"/>
    </w:pPr>
    <w:rPr>
      <w:sz w:val="16"/>
      <w:szCs w:val="16"/>
    </w:rPr>
  </w:style>
  <w:style w:type="character" w:customStyle="1" w:styleId="OLBXCLOSERTTL">
    <w:name w:val="OL_BX_CLOSER_TTL"/>
    <w:rsid w:val="007D6BA4"/>
    <w:rPr>
      <w:rFonts w:ascii="Times New Roman" w:hAnsi="Times New Roman"/>
      <w:b/>
      <w:caps/>
      <w:sz w:val="20"/>
      <w:szCs w:val="20"/>
    </w:rPr>
  </w:style>
  <w:style w:type="paragraph" w:customStyle="1" w:styleId="MNMN2">
    <w:name w:val="MN_MN2"/>
    <w:basedOn w:val="MNMN2SUPTTL"/>
    <w:rsid w:val="001E417F"/>
    <w:rPr>
      <w:b w:val="0"/>
      <w:caps w:val="0"/>
    </w:rPr>
  </w:style>
  <w:style w:type="paragraph" w:customStyle="1" w:styleId="CRPROBSET3ANSSETTTL">
    <w:name w:val="CR_PROBSET3_ANSSET_TTL"/>
    <w:basedOn w:val="CRPROBSET3H1"/>
    <w:rsid w:val="006C2B74"/>
  </w:style>
  <w:style w:type="character" w:customStyle="1" w:styleId="CREXR3ANSTTL">
    <w:name w:val="CR_EXR3_ANS_TTL"/>
    <w:rsid w:val="006C2B74"/>
    <w:rPr>
      <w:rFonts w:ascii="Times New Roman" w:hAnsi="Times New Roman"/>
      <w:b/>
      <w:sz w:val="20"/>
      <w:szCs w:val="20"/>
    </w:rPr>
  </w:style>
  <w:style w:type="paragraph" w:customStyle="1" w:styleId="FIGSRCTEXT">
    <w:name w:val="FIG_SRC_TEXT"/>
    <w:basedOn w:val="a2"/>
    <w:rsid w:val="003D7984"/>
    <w:pPr>
      <w:suppressAutoHyphens/>
      <w:spacing w:before="120" w:after="120" w:line="200" w:lineRule="atLeast"/>
    </w:pPr>
    <w:rPr>
      <w:color w:val="auto"/>
      <w:w w:val="105"/>
      <w:sz w:val="16"/>
      <w:szCs w:val="16"/>
    </w:rPr>
  </w:style>
  <w:style w:type="paragraph" w:customStyle="1" w:styleId="CFVIGHEADFIRST">
    <w:name w:val="CF_VIG_HEADFIRST"/>
    <w:basedOn w:val="CFVIGFIRST"/>
    <w:rsid w:val="003B3B0F"/>
    <w:pPr>
      <w:spacing w:before="120"/>
    </w:pPr>
  </w:style>
  <w:style w:type="paragraph" w:customStyle="1" w:styleId="CFVIGH1">
    <w:name w:val="CF_VIG_H1"/>
    <w:basedOn w:val="CFVIG"/>
    <w:rsid w:val="003B3B0F"/>
    <w:pPr>
      <w:keepNext/>
      <w:spacing w:before="120" w:after="120"/>
      <w:ind w:firstLine="0"/>
    </w:pPr>
    <w:rPr>
      <w:b/>
    </w:rPr>
  </w:style>
  <w:style w:type="paragraph" w:customStyle="1" w:styleId="CFVIGLETTER">
    <w:name w:val="CF_VIG_LETTER"/>
    <w:basedOn w:val="CFVIGH1"/>
    <w:rsid w:val="003B3B0F"/>
    <w:pPr>
      <w:keepNext w:val="0"/>
      <w:spacing w:after="0"/>
      <w:ind w:left="238"/>
    </w:pPr>
    <w:rPr>
      <w:b w:val="0"/>
    </w:rPr>
  </w:style>
  <w:style w:type="paragraph" w:customStyle="1" w:styleId="CFVIGSRC">
    <w:name w:val="CF_VIG_SRC"/>
    <w:basedOn w:val="CFVIGLETTER"/>
    <w:rsid w:val="003B3B0F"/>
    <w:pPr>
      <w:ind w:left="0"/>
    </w:pPr>
    <w:rPr>
      <w:sz w:val="18"/>
      <w:szCs w:val="18"/>
    </w:rPr>
  </w:style>
  <w:style w:type="paragraph" w:customStyle="1" w:styleId="BX4ULFIRST">
    <w:name w:val="BX4_UL_FIRST"/>
    <w:basedOn w:val="BX4BLFIRST"/>
    <w:rsid w:val="000E2D50"/>
    <w:pPr>
      <w:ind w:left="1271" w:right="119" w:hanging="851"/>
    </w:pPr>
  </w:style>
  <w:style w:type="paragraph" w:customStyle="1" w:styleId="BX4ULMID">
    <w:name w:val="BX4_UL_MID"/>
    <w:basedOn w:val="BX4ULFIRST"/>
    <w:rsid w:val="000E2D50"/>
  </w:style>
  <w:style w:type="paragraph" w:customStyle="1" w:styleId="BX4ULLAST">
    <w:name w:val="BX4_UL_LAST"/>
    <w:basedOn w:val="BX4ULMID"/>
    <w:rsid w:val="000E2D50"/>
  </w:style>
  <w:style w:type="paragraph" w:customStyle="1" w:styleId="UNTBLNOTE">
    <w:name w:val="UNTBL_NOTE"/>
    <w:basedOn w:val="UNTBL"/>
    <w:rsid w:val="00FD65EF"/>
    <w:pPr>
      <w:spacing w:before="120"/>
      <w:ind w:left="119"/>
    </w:pPr>
    <w:rPr>
      <w:sz w:val="16"/>
      <w:szCs w:val="16"/>
    </w:rPr>
  </w:style>
  <w:style w:type="paragraph" w:customStyle="1" w:styleId="UNTBLSRC">
    <w:name w:val="UNTBL_SRC"/>
    <w:basedOn w:val="UNTBLNOTE"/>
    <w:rsid w:val="00FD65EF"/>
  </w:style>
  <w:style w:type="paragraph" w:customStyle="1" w:styleId="BX2SRC">
    <w:name w:val="BX2_SRC"/>
    <w:basedOn w:val="BX2"/>
    <w:rsid w:val="002E575F"/>
    <w:pPr>
      <w:spacing w:before="240"/>
      <w:ind w:left="238" w:right="238" w:firstLine="0"/>
    </w:pPr>
    <w:rPr>
      <w:sz w:val="16"/>
      <w:szCs w:val="16"/>
    </w:rPr>
  </w:style>
  <w:style w:type="paragraph" w:customStyle="1" w:styleId="CFVIGBLOCKQUOTEONLY">
    <w:name w:val="CF_VIG_BLOCKQUOTE_ONLY"/>
    <w:basedOn w:val="CFVIG"/>
    <w:rsid w:val="00D85B3A"/>
    <w:pPr>
      <w:spacing w:before="120" w:after="120"/>
      <w:ind w:left="482" w:right="482" w:firstLine="0"/>
    </w:pPr>
    <w:rPr>
      <w:i/>
    </w:rPr>
  </w:style>
  <w:style w:type="paragraph" w:customStyle="1" w:styleId="CFVIGBLOCKQUOTESRC">
    <w:name w:val="CF_VIG_BLOCKQUOTE_SRC"/>
    <w:basedOn w:val="CFVIGBLOCKQUOTEONLY"/>
    <w:rsid w:val="00D85B3A"/>
    <w:pPr>
      <w:ind w:firstLine="720"/>
    </w:pPr>
    <w:rPr>
      <w:i w:val="0"/>
    </w:rPr>
  </w:style>
  <w:style w:type="character" w:customStyle="1" w:styleId="BXITALIC">
    <w:name w:val="BX_ITALIC"/>
    <w:rsid w:val="00942B9F"/>
    <w:rPr>
      <w:i/>
    </w:rPr>
  </w:style>
  <w:style w:type="paragraph" w:customStyle="1" w:styleId="CFEXTFIRST">
    <w:name w:val="CF_EXT_FIRST"/>
    <w:basedOn w:val="CFVIG"/>
    <w:rsid w:val="001636ED"/>
    <w:pPr>
      <w:spacing w:before="120" w:after="120"/>
      <w:ind w:left="482" w:right="482" w:firstLine="0"/>
    </w:pPr>
    <w:rPr>
      <w:i/>
    </w:rPr>
  </w:style>
  <w:style w:type="paragraph" w:customStyle="1" w:styleId="CFEXTLAST">
    <w:name w:val="CF_EXT_LAST"/>
    <w:basedOn w:val="CFEXTFIRST"/>
    <w:rsid w:val="006F6ED1"/>
  </w:style>
  <w:style w:type="paragraph" w:customStyle="1" w:styleId="CFEXTONLY">
    <w:name w:val="CF_EXT_ONLY"/>
    <w:basedOn w:val="CFEXTLAST"/>
    <w:rsid w:val="00B412DE"/>
  </w:style>
  <w:style w:type="paragraph" w:customStyle="1" w:styleId="BKRMAPPENDIXTTL">
    <w:name w:val="BKRM_APPENDIX_TTL"/>
    <w:basedOn w:val="a2"/>
    <w:rsid w:val="009077E4"/>
    <w:pPr>
      <w:autoSpaceDE/>
      <w:autoSpaceDN/>
      <w:adjustRightInd/>
      <w:spacing w:before="100" w:beforeAutospacing="1" w:after="100" w:afterAutospacing="1" w:line="240" w:lineRule="auto"/>
    </w:pPr>
    <w:rPr>
      <w:rFonts w:ascii="Times New Roman" w:eastAsia="Times New Roman" w:hAnsi="Times New Roman" w:cs="Times New Roman"/>
      <w:color w:val="auto"/>
      <w:w w:val="100"/>
    </w:rPr>
  </w:style>
  <w:style w:type="paragraph" w:customStyle="1" w:styleId="BX3EXTFIRST">
    <w:name w:val="BX3_EXT_FIRST"/>
    <w:basedOn w:val="BX3EXTONLY"/>
    <w:rsid w:val="004F2F99"/>
    <w:pPr>
      <w:spacing w:after="80"/>
      <w:ind w:firstLine="0"/>
    </w:pPr>
  </w:style>
  <w:style w:type="paragraph" w:customStyle="1" w:styleId="BX3EXTMID">
    <w:name w:val="BX3_EXT_MID"/>
    <w:basedOn w:val="BX3EXTFIRST"/>
    <w:rsid w:val="004F2F99"/>
    <w:pPr>
      <w:spacing w:before="0" w:after="0"/>
    </w:pPr>
  </w:style>
  <w:style w:type="paragraph" w:customStyle="1" w:styleId="BX3EXTLAST">
    <w:name w:val="BX3_EXT_LAST"/>
    <w:basedOn w:val="BX3EXTMID"/>
    <w:rsid w:val="004F2F99"/>
    <w:pPr>
      <w:spacing w:after="240"/>
    </w:pPr>
  </w:style>
  <w:style w:type="paragraph" w:customStyle="1" w:styleId="UNTBLNL">
    <w:name w:val="UNTBL_NL"/>
    <w:basedOn w:val="UNTBL"/>
    <w:rsid w:val="004C262A"/>
    <w:pPr>
      <w:ind w:left="476" w:hanging="357"/>
    </w:pPr>
  </w:style>
  <w:style w:type="paragraph" w:customStyle="1" w:styleId="BX2BLBLMID">
    <w:name w:val="BX2_BL_BL_MID"/>
    <w:basedOn w:val="BX2BLMID"/>
    <w:rsid w:val="007F7822"/>
    <w:pPr>
      <w:ind w:right="238" w:hanging="181"/>
    </w:pPr>
  </w:style>
  <w:style w:type="paragraph" w:customStyle="1" w:styleId="UNFIGTTL">
    <w:name w:val="UNFIG_TTL"/>
    <w:basedOn w:val="FIGTTL"/>
    <w:rsid w:val="00100998"/>
  </w:style>
  <w:style w:type="paragraph" w:customStyle="1" w:styleId="UNFIGBL">
    <w:name w:val="UNFIG_BL"/>
    <w:basedOn w:val="UNFIGTTL"/>
    <w:rsid w:val="00100998"/>
    <w:pPr>
      <w:spacing w:before="60" w:after="60"/>
      <w:ind w:left="238" w:hanging="238"/>
    </w:pPr>
    <w:rPr>
      <w:b w:val="0"/>
    </w:rPr>
  </w:style>
  <w:style w:type="paragraph" w:customStyle="1" w:styleId="UNFIGSRC">
    <w:name w:val="UNFIG_SRC"/>
    <w:basedOn w:val="FIGSRCTEXT"/>
    <w:rsid w:val="00100998"/>
  </w:style>
  <w:style w:type="paragraph" w:customStyle="1" w:styleId="TBLNL">
    <w:name w:val="TBL_NL"/>
    <w:basedOn w:val="TBL"/>
    <w:rsid w:val="00767770"/>
    <w:pPr>
      <w:ind w:left="476" w:hanging="357"/>
    </w:pPr>
  </w:style>
  <w:style w:type="paragraph" w:customStyle="1" w:styleId="BX2EXTONLY">
    <w:name w:val="BX2_EXT_ONLY"/>
    <w:basedOn w:val="BX2"/>
    <w:rsid w:val="007134D0"/>
    <w:pPr>
      <w:spacing w:before="120" w:after="120"/>
      <w:ind w:left="720" w:right="238" w:firstLine="0"/>
    </w:pPr>
  </w:style>
  <w:style w:type="paragraph" w:customStyle="1" w:styleId="BX1NOTE">
    <w:name w:val="BX1_NOTE"/>
    <w:basedOn w:val="BX1"/>
    <w:rsid w:val="00A01046"/>
    <w:pPr>
      <w:ind w:firstLine="0"/>
    </w:pPr>
    <w:rPr>
      <w:sz w:val="16"/>
      <w:szCs w:val="16"/>
    </w:rPr>
  </w:style>
  <w:style w:type="paragraph" w:customStyle="1" w:styleId="TBLBL">
    <w:name w:val="TBL_BL"/>
    <w:basedOn w:val="TBLNL"/>
    <w:rsid w:val="00ED6CC1"/>
    <w:pPr>
      <w:ind w:left="357" w:hanging="238"/>
    </w:pPr>
  </w:style>
  <w:style w:type="paragraph" w:customStyle="1" w:styleId="BPFIRST">
    <w:name w:val="BP_FIRST"/>
    <w:basedOn w:val="CHAPBM"/>
    <w:rsid w:val="0001728F"/>
    <w:pPr>
      <w:spacing w:before="240"/>
      <w:ind w:firstLine="482"/>
    </w:pPr>
  </w:style>
  <w:style w:type="paragraph" w:customStyle="1" w:styleId="BPMID">
    <w:name w:val="BP_MID"/>
    <w:basedOn w:val="BPFIRST"/>
    <w:rsid w:val="0001728F"/>
    <w:pPr>
      <w:spacing w:before="0"/>
    </w:pPr>
  </w:style>
  <w:style w:type="paragraph" w:customStyle="1" w:styleId="BPLAST">
    <w:name w:val="BP_LAST"/>
    <w:basedOn w:val="BPMID"/>
    <w:rsid w:val="0001728F"/>
    <w:pPr>
      <w:spacing w:after="240"/>
    </w:pPr>
  </w:style>
  <w:style w:type="paragraph" w:customStyle="1" w:styleId="EXTMID">
    <w:name w:val="EXT_MID"/>
    <w:basedOn w:val="EXTFIRST"/>
    <w:rsid w:val="00946A52"/>
  </w:style>
  <w:style w:type="paragraph" w:customStyle="1" w:styleId="NPFIRST">
    <w:name w:val="NP_FIRST"/>
    <w:basedOn w:val="CHAPBM"/>
    <w:link w:val="NPFIRSTChar"/>
    <w:rsid w:val="00690D12"/>
    <w:pPr>
      <w:spacing w:before="120"/>
      <w:ind w:left="360" w:firstLine="250"/>
    </w:pPr>
  </w:style>
  <w:style w:type="paragraph" w:customStyle="1" w:styleId="NPMID">
    <w:name w:val="NP_MID"/>
    <w:basedOn w:val="NPFIRST"/>
    <w:rsid w:val="003A2535"/>
    <w:pPr>
      <w:spacing w:before="0"/>
    </w:pPr>
  </w:style>
  <w:style w:type="paragraph" w:customStyle="1" w:styleId="NPLAST">
    <w:name w:val="NP_LAST"/>
    <w:basedOn w:val="NPMID"/>
    <w:rsid w:val="0023458A"/>
    <w:pPr>
      <w:spacing w:after="120"/>
    </w:pPr>
  </w:style>
  <w:style w:type="paragraph" w:customStyle="1" w:styleId="FIG">
    <w:name w:val="FIG"/>
    <w:basedOn w:val="FIGCAP"/>
    <w:link w:val="FIGChar"/>
    <w:rsid w:val="000711B7"/>
    <w:pPr>
      <w:spacing w:after="0"/>
    </w:pPr>
    <w:rPr>
      <w:caps/>
      <w:sz w:val="18"/>
      <w:szCs w:val="18"/>
    </w:rPr>
  </w:style>
  <w:style w:type="paragraph" w:customStyle="1" w:styleId="FIGNL">
    <w:name w:val="FIG_NL"/>
    <w:basedOn w:val="FIG"/>
    <w:link w:val="FIGNLChar"/>
    <w:rsid w:val="000711B7"/>
    <w:pPr>
      <w:spacing w:before="40"/>
      <w:ind w:left="357" w:hanging="357"/>
    </w:pPr>
    <w:rPr>
      <w:caps w:val="0"/>
    </w:rPr>
  </w:style>
  <w:style w:type="paragraph" w:customStyle="1" w:styleId="FIGNLBL">
    <w:name w:val="FIG_NL_BL"/>
    <w:basedOn w:val="FIGNL"/>
    <w:rsid w:val="000711B7"/>
    <w:pPr>
      <w:ind w:left="714"/>
    </w:pPr>
  </w:style>
  <w:style w:type="paragraph" w:customStyle="1" w:styleId="FIGNLLP">
    <w:name w:val="FIG_NL_LP"/>
    <w:basedOn w:val="FIGNL"/>
    <w:rsid w:val="000711B7"/>
    <w:pPr>
      <w:ind w:firstLine="0"/>
    </w:pPr>
  </w:style>
  <w:style w:type="paragraph" w:customStyle="1" w:styleId="BKRMAPPENDIXCHAPNUM">
    <w:name w:val="BKRM_APPENDIX_CHAP_NUM"/>
    <w:basedOn w:val="a2"/>
    <w:rsid w:val="009077E4"/>
    <w:pPr>
      <w:autoSpaceDE/>
      <w:autoSpaceDN/>
      <w:adjustRightInd/>
      <w:spacing w:line="240" w:lineRule="auto"/>
      <w:jc w:val="center"/>
    </w:pPr>
    <w:rPr>
      <w:rFonts w:ascii="Times New Roman" w:hAnsi="Times New Roman"/>
      <w:b/>
      <w:caps/>
      <w:color w:val="FFFFFF"/>
      <w:w w:val="75"/>
      <w:sz w:val="50"/>
      <w:szCs w:val="50"/>
    </w:rPr>
  </w:style>
  <w:style w:type="paragraph" w:customStyle="1" w:styleId="BKRMAPPENDIXCHAPTTL">
    <w:name w:val="BKRM_APPENDIX_CHAP_TTL"/>
    <w:basedOn w:val="a2"/>
    <w:rsid w:val="009077E4"/>
    <w:pPr>
      <w:suppressAutoHyphens/>
      <w:spacing w:after="1380" w:line="660" w:lineRule="atLeast"/>
    </w:pPr>
    <w:rPr>
      <w:rFonts w:ascii="Times New Roman" w:hAnsi="Times New Roman"/>
      <w:caps/>
      <w:w w:val="100"/>
      <w:sz w:val="40"/>
      <w:szCs w:val="40"/>
    </w:rPr>
  </w:style>
  <w:style w:type="paragraph" w:customStyle="1" w:styleId="BKRMAPPENDIXFIRST">
    <w:name w:val="BKRM_APPENDIX_FIRST"/>
    <w:basedOn w:val="a2"/>
    <w:rsid w:val="009077E4"/>
    <w:pPr>
      <w:spacing w:line="240" w:lineRule="atLeast"/>
      <w:jc w:val="both"/>
    </w:pPr>
    <w:rPr>
      <w:rFonts w:ascii="Times New Roman" w:hAnsi="Times New Roman" w:cs="Times New Roman"/>
      <w:color w:val="auto"/>
      <w:w w:val="100"/>
      <w:sz w:val="20"/>
      <w:szCs w:val="20"/>
    </w:rPr>
  </w:style>
  <w:style w:type="paragraph" w:customStyle="1" w:styleId="BKRMAPPENDIX">
    <w:name w:val="BKRM_APPENDIX"/>
    <w:basedOn w:val="a2"/>
    <w:rsid w:val="009077E4"/>
    <w:pPr>
      <w:spacing w:line="240" w:lineRule="atLeast"/>
      <w:ind w:firstLine="480"/>
      <w:jc w:val="both"/>
    </w:pPr>
    <w:rPr>
      <w:rFonts w:ascii="Times New Roman" w:hAnsi="Times New Roman" w:cs="Times New Roman"/>
      <w:color w:val="auto"/>
      <w:w w:val="100"/>
      <w:sz w:val="20"/>
      <w:szCs w:val="20"/>
    </w:rPr>
  </w:style>
  <w:style w:type="paragraph" w:customStyle="1" w:styleId="BKRMAPPENDIXH1">
    <w:name w:val="BKRM_APPENDIX_H1"/>
    <w:basedOn w:val="a2"/>
    <w:rsid w:val="009077E4"/>
    <w:pPr>
      <w:suppressAutoHyphens/>
      <w:spacing w:before="360" w:after="120" w:line="260" w:lineRule="atLeast"/>
    </w:pPr>
    <w:rPr>
      <w:b/>
      <w:caps/>
      <w:w w:val="100"/>
      <w:sz w:val="22"/>
      <w:szCs w:val="22"/>
    </w:rPr>
  </w:style>
  <w:style w:type="paragraph" w:customStyle="1" w:styleId="BKRMAPPENDIXH2">
    <w:name w:val="BKRM_APPENDIX_H2"/>
    <w:basedOn w:val="a2"/>
    <w:rsid w:val="009077E4"/>
    <w:pPr>
      <w:suppressAutoHyphens/>
      <w:spacing w:before="240" w:after="120" w:line="240" w:lineRule="atLeast"/>
    </w:pPr>
    <w:rPr>
      <w:b/>
      <w:w w:val="100"/>
      <w:sz w:val="22"/>
      <w:szCs w:val="22"/>
    </w:rPr>
  </w:style>
  <w:style w:type="paragraph" w:customStyle="1" w:styleId="BKRMAPPENDIXH3">
    <w:name w:val="BKRM_APPENDIX_H3"/>
    <w:basedOn w:val="BKRMAPPENDIXH2"/>
    <w:rsid w:val="009077E4"/>
    <w:rPr>
      <w:sz w:val="20"/>
      <w:szCs w:val="20"/>
    </w:rPr>
  </w:style>
  <w:style w:type="paragraph" w:customStyle="1" w:styleId="BKRMAPPENDIXULFIRST">
    <w:name w:val="BKRM_APPENDIX_UL_FIRST"/>
    <w:basedOn w:val="a2"/>
    <w:rsid w:val="009077E4"/>
    <w:pPr>
      <w:spacing w:before="120" w:line="240" w:lineRule="atLeast"/>
      <w:ind w:left="301" w:hanging="301"/>
      <w:jc w:val="both"/>
    </w:pPr>
    <w:rPr>
      <w:rFonts w:ascii="Times New Roman" w:hAnsi="Times New Roman" w:cs="Times New Roman"/>
      <w:color w:val="auto"/>
      <w:w w:val="100"/>
      <w:sz w:val="20"/>
      <w:szCs w:val="20"/>
    </w:rPr>
  </w:style>
  <w:style w:type="paragraph" w:customStyle="1" w:styleId="BKRMAPPENDIXULMID">
    <w:name w:val="BKRM_APPENDIX_UL_MID"/>
    <w:basedOn w:val="a2"/>
    <w:rsid w:val="009077E4"/>
    <w:pPr>
      <w:spacing w:line="240" w:lineRule="atLeast"/>
      <w:ind w:left="301" w:hanging="301"/>
      <w:jc w:val="both"/>
    </w:pPr>
    <w:rPr>
      <w:rFonts w:ascii="Times New Roman" w:hAnsi="Times New Roman" w:cs="Times New Roman"/>
      <w:color w:val="auto"/>
      <w:w w:val="100"/>
      <w:sz w:val="20"/>
      <w:szCs w:val="20"/>
    </w:rPr>
  </w:style>
  <w:style w:type="paragraph" w:customStyle="1" w:styleId="BKRMAPPENDIXULLAST">
    <w:name w:val="BKRM_APPENDIX_UL_LAST"/>
    <w:basedOn w:val="a2"/>
    <w:rsid w:val="009077E4"/>
    <w:pPr>
      <w:spacing w:after="120" w:line="240" w:lineRule="atLeast"/>
      <w:ind w:left="301" w:hanging="301"/>
      <w:jc w:val="both"/>
    </w:pPr>
    <w:rPr>
      <w:rFonts w:ascii="Times New Roman" w:hAnsi="Times New Roman" w:cs="Times New Roman"/>
      <w:color w:val="auto"/>
      <w:w w:val="100"/>
      <w:sz w:val="20"/>
      <w:szCs w:val="20"/>
    </w:rPr>
  </w:style>
  <w:style w:type="paragraph" w:customStyle="1" w:styleId="BKRMAPPENDIXULONLY">
    <w:name w:val="BKRM_APPENDIX_UL_ONLY"/>
    <w:basedOn w:val="BKRMAPPENDIXULMID"/>
    <w:rsid w:val="009077E4"/>
  </w:style>
  <w:style w:type="paragraph" w:customStyle="1" w:styleId="BKRMAPPENDIXFIGNUM">
    <w:name w:val="BKRM_APPENDIX_FIG_NUM"/>
    <w:basedOn w:val="a2"/>
    <w:rsid w:val="009077E4"/>
    <w:pPr>
      <w:suppressAutoHyphens/>
      <w:spacing w:before="120" w:after="120" w:line="200" w:lineRule="atLeast"/>
    </w:pPr>
    <w:rPr>
      <w:b/>
      <w:color w:val="auto"/>
      <w:w w:val="105"/>
      <w:sz w:val="16"/>
      <w:szCs w:val="16"/>
    </w:rPr>
  </w:style>
  <w:style w:type="paragraph" w:customStyle="1" w:styleId="BKRMAPPENDIXQUESH1">
    <w:name w:val="BKRM_APPENDIX_QUES_H1"/>
    <w:basedOn w:val="a2"/>
    <w:rsid w:val="009077E4"/>
    <w:pPr>
      <w:spacing w:before="240" w:after="60" w:line="240" w:lineRule="atLeast"/>
      <w:jc w:val="both"/>
    </w:pPr>
    <w:rPr>
      <w:rFonts w:cs="Times New Roman"/>
      <w:b/>
      <w:caps/>
      <w:color w:val="auto"/>
      <w:w w:val="100"/>
      <w:sz w:val="20"/>
      <w:szCs w:val="20"/>
    </w:rPr>
  </w:style>
  <w:style w:type="paragraph" w:customStyle="1" w:styleId="BKRMAPPENDIXTBLNOTE">
    <w:name w:val="BKRM_APPENDIX_TBL_NOTE"/>
    <w:basedOn w:val="a2"/>
    <w:rsid w:val="009077E4"/>
    <w:pPr>
      <w:spacing w:before="40" w:line="200" w:lineRule="atLeast"/>
    </w:pPr>
    <w:rPr>
      <w:rFonts w:ascii="Times New Roman" w:hAnsi="Times New Roman" w:cs="Times New Roman"/>
      <w:sz w:val="16"/>
    </w:rPr>
  </w:style>
  <w:style w:type="paragraph" w:customStyle="1" w:styleId="BKRMAPPENDIXQUESNL">
    <w:name w:val="BKRM_APPENDIX_QUES_NL"/>
    <w:basedOn w:val="a2"/>
    <w:rsid w:val="009077E4"/>
    <w:pPr>
      <w:spacing w:line="240" w:lineRule="atLeast"/>
      <w:ind w:left="562" w:hanging="301"/>
      <w:jc w:val="both"/>
    </w:pPr>
    <w:rPr>
      <w:rFonts w:ascii="Times New Roman" w:eastAsia="Times New Roman" w:hAnsi="Times New Roman" w:cs="Times New Roman"/>
      <w:color w:val="auto"/>
      <w:w w:val="100"/>
      <w:sz w:val="20"/>
      <w:szCs w:val="20"/>
    </w:rPr>
  </w:style>
  <w:style w:type="paragraph" w:customStyle="1" w:styleId="BKRMAPPENDIXQUESNLUL">
    <w:name w:val="BKRM_APPENDIX_QUES_NL_UL"/>
    <w:basedOn w:val="BKRMAPPENDIXQUESNL"/>
    <w:rsid w:val="009077E4"/>
    <w:pPr>
      <w:ind w:left="862"/>
    </w:pPr>
  </w:style>
  <w:style w:type="paragraph" w:customStyle="1" w:styleId="BKRMAPPENDIXNUM">
    <w:name w:val="BKRM_APPENDIX_NUM"/>
    <w:basedOn w:val="a2"/>
    <w:rsid w:val="009077E4"/>
    <w:pPr>
      <w:autoSpaceDE/>
      <w:autoSpaceDN/>
      <w:adjustRightInd/>
      <w:spacing w:before="100" w:beforeAutospacing="1" w:after="100" w:afterAutospacing="1" w:line="240" w:lineRule="auto"/>
    </w:pPr>
    <w:rPr>
      <w:rFonts w:ascii="Times New Roman" w:eastAsia="Times New Roman" w:hAnsi="Times New Roman" w:cs="Times New Roman"/>
      <w:color w:val="auto"/>
      <w:w w:val="100"/>
    </w:rPr>
  </w:style>
  <w:style w:type="paragraph" w:customStyle="1" w:styleId="BKRMBIBSETTTL">
    <w:name w:val="BKRM_BIBSET_TTL"/>
    <w:basedOn w:val="a2"/>
    <w:rsid w:val="006A43A0"/>
    <w:pPr>
      <w:suppressAutoHyphens/>
      <w:spacing w:after="1380" w:line="660" w:lineRule="atLeast"/>
    </w:pPr>
    <w:rPr>
      <w:rFonts w:ascii="Times New Roman" w:hAnsi="Times New Roman"/>
      <w:w w:val="100"/>
      <w:sz w:val="60"/>
      <w:szCs w:val="60"/>
    </w:rPr>
  </w:style>
  <w:style w:type="paragraph" w:customStyle="1" w:styleId="BKRMBIB">
    <w:name w:val="BKRM_BIB"/>
    <w:basedOn w:val="a2"/>
    <w:rsid w:val="006A43A0"/>
    <w:pPr>
      <w:spacing w:line="240" w:lineRule="atLeast"/>
      <w:ind w:left="357" w:hanging="357"/>
      <w:jc w:val="both"/>
    </w:pPr>
    <w:rPr>
      <w:rFonts w:ascii="Times New Roman" w:hAnsi="Times New Roman" w:cs="Times New Roman"/>
      <w:color w:val="auto"/>
      <w:w w:val="100"/>
      <w:sz w:val="20"/>
      <w:szCs w:val="20"/>
    </w:rPr>
  </w:style>
  <w:style w:type="paragraph" w:customStyle="1" w:styleId="BKRMIDXTTL">
    <w:name w:val="BKRM_IDX_TTL"/>
    <w:basedOn w:val="a2"/>
    <w:rsid w:val="00713A23"/>
    <w:pPr>
      <w:suppressAutoHyphens/>
      <w:spacing w:after="480" w:line="660" w:lineRule="atLeast"/>
    </w:pPr>
    <w:rPr>
      <w:rFonts w:ascii="Times New Roman" w:hAnsi="Times New Roman"/>
      <w:w w:val="100"/>
      <w:sz w:val="60"/>
      <w:szCs w:val="60"/>
    </w:rPr>
  </w:style>
  <w:style w:type="paragraph" w:customStyle="1" w:styleId="BKRMIDX1">
    <w:name w:val="BKRM_IDX1"/>
    <w:basedOn w:val="BKRMIDX2"/>
    <w:rsid w:val="00713A23"/>
    <w:pPr>
      <w:ind w:left="357" w:hanging="357"/>
    </w:pPr>
    <w:rPr>
      <w:szCs w:val="18"/>
    </w:rPr>
  </w:style>
  <w:style w:type="paragraph" w:customStyle="1" w:styleId="BKRMIDX4">
    <w:name w:val="BKRM_IDX4"/>
    <w:basedOn w:val="a2"/>
    <w:rsid w:val="00713A23"/>
    <w:pPr>
      <w:spacing w:line="210" w:lineRule="atLeast"/>
      <w:ind w:left="601" w:hanging="119"/>
    </w:pPr>
    <w:rPr>
      <w:rFonts w:ascii="Times New Roman" w:hAnsi="Times New Roman" w:cs="Times New Roman"/>
      <w:w w:val="106"/>
      <w:sz w:val="18"/>
      <w:szCs w:val="18"/>
    </w:rPr>
  </w:style>
  <w:style w:type="paragraph" w:customStyle="1" w:styleId="BKRMIDX1FIRST">
    <w:name w:val="BKRM_IDX1_FIRST"/>
    <w:basedOn w:val="BKRMIDX1"/>
    <w:rsid w:val="00713A23"/>
    <w:pPr>
      <w:spacing w:before="160"/>
    </w:pPr>
  </w:style>
  <w:style w:type="paragraph" w:customStyle="1" w:styleId="BKRMIDX3">
    <w:name w:val="BKRM_IDX3"/>
    <w:basedOn w:val="BKRMIDX2"/>
    <w:rsid w:val="00713A23"/>
    <w:pPr>
      <w:ind w:left="476" w:hanging="119"/>
    </w:pPr>
  </w:style>
  <w:style w:type="paragraph" w:customStyle="1" w:styleId="NoParagraphStyle">
    <w:name w:val="[No Paragraph Style]"/>
    <w:rsid w:val="00FC6FD3"/>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eastAsia="en-US"/>
    </w:rPr>
  </w:style>
  <w:style w:type="paragraph" w:customStyle="1" w:styleId="BKRMCRED">
    <w:name w:val="BKRM_CRED"/>
    <w:basedOn w:val="HEADFIRST"/>
    <w:rsid w:val="00495CB6"/>
    <w:pPr>
      <w:spacing w:before="240"/>
    </w:pPr>
  </w:style>
  <w:style w:type="character" w:customStyle="1" w:styleId="BKRMCREDH1">
    <w:name w:val="BKRM_CRED_H1"/>
    <w:rsid w:val="00495CB6"/>
    <w:rPr>
      <w:rFonts w:ascii="Times New Roman" w:hAnsi="Times New Roman"/>
      <w:b/>
      <w:sz w:val="20"/>
      <w:szCs w:val="20"/>
    </w:rPr>
  </w:style>
  <w:style w:type="paragraph" w:customStyle="1" w:styleId="BasicParagraph">
    <w:name w:val="[Basic Paragraph]"/>
    <w:basedOn w:val="NoParagraphStyle"/>
    <w:rsid w:val="00FC6FD3"/>
  </w:style>
  <w:style w:type="paragraph" w:customStyle="1" w:styleId="PARTINTRO">
    <w:name w:val="PART_INTRO"/>
    <w:basedOn w:val="NoParagraphStyle"/>
    <w:rsid w:val="008B6FC0"/>
    <w:pPr>
      <w:spacing w:before="260" w:line="480" w:lineRule="auto"/>
    </w:pPr>
    <w:rPr>
      <w:rFonts w:ascii="Arial" w:hAnsi="Arial" w:cs="FrutigerLTStd-Cn"/>
      <w:sz w:val="18"/>
      <w:szCs w:val="18"/>
    </w:rPr>
  </w:style>
  <w:style w:type="paragraph" w:customStyle="1" w:styleId="PARTINTROFIRST">
    <w:name w:val="PART_INTRO_FIRST"/>
    <w:basedOn w:val="PARTINTRO"/>
    <w:rsid w:val="00A649CE"/>
  </w:style>
  <w:style w:type="paragraph" w:customStyle="1" w:styleId="CFOBJSETSUPTTL">
    <w:name w:val="CF_OBJSET_SUPTTL"/>
    <w:basedOn w:val="NoParagraphStyle"/>
    <w:rsid w:val="0018126A"/>
    <w:pPr>
      <w:suppressAutoHyphens/>
      <w:spacing w:before="120" w:after="60" w:line="360" w:lineRule="auto"/>
    </w:pPr>
    <w:rPr>
      <w:rFonts w:ascii="Arial Bold" w:hAnsi="Arial Bold" w:cs="FrutigerLTStd-Black"/>
      <w:b/>
      <w:color w:val="auto"/>
      <w:sz w:val="22"/>
      <w:szCs w:val="20"/>
    </w:rPr>
  </w:style>
  <w:style w:type="paragraph" w:customStyle="1" w:styleId="CFOBJ">
    <w:name w:val="CF_OBJ"/>
    <w:basedOn w:val="NoParagraphStyle"/>
    <w:rsid w:val="00BC5493"/>
    <w:pPr>
      <w:tabs>
        <w:tab w:val="decimal" w:pos="161"/>
      </w:tabs>
      <w:spacing w:after="60" w:line="480" w:lineRule="auto"/>
      <w:ind w:left="302" w:hanging="302"/>
    </w:pPr>
    <w:rPr>
      <w:rFonts w:ascii="Arial" w:hAnsi="Arial" w:cs="FrutigerLTStd-BoldCn"/>
      <w:b/>
      <w:bCs/>
      <w:sz w:val="20"/>
      <w:szCs w:val="20"/>
    </w:rPr>
  </w:style>
  <w:style w:type="paragraph" w:customStyle="1" w:styleId="CFINTROHEADFIRST">
    <w:name w:val="CF_INTRO_HEADFIRST"/>
    <w:basedOn w:val="CFINTRO"/>
    <w:rsid w:val="00BC5493"/>
    <w:pPr>
      <w:widowControl w:val="0"/>
      <w:spacing w:before="260"/>
      <w:ind w:firstLine="0"/>
      <w:textAlignment w:val="center"/>
    </w:pPr>
    <w:rPr>
      <w:rFonts w:eastAsia="Times New Roman" w:cs="FrutigerLTStd-Cn"/>
      <w:color w:val="000000"/>
      <w:lang w:val="en-GB"/>
    </w:rPr>
  </w:style>
  <w:style w:type="paragraph" w:customStyle="1" w:styleId="FNFIRST">
    <w:name w:val="FN_FIRST"/>
    <w:basedOn w:val="NoParagraphStyle"/>
    <w:rsid w:val="00FC6FD3"/>
    <w:pPr>
      <w:pBdr>
        <w:top w:val="single" w:sz="4" w:space="9" w:color="000000"/>
      </w:pBdr>
      <w:spacing w:line="160" w:lineRule="atLeast"/>
      <w:jc w:val="both"/>
    </w:pPr>
    <w:rPr>
      <w:rFonts w:ascii="SabonLTStd-Roman" w:hAnsi="SabonLTStd-Roman" w:cs="SabonLTStd-Roman"/>
      <w:sz w:val="14"/>
      <w:szCs w:val="14"/>
    </w:rPr>
  </w:style>
  <w:style w:type="paragraph" w:customStyle="1" w:styleId="DFR">
    <w:name w:val="DFR"/>
    <w:basedOn w:val="NoParagraphStyle"/>
    <w:rsid w:val="00FC6FD3"/>
    <w:pPr>
      <w:spacing w:line="160" w:lineRule="atLeast"/>
      <w:jc w:val="right"/>
    </w:pPr>
    <w:rPr>
      <w:rFonts w:ascii="FrutigerLTStd-Black" w:hAnsi="FrutigerLTStd-Black" w:cs="FrutigerLTStd-Black"/>
      <w:caps/>
      <w:sz w:val="18"/>
      <w:szCs w:val="18"/>
    </w:rPr>
  </w:style>
  <w:style w:type="paragraph" w:customStyle="1" w:styleId="EQONLY">
    <w:name w:val="EQ_ONLY"/>
    <w:basedOn w:val="CHAPBM"/>
    <w:rsid w:val="00FC6FD3"/>
    <w:pPr>
      <w:widowControl w:val="0"/>
      <w:spacing w:before="120" w:after="120"/>
      <w:ind w:firstLine="0"/>
      <w:jc w:val="center"/>
      <w:textAlignment w:val="center"/>
    </w:pPr>
    <w:rPr>
      <w:rFonts w:ascii="SabonLTStd-Roman" w:eastAsia="Times New Roman" w:hAnsi="SabonLTStd-Roman" w:cs="SabonLTStd-Roman"/>
      <w:color w:val="000000"/>
      <w:sz w:val="19"/>
      <w:szCs w:val="19"/>
      <w:lang w:val="en-GB"/>
    </w:rPr>
  </w:style>
  <w:style w:type="paragraph" w:customStyle="1" w:styleId="BX2SUPTTL">
    <w:name w:val="BX2_SUPTTL"/>
    <w:basedOn w:val="NoParagraphStyle"/>
    <w:rsid w:val="00FC6FD3"/>
    <w:pPr>
      <w:tabs>
        <w:tab w:val="left" w:pos="2280"/>
        <w:tab w:val="left" w:pos="6240"/>
      </w:tabs>
      <w:suppressAutoHyphens/>
      <w:spacing w:before="120" w:line="220" w:lineRule="atLeast"/>
      <w:ind w:right="120"/>
    </w:pPr>
    <w:rPr>
      <w:rFonts w:ascii="FrutigerLTStd-Bold" w:hAnsi="FrutigerLTStd-Bold" w:cs="FrutigerLTStd-Bold"/>
      <w:b/>
      <w:bCs/>
      <w:caps/>
      <w:color w:val="4CD8E5"/>
      <w:sz w:val="48"/>
      <w:szCs w:val="48"/>
    </w:rPr>
  </w:style>
  <w:style w:type="paragraph" w:customStyle="1" w:styleId="BX4SUPTTL">
    <w:name w:val="BX4_SUPTTL"/>
    <w:basedOn w:val="BX2SUPTTL"/>
    <w:rsid w:val="005D38D5"/>
    <w:pPr>
      <w:spacing w:before="80" w:after="160" w:line="480" w:lineRule="auto"/>
      <w:ind w:left="115" w:right="115"/>
    </w:pPr>
    <w:rPr>
      <w:rFonts w:ascii="Arial Bold" w:hAnsi="Arial Bold"/>
      <w:color w:val="auto"/>
      <w:sz w:val="26"/>
    </w:rPr>
  </w:style>
  <w:style w:type="paragraph" w:customStyle="1" w:styleId="CRSUMTTL">
    <w:name w:val="CR_SUM_TTL"/>
    <w:basedOn w:val="BX4SUPTTL"/>
    <w:rsid w:val="00FC6FD3"/>
    <w:rPr>
      <w:color w:val="FFB219"/>
    </w:rPr>
  </w:style>
  <w:style w:type="paragraph" w:customStyle="1" w:styleId="RHR">
    <w:name w:val="RHR"/>
    <w:basedOn w:val="NoParagraphStyle"/>
    <w:rsid w:val="00FC6FD3"/>
    <w:pPr>
      <w:spacing w:line="160" w:lineRule="atLeast"/>
      <w:jc w:val="right"/>
    </w:pPr>
    <w:rPr>
      <w:rFonts w:ascii="FrutigerLTStd-Roman" w:hAnsi="FrutigerLTStd-Roman" w:cs="FrutigerLTStd-Roman"/>
      <w:sz w:val="16"/>
      <w:szCs w:val="16"/>
    </w:rPr>
  </w:style>
  <w:style w:type="paragraph" w:customStyle="1" w:styleId="CRWWWSET">
    <w:name w:val="CR_WWWSET"/>
    <w:basedOn w:val="NoParagraphStyle"/>
    <w:rsid w:val="00FC6FD3"/>
    <w:pPr>
      <w:tabs>
        <w:tab w:val="decimal" w:pos="160"/>
        <w:tab w:val="left" w:pos="300"/>
      </w:tabs>
      <w:spacing w:before="110" w:line="220" w:lineRule="atLeast"/>
      <w:ind w:left="300" w:hanging="300"/>
      <w:jc w:val="both"/>
    </w:pPr>
    <w:rPr>
      <w:rFonts w:ascii="SabonLTStd-Roman" w:hAnsi="SabonLTStd-Roman" w:cs="SabonLTStd-Roman"/>
      <w:sz w:val="18"/>
      <w:szCs w:val="18"/>
    </w:rPr>
  </w:style>
  <w:style w:type="paragraph" w:customStyle="1" w:styleId="TBLCOLHDcentered">
    <w:name w:val="TBL_COLHD centered"/>
    <w:basedOn w:val="TBLCOLHD"/>
    <w:rsid w:val="00FC6FD3"/>
    <w:pPr>
      <w:widowControl w:val="0"/>
      <w:tabs>
        <w:tab w:val="center" w:pos="2797"/>
        <w:tab w:val="center" w:pos="4007"/>
        <w:tab w:val="center" w:pos="5217"/>
        <w:tab w:val="center" w:pos="6427"/>
        <w:tab w:val="center" w:pos="7637"/>
        <w:tab w:val="center" w:pos="9349"/>
      </w:tabs>
      <w:suppressAutoHyphens/>
      <w:spacing w:before="120"/>
      <w:textAlignment w:val="center"/>
    </w:pPr>
    <w:rPr>
      <w:rFonts w:ascii="FrutigerLTStd-Bold" w:eastAsia="Times New Roman" w:hAnsi="FrutigerLTStd-Bold" w:cs="FrutigerLTStd-Bold"/>
      <w:bCs/>
      <w:lang w:val="en-GB"/>
    </w:rPr>
  </w:style>
  <w:style w:type="paragraph" w:customStyle="1" w:styleId="TBLcentered">
    <w:name w:val="TBL centered"/>
    <w:basedOn w:val="TBL"/>
    <w:rsid w:val="00FC6FD3"/>
    <w:pPr>
      <w:widowControl w:val="0"/>
      <w:suppressAutoHyphens/>
      <w:spacing w:before="0"/>
      <w:ind w:left="0"/>
      <w:jc w:val="center"/>
      <w:textAlignment w:val="center"/>
    </w:pPr>
    <w:rPr>
      <w:rFonts w:ascii="SabonLTStd-Roman" w:eastAsia="Times New Roman" w:hAnsi="SabonLTStd-Roman" w:cs="SabonLTStd-Roman"/>
      <w:sz w:val="16"/>
      <w:szCs w:val="16"/>
    </w:rPr>
  </w:style>
  <w:style w:type="character" w:customStyle="1" w:styleId="PARTINTROFIRST1">
    <w:name w:val="PART_INTRO_FIRST1"/>
    <w:rsid w:val="00FC6FD3"/>
    <w:rPr>
      <w:rFonts w:ascii="FrutigerLTStd-Cn" w:hAnsi="FrutigerLTStd-Cn" w:cs="FrutigerLTStd-Cn"/>
      <w:smallCaps/>
      <w:color w:val="000000"/>
      <w:spacing w:val="0"/>
      <w:w w:val="100"/>
      <w:position w:val="0"/>
      <w:sz w:val="24"/>
      <w:szCs w:val="24"/>
      <w:u w:val="none"/>
      <w:vertAlign w:val="baseline"/>
      <w:em w:val="none"/>
      <w:lang w:val="en-US"/>
    </w:rPr>
  </w:style>
  <w:style w:type="character" w:customStyle="1" w:styleId="PARTTOCCHAPNUM1">
    <w:name w:val="PART_TOC_CHAP_NUM1"/>
    <w:rsid w:val="00FC6FD3"/>
  </w:style>
  <w:style w:type="character" w:customStyle="1" w:styleId="PARTTOCCHAPTTLPG">
    <w:name w:val="PART_TOC_CHAP_TTL_PG"/>
    <w:rsid w:val="00FC6FD3"/>
  </w:style>
  <w:style w:type="character" w:customStyle="1" w:styleId="CFOBJNUM">
    <w:name w:val="CF_OBJ_NUM"/>
    <w:rsid w:val="00FC6FD3"/>
  </w:style>
  <w:style w:type="character" w:customStyle="1" w:styleId="H165Bold">
    <w:name w:val="H1 65Bold"/>
    <w:rsid w:val="00FC6FD3"/>
    <w:rPr>
      <w:rFonts w:ascii="FrutigerLTStd-Bold" w:hAnsi="FrutigerLTStd-Bold" w:cs="FrutigerLTStd-Bold"/>
      <w:b/>
      <w:bCs/>
      <w:sz w:val="30"/>
      <w:szCs w:val="30"/>
    </w:rPr>
  </w:style>
  <w:style w:type="character" w:customStyle="1" w:styleId="H31">
    <w:name w:val="H31"/>
    <w:rsid w:val="00FC6FD3"/>
    <w:rPr>
      <w:rFonts w:ascii="FrutigerLTStd-Bold" w:hAnsi="FrutigerLTStd-Bold" w:cs="FrutigerLTStd-Bold"/>
      <w:b/>
      <w:bCs/>
      <w:color w:val="000000"/>
      <w:spacing w:val="0"/>
      <w:w w:val="100"/>
      <w:position w:val="0"/>
      <w:sz w:val="20"/>
      <w:szCs w:val="20"/>
      <w:u w:val="none"/>
      <w:vertAlign w:val="baseline"/>
      <w:em w:val="none"/>
      <w:lang w:val="en-US"/>
    </w:rPr>
  </w:style>
  <w:style w:type="character" w:customStyle="1" w:styleId="URL">
    <w:name w:val="URL"/>
    <w:rsid w:val="00FC6FD3"/>
  </w:style>
  <w:style w:type="character" w:customStyle="1" w:styleId="ITALIC">
    <w:name w:val="ITALIC"/>
    <w:rsid w:val="00FC6FD3"/>
    <w:rPr>
      <w:i/>
      <w:iCs/>
    </w:rPr>
  </w:style>
  <w:style w:type="character" w:customStyle="1" w:styleId="MATH">
    <w:name w:val="MATH"/>
    <w:rsid w:val="00FC6FD3"/>
    <w:rPr>
      <w:rFonts w:ascii="MathematicalPiLTStd-1" w:hAnsi="MathematicalPiLTStd-1" w:cs="MathematicalPiLTStd-1"/>
    </w:rPr>
  </w:style>
  <w:style w:type="character" w:customStyle="1" w:styleId="H41">
    <w:name w:val="H41"/>
    <w:rsid w:val="00FC6FD3"/>
    <w:rPr>
      <w:rFonts w:ascii="SabonLTStd-BoldItalic" w:hAnsi="SabonLTStd-BoldItalic" w:cs="SabonLTStd-BoldItalic"/>
      <w:b/>
      <w:bCs/>
      <w:i/>
      <w:iCs/>
      <w:color w:val="000000"/>
      <w:spacing w:val="0"/>
      <w:w w:val="100"/>
      <w:position w:val="0"/>
      <w:sz w:val="20"/>
      <w:szCs w:val="20"/>
      <w:u w:val="none"/>
      <w:vertAlign w:val="baseline"/>
      <w:em w:val="none"/>
      <w:lang w:val="en-US"/>
    </w:rPr>
  </w:style>
  <w:style w:type="character" w:customStyle="1" w:styleId="FOLIO">
    <w:name w:val="FOLIO"/>
    <w:rsid w:val="00FC6FD3"/>
    <w:rPr>
      <w:rFonts w:ascii="FrutigerLTStd-Black" w:hAnsi="FrutigerLTStd-Black" w:cs="FrutigerLTStd-Black"/>
      <w:color w:val="000000"/>
      <w:spacing w:val="0"/>
      <w:w w:val="100"/>
      <w:position w:val="0"/>
      <w:sz w:val="18"/>
      <w:szCs w:val="18"/>
      <w:u w:val="none"/>
      <w:vertAlign w:val="baseline"/>
      <w:em w:val="none"/>
      <w:lang w:val="en-US"/>
    </w:rPr>
  </w:style>
  <w:style w:type="character" w:customStyle="1" w:styleId="PARTINTRODCAP">
    <w:name w:val="PART_INTRO_DCAP"/>
    <w:rsid w:val="00FC6FD3"/>
    <w:rPr>
      <w:rFonts w:ascii="FrutigerLTStd-LightCn" w:hAnsi="FrutigerLTStd-LightCn" w:cs="FrutigerLTStd-LightCn"/>
      <w:color w:val="728CFF"/>
      <w:spacing w:val="0"/>
      <w:w w:val="100"/>
      <w:position w:val="0"/>
      <w:sz w:val="20"/>
      <w:szCs w:val="20"/>
      <w:u w:val="none"/>
      <w:vertAlign w:val="baseline"/>
      <w:em w:val="none"/>
      <w:lang w:val="en-GB"/>
    </w:rPr>
  </w:style>
  <w:style w:type="character" w:customStyle="1" w:styleId="H1NUM">
    <w:name w:val="H1_NUM"/>
    <w:rsid w:val="00FC6FD3"/>
    <w:rPr>
      <w:rFonts w:ascii="FrutigerLTStd-Black" w:hAnsi="FrutigerLTStd-Black" w:cs="FrutigerLTStd-Black"/>
      <w:color w:val="000000"/>
      <w:spacing w:val="23"/>
      <w:w w:val="100"/>
      <w:position w:val="0"/>
      <w:sz w:val="30"/>
      <w:szCs w:val="30"/>
      <w:u w:val="none"/>
      <w:vertAlign w:val="baseline"/>
      <w:em w:val="none"/>
      <w:lang w:val="en-US"/>
    </w:rPr>
  </w:style>
  <w:style w:type="paragraph" w:customStyle="1" w:styleId="BX1SRC">
    <w:name w:val="BX1_SRC"/>
    <w:basedOn w:val="NoParagraphStyle"/>
    <w:rsid w:val="00FB299A"/>
    <w:pPr>
      <w:spacing w:before="180" w:line="160" w:lineRule="atLeast"/>
    </w:pPr>
    <w:rPr>
      <w:rFonts w:ascii="FrutigerLTStd-Cn" w:hAnsi="FrutigerLTStd-Cn" w:cs="FrutigerLTStd-Cn"/>
      <w:sz w:val="14"/>
      <w:szCs w:val="14"/>
    </w:rPr>
  </w:style>
  <w:style w:type="character" w:customStyle="1" w:styleId="CFINTROFIRST1">
    <w:name w:val="CF_INTRO_FIRST1"/>
    <w:rsid w:val="00FB299A"/>
    <w:rPr>
      <w:rFonts w:ascii="FrutigerLTStd-Cn" w:hAnsi="FrutigerLTStd-Cn" w:cs="FrutigerLTStd-Cn"/>
      <w:smallCaps/>
      <w:color w:val="000000"/>
      <w:spacing w:val="0"/>
      <w:w w:val="100"/>
      <w:position w:val="0"/>
      <w:sz w:val="20"/>
      <w:szCs w:val="20"/>
      <w:u w:val="none"/>
      <w:vertAlign w:val="baseline"/>
      <w:em w:val="none"/>
      <w:lang w:val="en-US"/>
    </w:rPr>
  </w:style>
  <w:style w:type="character" w:customStyle="1" w:styleId="H3HEADFIRSTChar">
    <w:name w:val="H3_HEADFIRST Char"/>
    <w:link w:val="H3HEADFIRST"/>
    <w:rsid w:val="00A649CE"/>
    <w:rPr>
      <w:rFonts w:eastAsia="SimSun"/>
      <w:lang w:val="en-US" w:eastAsia="en-US" w:bidi="ar-SA"/>
    </w:rPr>
  </w:style>
  <w:style w:type="paragraph" w:customStyle="1" w:styleId="CFPHOCAP">
    <w:name w:val="CF_PHO_CAP"/>
    <w:basedOn w:val="NoParagraphStyle"/>
    <w:rsid w:val="00BC5493"/>
    <w:pPr>
      <w:tabs>
        <w:tab w:val="left" w:pos="210"/>
        <w:tab w:val="left" w:pos="370"/>
      </w:tabs>
      <w:spacing w:after="60" w:line="480" w:lineRule="auto"/>
    </w:pPr>
    <w:rPr>
      <w:rFonts w:ascii="Arial" w:hAnsi="Arial" w:cs="FrutigerLTStd-Cn"/>
      <w:sz w:val="18"/>
      <w:szCs w:val="18"/>
    </w:rPr>
  </w:style>
  <w:style w:type="paragraph" w:customStyle="1" w:styleId="BX1FN">
    <w:name w:val="BX1_FN"/>
    <w:basedOn w:val="NoParagraphStyle"/>
    <w:rsid w:val="00142051"/>
    <w:pPr>
      <w:pBdr>
        <w:top w:val="single" w:sz="4" w:space="9" w:color="000000"/>
      </w:pBdr>
      <w:spacing w:before="380" w:line="160" w:lineRule="atLeast"/>
      <w:jc w:val="both"/>
    </w:pPr>
    <w:rPr>
      <w:rFonts w:ascii="FrutigerLTStd-Cn" w:hAnsi="FrutigerLTStd-Cn" w:cs="FrutigerLTStd-Cn"/>
      <w:sz w:val="14"/>
      <w:szCs w:val="14"/>
    </w:rPr>
  </w:style>
  <w:style w:type="paragraph" w:customStyle="1" w:styleId="BX3FN">
    <w:name w:val="BX3_FN"/>
    <w:basedOn w:val="BX1FN"/>
    <w:rsid w:val="00142051"/>
  </w:style>
  <w:style w:type="paragraph" w:customStyle="1" w:styleId="BX3SUPTTL">
    <w:name w:val="BX3_SUPTTL"/>
    <w:basedOn w:val="BX2SUPTTL"/>
    <w:rsid w:val="00142051"/>
    <w:rPr>
      <w:color w:val="65B200"/>
    </w:rPr>
  </w:style>
  <w:style w:type="character" w:customStyle="1" w:styleId="CFPHOTTL">
    <w:name w:val="CF_PHO_TTL"/>
    <w:rsid w:val="00142051"/>
    <w:rPr>
      <w:rFonts w:ascii="FrutigerLTStd-BoldCn" w:hAnsi="FrutigerLTStd-BoldCn" w:cs="FrutigerLTStd-BoldCn"/>
      <w:b/>
      <w:bCs/>
      <w:color w:val="000000"/>
      <w:spacing w:val="0"/>
      <w:w w:val="100"/>
      <w:position w:val="0"/>
      <w:sz w:val="18"/>
      <w:szCs w:val="18"/>
      <w:u w:val="none"/>
      <w:vertAlign w:val="baseline"/>
      <w:em w:val="none"/>
      <w:lang w:val="en-US"/>
    </w:rPr>
  </w:style>
  <w:style w:type="character" w:customStyle="1" w:styleId="CFINTRODCAP">
    <w:name w:val="CF_INTRO_DCAP"/>
    <w:rsid w:val="00142051"/>
    <w:rPr>
      <w:rFonts w:ascii="FrutigerLTStd-LightCn" w:hAnsi="FrutigerLTStd-LightCn" w:cs="FrutigerLTStd-LightCn"/>
      <w:smallCaps/>
      <w:color w:val="3FE57F"/>
      <w:spacing w:val="0"/>
      <w:w w:val="100"/>
      <w:position w:val="0"/>
      <w:sz w:val="26"/>
      <w:szCs w:val="26"/>
      <w:u w:val="none"/>
      <w:vertAlign w:val="baseline"/>
      <w:em w:val="none"/>
      <w:lang w:val="en-US"/>
    </w:rPr>
  </w:style>
  <w:style w:type="character" w:customStyle="1" w:styleId="BLDING">
    <w:name w:val="BL_DING"/>
    <w:rsid w:val="00142051"/>
    <w:rPr>
      <w:rFonts w:ascii="SabonLTStd-Roman" w:hAnsi="SabonLTStd-Roman" w:cs="SabonLTStd-Roman"/>
      <w:color w:val="00B2B2"/>
      <w:spacing w:val="0"/>
      <w:w w:val="100"/>
      <w:position w:val="0"/>
      <w:sz w:val="19"/>
      <w:szCs w:val="19"/>
      <w:u w:val="none"/>
      <w:vertAlign w:val="baseline"/>
      <w:em w:val="none"/>
      <w:lang w:val="en-US"/>
    </w:rPr>
  </w:style>
  <w:style w:type="character" w:customStyle="1" w:styleId="CRBXITALIC">
    <w:name w:val="CR_BX_ITALIC"/>
    <w:rsid w:val="00142051"/>
    <w:rPr>
      <w:rFonts w:ascii="FrutigerLTStd-Cn" w:hAnsi="FrutigerLTStd-Cn" w:cs="FrutigerLTStd-Cn"/>
      <w:i/>
    </w:rPr>
  </w:style>
  <w:style w:type="character" w:customStyle="1" w:styleId="FIGCAPChar">
    <w:name w:val="FIG_CAP Char"/>
    <w:link w:val="FIGCAP"/>
    <w:rsid w:val="00FF6E26"/>
    <w:rPr>
      <w:rFonts w:ascii="Arial" w:eastAsia="SimSun" w:hAnsi="Arial" w:cs="Arial"/>
      <w:w w:val="105"/>
      <w:sz w:val="16"/>
      <w:szCs w:val="16"/>
      <w:lang w:val="en-US" w:eastAsia="en-US" w:bidi="ar-SA"/>
    </w:rPr>
  </w:style>
  <w:style w:type="character" w:customStyle="1" w:styleId="FIGChar">
    <w:name w:val="FIG Char"/>
    <w:link w:val="FIG"/>
    <w:rsid w:val="00E87196"/>
    <w:rPr>
      <w:rFonts w:ascii="Arial" w:eastAsia="SimSun" w:hAnsi="Arial" w:cs="Arial"/>
      <w:caps/>
      <w:w w:val="105"/>
      <w:sz w:val="18"/>
      <w:szCs w:val="18"/>
      <w:lang w:val="en-US" w:eastAsia="en-US" w:bidi="ar-SA"/>
    </w:rPr>
  </w:style>
  <w:style w:type="character" w:customStyle="1" w:styleId="FIGNLChar">
    <w:name w:val="FIG_NL Char"/>
    <w:basedOn w:val="FIGChar"/>
    <w:link w:val="FIGNL"/>
    <w:rsid w:val="00E87196"/>
    <w:rPr>
      <w:rFonts w:ascii="Arial" w:eastAsia="SimSun" w:hAnsi="Arial" w:cs="Arial"/>
      <w:caps/>
      <w:w w:val="105"/>
      <w:sz w:val="18"/>
      <w:szCs w:val="18"/>
      <w:lang w:val="en-US" w:eastAsia="en-US" w:bidi="ar-SA"/>
    </w:rPr>
  </w:style>
  <w:style w:type="paragraph" w:customStyle="1" w:styleId="BX3NLMID">
    <w:name w:val="BX3_NL_MID"/>
    <w:basedOn w:val="NoParagraphStyle"/>
    <w:rsid w:val="00BD6472"/>
    <w:pPr>
      <w:spacing w:before="40" w:after="40" w:line="220" w:lineRule="atLeast"/>
      <w:ind w:left="360" w:hanging="280"/>
    </w:pPr>
    <w:rPr>
      <w:rFonts w:ascii="FrutigerLTStd-Cn" w:hAnsi="FrutigerLTStd-Cn" w:cs="FrutigerLTStd-Cn"/>
      <w:sz w:val="18"/>
      <w:szCs w:val="18"/>
    </w:rPr>
  </w:style>
  <w:style w:type="paragraph" w:customStyle="1" w:styleId="BX3NLFIRST">
    <w:name w:val="BX3_NL_FIRST"/>
    <w:basedOn w:val="BX3NLMID"/>
    <w:rsid w:val="00BD6472"/>
    <w:pPr>
      <w:spacing w:before="120"/>
    </w:pPr>
  </w:style>
  <w:style w:type="paragraph" w:customStyle="1" w:styleId="BX3NLLAST">
    <w:name w:val="BX3_NL_LAST"/>
    <w:basedOn w:val="BX3NLMID"/>
    <w:rsid w:val="00BD6472"/>
    <w:pPr>
      <w:spacing w:after="120"/>
    </w:pPr>
  </w:style>
  <w:style w:type="paragraph" w:customStyle="1" w:styleId="TBLUL">
    <w:name w:val="TBL_UL"/>
    <w:basedOn w:val="TBL"/>
    <w:rsid w:val="003E3C67"/>
    <w:pPr>
      <w:widowControl w:val="0"/>
      <w:suppressAutoHyphens/>
      <w:spacing w:before="0"/>
      <w:ind w:left="187" w:hanging="187"/>
      <w:textAlignment w:val="center"/>
    </w:pPr>
    <w:rPr>
      <w:rFonts w:ascii="SabonLTStd-Roman" w:eastAsia="Times New Roman" w:hAnsi="SabonLTStd-Roman" w:cs="SabonLTStd-Roman"/>
      <w:sz w:val="16"/>
      <w:szCs w:val="16"/>
    </w:rPr>
  </w:style>
  <w:style w:type="character" w:customStyle="1" w:styleId="TBLCAP">
    <w:name w:val="TBL_CAP"/>
    <w:rsid w:val="00BD6472"/>
    <w:rPr>
      <w:sz w:val="18"/>
      <w:szCs w:val="18"/>
    </w:rPr>
  </w:style>
  <w:style w:type="character" w:customStyle="1" w:styleId="skew12">
    <w:name w:val="skew_12"/>
    <w:rsid w:val="00BD6472"/>
  </w:style>
  <w:style w:type="character" w:customStyle="1" w:styleId="BX3NLNUM">
    <w:name w:val="BX3_NL_NUM"/>
    <w:rsid w:val="00BD6472"/>
    <w:rPr>
      <w:rFonts w:ascii="FrutigerLTStd-BoldCn" w:hAnsi="FrutigerLTStd-BoldCn" w:cs="FrutigerLTStd-BoldCn"/>
      <w:b/>
      <w:bCs/>
      <w:color w:val="000000"/>
      <w:spacing w:val="0"/>
      <w:w w:val="100"/>
      <w:position w:val="0"/>
      <w:sz w:val="18"/>
      <w:szCs w:val="18"/>
      <w:u w:val="none"/>
      <w:vertAlign w:val="baseline"/>
      <w:em w:val="none"/>
      <w:lang w:val="en-US"/>
    </w:rPr>
  </w:style>
  <w:style w:type="character" w:customStyle="1" w:styleId="BXBOLD">
    <w:name w:val="BX_BOLD"/>
    <w:rsid w:val="00BD6472"/>
    <w:rPr>
      <w:b/>
      <w:bCs/>
    </w:rPr>
  </w:style>
  <w:style w:type="character" w:customStyle="1" w:styleId="CFINTROH1Char">
    <w:name w:val="CF_INTRO_H1 Char"/>
    <w:link w:val="CFINTROH1"/>
    <w:rsid w:val="00BC5493"/>
    <w:rPr>
      <w:rFonts w:ascii="Arial" w:eastAsia="SimSun" w:hAnsi="Arial" w:cs="Arial"/>
      <w:b/>
      <w:caps/>
      <w:color w:val="000000"/>
      <w:szCs w:val="22"/>
      <w:lang w:val="en-US" w:eastAsia="en-US" w:bidi="ar-SA"/>
    </w:rPr>
  </w:style>
  <w:style w:type="character" w:customStyle="1" w:styleId="FIGTTLChar">
    <w:name w:val="FIG_TTL Char"/>
    <w:link w:val="FIGTTL"/>
    <w:rsid w:val="00A649CE"/>
    <w:rPr>
      <w:rFonts w:ascii="Arial" w:eastAsia="SimSun" w:hAnsi="Arial" w:cs="Arial"/>
      <w:b/>
      <w:w w:val="105"/>
      <w:sz w:val="16"/>
      <w:szCs w:val="16"/>
      <w:lang w:val="en-US" w:eastAsia="en-US" w:bidi="ar-SA"/>
    </w:rPr>
  </w:style>
  <w:style w:type="character" w:customStyle="1" w:styleId="BX4GENQFIRSTChar">
    <w:name w:val="BX4_GENQ_FIRST Char"/>
    <w:link w:val="BX4GENQFIRST"/>
    <w:rsid w:val="002849A0"/>
    <w:rPr>
      <w:rFonts w:ascii="Arial" w:eastAsia="SimSun" w:hAnsi="Arial" w:cs="Arial"/>
      <w:color w:val="000000"/>
      <w:sz w:val="18"/>
      <w:szCs w:val="18"/>
      <w:lang w:val="en-US" w:eastAsia="en-US" w:bidi="ar-SA"/>
    </w:rPr>
  </w:style>
  <w:style w:type="character" w:customStyle="1" w:styleId="BX4NLMIDChar">
    <w:name w:val="BX4_NL_MID Char"/>
    <w:basedOn w:val="BX4GENQFIRSTChar"/>
    <w:link w:val="BX4NLMID"/>
    <w:rsid w:val="005D38D5"/>
    <w:rPr>
      <w:rFonts w:ascii="Arial" w:eastAsia="SimSun" w:hAnsi="Arial" w:cs="Arial"/>
      <w:color w:val="000000"/>
      <w:sz w:val="18"/>
      <w:szCs w:val="18"/>
      <w:lang w:val="en-US" w:eastAsia="en-US" w:bidi="ar-SA"/>
    </w:rPr>
  </w:style>
  <w:style w:type="paragraph" w:customStyle="1" w:styleId="Default">
    <w:name w:val="Default"/>
    <w:rsid w:val="00DA3E55"/>
    <w:pPr>
      <w:widowControl w:val="0"/>
      <w:autoSpaceDE w:val="0"/>
      <w:autoSpaceDN w:val="0"/>
      <w:adjustRightInd w:val="0"/>
    </w:pPr>
    <w:rPr>
      <w:rFonts w:ascii="Frutiger LT Std 55 Roman" w:hAnsi="Frutiger LT Std 55 Roman" w:cs="Frutiger LT Std 55 Roman"/>
      <w:color w:val="000000"/>
      <w:sz w:val="24"/>
      <w:szCs w:val="24"/>
      <w:lang w:eastAsia="en-US"/>
    </w:rPr>
  </w:style>
  <w:style w:type="character" w:customStyle="1" w:styleId="22">
    <w:name w:val="标题 2 字符"/>
    <w:link w:val="21"/>
    <w:rsid w:val="003051FD"/>
    <w:rPr>
      <w:rFonts w:ascii="Arial" w:eastAsia="SimSun" w:hAnsi="Arial" w:cs="Arial"/>
      <w:b/>
      <w:bCs/>
      <w:i/>
      <w:iCs/>
      <w:color w:val="000000"/>
      <w:w w:val="101"/>
      <w:sz w:val="28"/>
      <w:szCs w:val="28"/>
      <w:lang w:val="en-US" w:eastAsia="en-US" w:bidi="ar-SA"/>
    </w:rPr>
  </w:style>
  <w:style w:type="character" w:customStyle="1" w:styleId="afff">
    <w:name w:val="标题 字符"/>
    <w:link w:val="affe"/>
    <w:rsid w:val="003051FD"/>
    <w:rPr>
      <w:rFonts w:ascii="Arial" w:eastAsia="SimSun" w:hAnsi="Arial" w:cs="Arial"/>
      <w:b/>
      <w:bCs/>
      <w:color w:val="000000"/>
      <w:w w:val="101"/>
      <w:kern w:val="28"/>
      <w:sz w:val="32"/>
      <w:szCs w:val="32"/>
      <w:lang w:val="en-US" w:eastAsia="en-US" w:bidi="ar-SA"/>
    </w:rPr>
  </w:style>
  <w:style w:type="character" w:customStyle="1" w:styleId="af0">
    <w:name w:val="页脚 字符"/>
    <w:link w:val="af"/>
    <w:rsid w:val="003051FD"/>
    <w:rPr>
      <w:rFonts w:ascii="Arial" w:eastAsia="SimSun" w:hAnsi="Arial" w:cs="Arial"/>
      <w:color w:val="000000"/>
      <w:w w:val="101"/>
      <w:sz w:val="24"/>
      <w:szCs w:val="24"/>
      <w:lang w:val="en-US" w:eastAsia="en-US" w:bidi="ar-SA"/>
    </w:rPr>
  </w:style>
  <w:style w:type="paragraph" w:customStyle="1" w:styleId="CFNLFIRST">
    <w:name w:val="CF_NL_FIRST"/>
    <w:basedOn w:val="a2"/>
    <w:rsid w:val="00B30C60"/>
    <w:pPr>
      <w:suppressAutoHyphens/>
      <w:spacing w:line="276" w:lineRule="auto"/>
      <w:ind w:left="360" w:hanging="360"/>
    </w:pPr>
    <w:rPr>
      <w:rFonts w:ascii="Times New Roman" w:hAnsi="Times New Roman"/>
      <w:sz w:val="20"/>
    </w:rPr>
  </w:style>
  <w:style w:type="paragraph" w:customStyle="1" w:styleId="CFNLMID">
    <w:name w:val="CF_NL_MID"/>
    <w:basedOn w:val="a2"/>
    <w:rsid w:val="005E37EE"/>
    <w:pPr>
      <w:tabs>
        <w:tab w:val="left" w:pos="360"/>
      </w:tabs>
      <w:suppressAutoHyphens/>
      <w:spacing w:line="276" w:lineRule="auto"/>
      <w:ind w:left="360" w:hanging="360"/>
    </w:pPr>
    <w:rPr>
      <w:rFonts w:ascii="Times New Roman" w:hAnsi="Times New Roman"/>
      <w:sz w:val="20"/>
    </w:rPr>
  </w:style>
  <w:style w:type="paragraph" w:customStyle="1" w:styleId="CFNLLAST">
    <w:name w:val="CF_NL_LAST"/>
    <w:basedOn w:val="CFNLMID"/>
    <w:rsid w:val="00C31678"/>
  </w:style>
  <w:style w:type="paragraph" w:customStyle="1" w:styleId="NLLL">
    <w:name w:val="NL_LL"/>
    <w:basedOn w:val="a2"/>
    <w:link w:val="NLLLChar"/>
    <w:rsid w:val="00B30C60"/>
    <w:pPr>
      <w:suppressAutoHyphens/>
      <w:autoSpaceDE/>
      <w:autoSpaceDN/>
      <w:adjustRightInd/>
      <w:spacing w:line="276" w:lineRule="auto"/>
      <w:ind w:left="720" w:hanging="360"/>
    </w:pPr>
    <w:rPr>
      <w:rFonts w:ascii="Times New Roman" w:hAnsi="Times New Roman"/>
      <w:sz w:val="20"/>
    </w:rPr>
  </w:style>
  <w:style w:type="paragraph" w:customStyle="1" w:styleId="NLLLNL">
    <w:name w:val="NL_LL_NL"/>
    <w:basedOn w:val="a2"/>
    <w:rsid w:val="00690D12"/>
    <w:pPr>
      <w:suppressAutoHyphens/>
      <w:spacing w:line="276" w:lineRule="auto"/>
      <w:ind w:left="1080" w:hanging="360"/>
    </w:pPr>
    <w:rPr>
      <w:rFonts w:ascii="Times New Roman" w:hAnsi="Times New Roman"/>
      <w:sz w:val="20"/>
    </w:rPr>
  </w:style>
  <w:style w:type="character" w:customStyle="1" w:styleId="NLLLChar">
    <w:name w:val="NL_LL Char"/>
    <w:link w:val="NLLL"/>
    <w:rsid w:val="00B30C60"/>
    <w:rPr>
      <w:rFonts w:eastAsia="SimSun" w:cs="Arial"/>
      <w:color w:val="000000"/>
      <w:w w:val="101"/>
      <w:szCs w:val="24"/>
      <w:lang w:val="en-US" w:eastAsia="en-US" w:bidi="ar-SA"/>
    </w:rPr>
  </w:style>
  <w:style w:type="paragraph" w:customStyle="1" w:styleId="NPH1">
    <w:name w:val="NP_H1"/>
    <w:basedOn w:val="NPFIRST"/>
    <w:rsid w:val="00690D12"/>
    <w:pPr>
      <w:ind w:left="300" w:firstLine="0"/>
    </w:pPr>
    <w:rPr>
      <w:b/>
    </w:rPr>
  </w:style>
  <w:style w:type="paragraph" w:customStyle="1" w:styleId="StyleCHAPNUMLinespacingMultiple115li">
    <w:name w:val="Style CHAP_NUM + Line spacing:  Multiple 1.15 li"/>
    <w:basedOn w:val="CHAPNUM"/>
    <w:rsid w:val="00B30C60"/>
    <w:pPr>
      <w:spacing w:line="276" w:lineRule="auto"/>
    </w:pPr>
    <w:rPr>
      <w:rFonts w:eastAsia="Times New Roman" w:cs="Times New Roman"/>
      <w:bCs/>
      <w:szCs w:val="20"/>
    </w:rPr>
  </w:style>
  <w:style w:type="paragraph" w:customStyle="1" w:styleId="LLFIRST">
    <w:name w:val="LL_FIRST"/>
    <w:basedOn w:val="CFNLFIRST"/>
    <w:rsid w:val="005E37EE"/>
  </w:style>
  <w:style w:type="paragraph" w:customStyle="1" w:styleId="LLMID">
    <w:name w:val="LL_MID"/>
    <w:basedOn w:val="CFNLMID"/>
    <w:rsid w:val="0023458A"/>
  </w:style>
  <w:style w:type="paragraph" w:customStyle="1" w:styleId="NPONLY">
    <w:name w:val="NP_ONLY"/>
    <w:basedOn w:val="NPFIRST"/>
    <w:link w:val="NPONLYChar"/>
    <w:rsid w:val="0023458A"/>
    <w:pPr>
      <w:spacing w:after="120"/>
    </w:pPr>
  </w:style>
  <w:style w:type="character" w:customStyle="1" w:styleId="CHAPBMChar">
    <w:name w:val="CHAP_BM Char"/>
    <w:link w:val="CHAPBM"/>
    <w:rsid w:val="00733756"/>
    <w:rPr>
      <w:rFonts w:eastAsia="SimSun"/>
      <w:lang w:val="en-US" w:eastAsia="en-US" w:bidi="ar-SA"/>
    </w:rPr>
  </w:style>
  <w:style w:type="character" w:customStyle="1" w:styleId="NPFIRSTChar">
    <w:name w:val="NP_FIRST Char"/>
    <w:basedOn w:val="CHAPBMChar"/>
    <w:link w:val="NPFIRST"/>
    <w:rsid w:val="0023458A"/>
    <w:rPr>
      <w:rFonts w:eastAsia="SimSun"/>
      <w:lang w:val="en-US" w:eastAsia="en-US" w:bidi="ar-SA"/>
    </w:rPr>
  </w:style>
  <w:style w:type="character" w:customStyle="1" w:styleId="NPONLYChar">
    <w:name w:val="NP_ONLY Char"/>
    <w:basedOn w:val="NPFIRSTChar"/>
    <w:link w:val="NPONLY"/>
    <w:rsid w:val="0023458A"/>
    <w:rPr>
      <w:rFonts w:eastAsia="SimSu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2-Pagination\WriteRAP%20Projects\Pearson%20US_WR\Formatting\Template\Standard%20Template\T3-Generic_Option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T3-Generic_OptionB.dot</Template>
  <TotalTime>17</TotalTime>
  <Pages>1</Pages>
  <Words>5688</Words>
  <Characters>32428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CHAP-TER 2</vt:lpstr>
    </vt:vector>
  </TitlesOfParts>
  <Company>Integra</Company>
  <LinksUpToDate>false</LinksUpToDate>
  <CharactersWithSpaces>38040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IS3930</dc:creator>
  <cp:keywords/>
  <dc:description/>
  <cp:lastModifiedBy>Charles Fisher</cp:lastModifiedBy>
  <cp:revision>12</cp:revision>
  <cp:lastPrinted>2015-12-23T23:57:00Z</cp:lastPrinted>
  <dcterms:created xsi:type="dcterms:W3CDTF">2019-07-12T08:09:00Z</dcterms:created>
  <dcterms:modified xsi:type="dcterms:W3CDTF">2019-07-12T08:09:00Z</dcterms:modified>
</cp:coreProperties>
</file>